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87" w:rsidRPr="0073592A" w:rsidRDefault="00045587" w:rsidP="0073592A">
      <w:pPr>
        <w:ind w:firstLine="737"/>
        <w:jc w:val="right"/>
        <w:rPr>
          <w:b/>
          <w:szCs w:val="24"/>
        </w:rPr>
      </w:pPr>
      <w:r w:rsidRPr="00045587">
        <w:rPr>
          <w:b/>
          <w:szCs w:val="24"/>
        </w:rPr>
        <w:t>Projektas</w:t>
      </w:r>
    </w:p>
    <w:p w:rsidR="005C5730" w:rsidRDefault="0003706B" w:rsidP="00210A72">
      <w:pPr>
        <w:ind w:firstLine="0"/>
        <w:jc w:val="center"/>
        <w:rPr>
          <w:b/>
          <w:sz w:val="28"/>
        </w:rPr>
      </w:pPr>
      <w:r>
        <w:rPr>
          <w:b/>
          <w:sz w:val="28"/>
        </w:rPr>
        <w:t>PLUNGĖS RAJONO SAVIVALDYBĖS</w:t>
      </w:r>
    </w:p>
    <w:p w:rsidR="009210C8" w:rsidRDefault="001E4CC2" w:rsidP="00210A72">
      <w:pPr>
        <w:ind w:firstLine="0"/>
        <w:jc w:val="center"/>
        <w:rPr>
          <w:b/>
          <w:sz w:val="28"/>
        </w:rPr>
      </w:pPr>
      <w:r w:rsidRPr="001E4CC2">
        <w:rPr>
          <w:b/>
          <w:sz w:val="28"/>
        </w:rPr>
        <w:t>TARYBA</w:t>
      </w:r>
    </w:p>
    <w:p w:rsidR="0049349D" w:rsidRPr="001E4CC2" w:rsidRDefault="0049349D" w:rsidP="00210A72">
      <w:pPr>
        <w:ind w:firstLine="0"/>
        <w:jc w:val="center"/>
        <w:rPr>
          <w:b/>
        </w:rPr>
      </w:pPr>
    </w:p>
    <w:p w:rsidR="001E4CC2" w:rsidRDefault="001E4CC2" w:rsidP="00210A72">
      <w:pPr>
        <w:ind w:firstLine="0"/>
        <w:jc w:val="center"/>
        <w:rPr>
          <w:rStyle w:val="Komentaronuoroda"/>
          <w:b/>
          <w:sz w:val="28"/>
        </w:rPr>
      </w:pPr>
      <w:r>
        <w:rPr>
          <w:rStyle w:val="Komentaronuoroda"/>
          <w:b/>
          <w:sz w:val="28"/>
        </w:rPr>
        <w:t>SPRENDIMAS</w:t>
      </w:r>
    </w:p>
    <w:p w:rsidR="00811536" w:rsidRDefault="00811536" w:rsidP="00210A72">
      <w:pPr>
        <w:ind w:firstLine="0"/>
        <w:jc w:val="center"/>
        <w:rPr>
          <w:caps/>
        </w:rPr>
      </w:pPr>
      <w:r>
        <w:rPr>
          <w:b/>
          <w:bCs/>
          <w:caps/>
          <w:sz w:val="28"/>
          <w:szCs w:val="28"/>
        </w:rPr>
        <w:t xml:space="preserve">DĖL PLUNGĖS </w:t>
      </w:r>
      <w:r w:rsidR="00354550">
        <w:rPr>
          <w:b/>
          <w:bCs/>
          <w:caps/>
          <w:sz w:val="28"/>
          <w:szCs w:val="28"/>
        </w:rPr>
        <w:t>RAJONO SAVIVALDYBĖS PRIEŠGAISRINĖS APSAUGOS TARNYBOS</w:t>
      </w:r>
      <w:r>
        <w:rPr>
          <w:b/>
          <w:bCs/>
          <w:caps/>
          <w:sz w:val="28"/>
          <w:szCs w:val="28"/>
        </w:rPr>
        <w:t xml:space="preserve"> NUOSTATŲ PATVIRTINIMO</w:t>
      </w:r>
    </w:p>
    <w:p w:rsidR="001E4CC2" w:rsidRDefault="001E4CC2" w:rsidP="00210A72">
      <w:pPr>
        <w:ind w:firstLine="0"/>
        <w:jc w:val="center"/>
        <w:rPr>
          <w:rStyle w:val="Komentaronuoroda"/>
          <w:b/>
          <w:sz w:val="28"/>
        </w:rPr>
      </w:pPr>
    </w:p>
    <w:p w:rsidR="001E4CC2" w:rsidRDefault="006048C6" w:rsidP="00210A72">
      <w:pPr>
        <w:ind w:firstLine="0"/>
        <w:jc w:val="center"/>
        <w:rPr>
          <w:rStyle w:val="Komentaronuoroda"/>
          <w:b/>
          <w:sz w:val="28"/>
        </w:rPr>
      </w:pPr>
      <w:r w:rsidRPr="006048C6">
        <w:rPr>
          <w:rStyle w:val="Komentaronuoroda"/>
          <w:sz w:val="24"/>
          <w:szCs w:val="24"/>
        </w:rPr>
        <w:t>20</w:t>
      </w:r>
      <w:r w:rsidR="0079282F">
        <w:rPr>
          <w:rStyle w:val="Komentaronuoroda"/>
          <w:sz w:val="24"/>
          <w:szCs w:val="24"/>
        </w:rPr>
        <w:t>22</w:t>
      </w:r>
      <w:r w:rsidRPr="006048C6">
        <w:rPr>
          <w:rStyle w:val="Komentaronuoroda"/>
          <w:sz w:val="24"/>
          <w:szCs w:val="24"/>
        </w:rPr>
        <w:t xml:space="preserve"> m. </w:t>
      </w:r>
      <w:r w:rsidR="00354550">
        <w:rPr>
          <w:rStyle w:val="Komentaronuoroda"/>
          <w:sz w:val="24"/>
          <w:szCs w:val="24"/>
        </w:rPr>
        <w:t xml:space="preserve">lapkričio </w:t>
      </w:r>
      <w:r w:rsidR="00710E25">
        <w:rPr>
          <w:rStyle w:val="Komentaronuoroda"/>
          <w:sz w:val="24"/>
          <w:szCs w:val="24"/>
        </w:rPr>
        <w:t>24</w:t>
      </w:r>
      <w:r w:rsidR="00354550">
        <w:rPr>
          <w:rStyle w:val="Komentaronuoroda"/>
          <w:sz w:val="24"/>
          <w:szCs w:val="24"/>
        </w:rPr>
        <w:t xml:space="preserve"> </w:t>
      </w:r>
      <w:r w:rsidRPr="006048C6">
        <w:rPr>
          <w:rStyle w:val="Komentaronuoroda"/>
          <w:sz w:val="24"/>
          <w:szCs w:val="24"/>
        </w:rPr>
        <w:t>d. Nr.</w:t>
      </w:r>
      <w:r w:rsidR="003220FC">
        <w:rPr>
          <w:rStyle w:val="Komentaronuoroda"/>
          <w:sz w:val="24"/>
          <w:szCs w:val="24"/>
        </w:rPr>
        <w:t xml:space="preserve"> T1-</w:t>
      </w:r>
      <w:r w:rsidR="000273D9">
        <w:rPr>
          <w:rStyle w:val="Komentaronuoroda"/>
          <w:sz w:val="24"/>
          <w:szCs w:val="24"/>
        </w:rPr>
        <w:t xml:space="preserve"> </w:t>
      </w:r>
    </w:p>
    <w:p w:rsidR="001E4CC2" w:rsidRDefault="001E4CC2" w:rsidP="00210A7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B33FCB">
      <w:r>
        <w:t xml:space="preserve">Vadovaudamasi Lietuvos Respublikos biudžetinių įstaigų įstatymo 4 straipsnio 3 dalies 1 punktu, Plungės rajono savivaldybės taryba </w:t>
      </w:r>
      <w:r>
        <w:rPr>
          <w:spacing w:val="40"/>
        </w:rPr>
        <w:t>nusprendžia</w:t>
      </w:r>
      <w:r>
        <w:t>:</w:t>
      </w:r>
    </w:p>
    <w:p w:rsidR="00811536" w:rsidRDefault="00811536" w:rsidP="00B33FCB">
      <w:r>
        <w:t xml:space="preserve">1. Patvirtinti Plungės </w:t>
      </w:r>
      <w:r w:rsidR="00354550">
        <w:t>rajono savivaldybės priešgaisrinės apsaugos tarnybos</w:t>
      </w:r>
      <w:r>
        <w:t xml:space="preserve"> nuostatus (pridedama).</w:t>
      </w:r>
    </w:p>
    <w:p w:rsidR="00EF28CD" w:rsidRDefault="00EF28CD" w:rsidP="00B33FCB">
      <w:r>
        <w:t>2. Įgalioti Plungės</w:t>
      </w:r>
      <w:r w:rsidR="00354550" w:rsidRPr="00354550">
        <w:t xml:space="preserve"> rajono savivaldybės priešgaisrinės apsaugos tarnybos</w:t>
      </w:r>
      <w:r w:rsidR="00354550">
        <w:t xml:space="preserve"> viršininką </w:t>
      </w:r>
      <w:r>
        <w:t xml:space="preserve">įregistruoti </w:t>
      </w:r>
      <w:r w:rsidR="00D24739">
        <w:t>N</w:t>
      </w:r>
      <w:r>
        <w:t>uostatus</w:t>
      </w:r>
      <w:r w:rsidR="0079282F">
        <w:t xml:space="preserve"> </w:t>
      </w:r>
      <w:r>
        <w:t>teisės aktų nustatyta tvarka ir atlikti kitus su šiuo pavedimu susijusius veiksmus.</w:t>
      </w:r>
    </w:p>
    <w:p w:rsidR="00243A9A" w:rsidRDefault="003E2FCE" w:rsidP="00B33FCB">
      <w:pPr>
        <w:tabs>
          <w:tab w:val="num" w:pos="-3261"/>
        </w:tabs>
      </w:pPr>
      <w:r>
        <w:t>3.</w:t>
      </w:r>
      <w:r w:rsidR="005E3D5F">
        <w:t xml:space="preserve"> </w:t>
      </w:r>
      <w:r>
        <w:t>Pripažinti netekusi</w:t>
      </w:r>
      <w:r w:rsidR="000273D9">
        <w:t>u</w:t>
      </w:r>
      <w:r>
        <w:t xml:space="preserve"> galios</w:t>
      </w:r>
      <w:r w:rsidR="00AE5D3C" w:rsidRPr="00AE5D3C">
        <w:t xml:space="preserve"> </w:t>
      </w:r>
      <w:r w:rsidR="00AE5D3C">
        <w:t>Plungės rajono savivaldybės tarybos 20</w:t>
      </w:r>
      <w:r w:rsidR="005038E7">
        <w:t>15</w:t>
      </w:r>
      <w:r w:rsidR="00AE5D3C">
        <w:t xml:space="preserve"> m. </w:t>
      </w:r>
      <w:r w:rsidR="005038E7">
        <w:t>gruodžio 3</w:t>
      </w:r>
      <w:r w:rsidR="00354550">
        <w:t xml:space="preserve"> </w:t>
      </w:r>
      <w:r w:rsidR="00AE5D3C">
        <w:t>d. sprendimą Nr. T1-</w:t>
      </w:r>
      <w:r w:rsidR="005038E7">
        <w:t>317</w:t>
      </w:r>
      <w:r w:rsidR="00AE5D3C">
        <w:t xml:space="preserve"> „Dėl</w:t>
      </w:r>
      <w:r w:rsidR="002933B5">
        <w:t xml:space="preserve"> Plungės </w:t>
      </w:r>
      <w:r w:rsidR="00354550" w:rsidRPr="00354550">
        <w:t xml:space="preserve">rajono savivaldybės priešgaisrinės apsaugos tarnybos </w:t>
      </w:r>
      <w:r w:rsidR="002933B5">
        <w:t>nuostatų patvirtinimo</w:t>
      </w:r>
      <w:r w:rsidR="00AE5D3C">
        <w:t xml:space="preserve">“ </w:t>
      </w:r>
      <w:r w:rsidR="007A49EC">
        <w:t xml:space="preserve">nuo </w:t>
      </w:r>
      <w:r w:rsidR="00AE5D3C">
        <w:t xml:space="preserve">naujų </w:t>
      </w:r>
      <w:r w:rsidR="00D24739">
        <w:t>N</w:t>
      </w:r>
      <w:r w:rsidR="00AE5D3C">
        <w:t xml:space="preserve">uostatų įregistravimo Juridinių asmenų registre dienos. </w:t>
      </w:r>
    </w:p>
    <w:p w:rsidR="005E3D5F" w:rsidRDefault="005E3D5F" w:rsidP="00B22384">
      <w:pPr>
        <w:ind w:firstLine="0"/>
      </w:pPr>
    </w:p>
    <w:p w:rsidR="005C5730" w:rsidRDefault="005C5730" w:rsidP="00B22384">
      <w:pPr>
        <w:ind w:firstLine="0"/>
      </w:pPr>
    </w:p>
    <w:p w:rsidR="003220FC" w:rsidRDefault="006048C6" w:rsidP="003220FC">
      <w:pPr>
        <w:tabs>
          <w:tab w:val="left" w:pos="7938"/>
        </w:tabs>
        <w:ind w:firstLine="0"/>
      </w:pPr>
      <w:r w:rsidRPr="00C85C49">
        <w:t>Savivaldybės meras</w:t>
      </w:r>
      <w:r w:rsidR="00F36905">
        <w:t xml:space="preserve"> </w:t>
      </w:r>
      <w:r w:rsidR="00C87A2D">
        <w:tab/>
      </w:r>
    </w:p>
    <w:p w:rsidR="00FD6BD5" w:rsidRDefault="00FD6BD5" w:rsidP="00FD6BD5">
      <w:pPr>
        <w:ind w:firstLine="0"/>
      </w:pPr>
    </w:p>
    <w:p w:rsidR="00FD6BD5" w:rsidRDefault="00FD6BD5"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B33FCB" w:rsidRDefault="00B33FCB" w:rsidP="00FD6BD5">
      <w:pPr>
        <w:ind w:firstLine="0"/>
      </w:pPr>
    </w:p>
    <w:p w:rsidR="00FD6BD5" w:rsidRDefault="00FD6BD5" w:rsidP="00FD6BD5">
      <w:pPr>
        <w:ind w:firstLine="0"/>
      </w:pPr>
      <w:r>
        <w:t>SUDERINTA:</w:t>
      </w:r>
    </w:p>
    <w:p w:rsidR="00FD6BD5" w:rsidRDefault="005038E7" w:rsidP="005038E7">
      <w:pPr>
        <w:ind w:firstLine="0"/>
      </w:pPr>
      <w:r>
        <w:t>Administracijos direktori</w:t>
      </w:r>
      <w:r w:rsidR="00FD6BD5">
        <w:t xml:space="preserve">us </w:t>
      </w:r>
      <w:r>
        <w:t>Mindaugas Kaunas</w:t>
      </w:r>
    </w:p>
    <w:p w:rsidR="00FD6BD5" w:rsidRDefault="00FD6BD5" w:rsidP="00FD6BD5">
      <w:pPr>
        <w:ind w:firstLine="0"/>
      </w:pPr>
      <w:r>
        <w:t>Protokolo skyriaus kalbos tvarkytoja Simona Grigalauskaitė</w:t>
      </w:r>
    </w:p>
    <w:p w:rsidR="00FD6BD5" w:rsidRPr="00213891" w:rsidRDefault="00FD6BD5" w:rsidP="00FD6BD5">
      <w:pPr>
        <w:rPr>
          <w:color w:val="000000"/>
        </w:rPr>
      </w:pPr>
    </w:p>
    <w:p w:rsidR="00FD6BD5" w:rsidRDefault="00FD6BD5" w:rsidP="00FD6BD5">
      <w:pPr>
        <w:ind w:firstLine="0"/>
      </w:pPr>
      <w:r>
        <w:t>Sprendimą rengė</w:t>
      </w:r>
    </w:p>
    <w:p w:rsidR="00FD6BD5" w:rsidRDefault="005038E7" w:rsidP="00FD6BD5">
      <w:pPr>
        <w:ind w:firstLine="0"/>
      </w:pPr>
      <w:r>
        <w:t>Juridinio ir personalo administravimo</w:t>
      </w:r>
      <w:r w:rsidR="00FD6BD5">
        <w:t xml:space="preserve"> skyriaus vedėjas </w:t>
      </w:r>
      <w:r>
        <w:t>Vytautas Tumas</w:t>
      </w:r>
    </w:p>
    <w:p w:rsidR="00794949" w:rsidRDefault="003220FC" w:rsidP="003220FC">
      <w:pPr>
        <w:tabs>
          <w:tab w:val="left" w:pos="7938"/>
        </w:tabs>
        <w:ind w:firstLine="0"/>
      </w:pPr>
      <w:r>
        <w:br w:type="page"/>
      </w:r>
    </w:p>
    <w:p w:rsidR="00EC0FB9" w:rsidRDefault="00EC0FB9" w:rsidP="00EC0FB9">
      <w:pPr>
        <w:tabs>
          <w:tab w:val="left" w:pos="2552"/>
        </w:tabs>
        <w:ind w:firstLine="6237"/>
        <w:rPr>
          <w:szCs w:val="24"/>
        </w:rPr>
      </w:pPr>
      <w:r>
        <w:rPr>
          <w:szCs w:val="24"/>
        </w:rPr>
        <w:lastRenderedPageBreak/>
        <w:t>PATVIRTINTA</w:t>
      </w:r>
    </w:p>
    <w:p w:rsidR="00EC0FB9" w:rsidRDefault="003220FC" w:rsidP="00EC0FB9">
      <w:pPr>
        <w:tabs>
          <w:tab w:val="left" w:pos="2552"/>
        </w:tabs>
        <w:ind w:firstLine="6237"/>
        <w:rPr>
          <w:szCs w:val="24"/>
        </w:rPr>
      </w:pPr>
      <w:r>
        <w:rPr>
          <w:szCs w:val="24"/>
        </w:rPr>
        <w:t>Plungės rajono</w:t>
      </w:r>
      <w:r w:rsidR="00EC0FB9">
        <w:rPr>
          <w:szCs w:val="24"/>
        </w:rPr>
        <w:t xml:space="preserve"> savivaldybės</w:t>
      </w:r>
    </w:p>
    <w:p w:rsidR="00EC0FB9" w:rsidRDefault="0079282F" w:rsidP="00EC0FB9">
      <w:pPr>
        <w:tabs>
          <w:tab w:val="left" w:pos="2552"/>
        </w:tabs>
        <w:ind w:firstLine="6237"/>
        <w:rPr>
          <w:szCs w:val="24"/>
        </w:rPr>
      </w:pPr>
      <w:r>
        <w:rPr>
          <w:szCs w:val="24"/>
        </w:rPr>
        <w:t>tarybos 2022</w:t>
      </w:r>
      <w:r w:rsidR="00EC0FB9">
        <w:rPr>
          <w:szCs w:val="24"/>
        </w:rPr>
        <w:t xml:space="preserve"> m. </w:t>
      </w:r>
      <w:r w:rsidR="00354550">
        <w:rPr>
          <w:szCs w:val="24"/>
        </w:rPr>
        <w:t xml:space="preserve">lapkričio </w:t>
      </w:r>
      <w:r w:rsidR="00710E25">
        <w:rPr>
          <w:szCs w:val="24"/>
        </w:rPr>
        <w:t>24</w:t>
      </w:r>
      <w:r w:rsidR="00EC0FB9">
        <w:rPr>
          <w:szCs w:val="24"/>
        </w:rPr>
        <w:t xml:space="preserve"> d.</w:t>
      </w:r>
    </w:p>
    <w:p w:rsidR="00EC0FB9" w:rsidRDefault="00EC0FB9" w:rsidP="00EC0FB9">
      <w:pPr>
        <w:tabs>
          <w:tab w:val="left" w:pos="2552"/>
        </w:tabs>
        <w:ind w:firstLine="6237"/>
        <w:rPr>
          <w:szCs w:val="24"/>
        </w:rPr>
      </w:pPr>
      <w:r>
        <w:rPr>
          <w:szCs w:val="24"/>
        </w:rPr>
        <w:t>sprendimu Nr.</w:t>
      </w:r>
      <w:r w:rsidR="003220FC">
        <w:rPr>
          <w:szCs w:val="24"/>
        </w:rPr>
        <w:t xml:space="preserve"> </w:t>
      </w:r>
      <w:r>
        <w:rPr>
          <w:szCs w:val="24"/>
        </w:rPr>
        <w:t>T1-</w:t>
      </w:r>
    </w:p>
    <w:p w:rsidR="00EC0FB9" w:rsidRDefault="00EC0FB9" w:rsidP="00BB35AD">
      <w:pPr>
        <w:widowControl w:val="0"/>
        <w:suppressAutoHyphens/>
        <w:jc w:val="center"/>
        <w:rPr>
          <w:rFonts w:eastAsia="Lucida Sans Unicode"/>
          <w:b/>
          <w:bCs/>
          <w:kern w:val="2"/>
          <w:szCs w:val="24"/>
          <w:lang w:eastAsia="lt-LT"/>
        </w:rPr>
      </w:pP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 xml:space="preserve">PLUNGĖS RAJONO SAVIVALDYBĖS PRIEŠGAISRINĖS APSAUGOS TARNYBOS </w:t>
      </w:r>
    </w:p>
    <w:p w:rsidR="00747B1F" w:rsidRPr="00D24739" w:rsidRDefault="00747B1F" w:rsidP="00747B1F">
      <w:pPr>
        <w:pStyle w:val="prastasistinklapis"/>
        <w:spacing w:before="0" w:beforeAutospacing="0" w:after="0" w:afterAutospacing="0"/>
        <w:jc w:val="center"/>
        <w:rPr>
          <w:b/>
          <w:lang w:val="lt-LT"/>
        </w:rPr>
      </w:pPr>
      <w:r w:rsidRPr="00D24739">
        <w:rPr>
          <w:rStyle w:val="Grietas"/>
          <w:lang w:val="lt-LT"/>
        </w:rPr>
        <w:t>NUOSTATAI</w:t>
      </w:r>
    </w:p>
    <w:p w:rsidR="00747B1F" w:rsidRPr="00D24739" w:rsidRDefault="00747B1F" w:rsidP="00747B1F">
      <w:pPr>
        <w:pStyle w:val="prastasistinklapis"/>
        <w:spacing w:before="0" w:beforeAutospacing="0" w:after="0" w:afterAutospacing="0"/>
        <w:jc w:val="center"/>
        <w:rPr>
          <w:rStyle w:val="Grietas"/>
          <w:lang w:val="lt-LT"/>
        </w:rPr>
      </w:pPr>
    </w:p>
    <w:p w:rsidR="00747B1F" w:rsidRPr="00D24739" w:rsidRDefault="00747B1F" w:rsidP="00747B1F">
      <w:pPr>
        <w:pStyle w:val="prastasistinklapis"/>
        <w:spacing w:before="0" w:beforeAutospacing="0" w:after="0" w:afterAutospacing="0"/>
        <w:jc w:val="center"/>
        <w:rPr>
          <w:lang w:val="lt-LT"/>
        </w:rPr>
      </w:pPr>
      <w:r w:rsidRPr="00D24739">
        <w:rPr>
          <w:rStyle w:val="Grietas"/>
          <w:lang w:val="lt-LT"/>
        </w:rPr>
        <w:t>I SKYRIUS</w:t>
      </w:r>
    </w:p>
    <w:p w:rsidR="00747B1F" w:rsidRPr="00D24739" w:rsidRDefault="00747B1F" w:rsidP="00747B1F">
      <w:pPr>
        <w:pStyle w:val="prastasistinklapis"/>
        <w:spacing w:before="0" w:beforeAutospacing="0" w:after="0" w:afterAutospacing="0"/>
        <w:jc w:val="center"/>
        <w:rPr>
          <w:rStyle w:val="Grietas"/>
          <w:lang w:val="lt-LT"/>
        </w:rPr>
      </w:pPr>
      <w:r w:rsidRPr="00D24739">
        <w:rPr>
          <w:rStyle w:val="Grietas"/>
          <w:lang w:val="lt-LT"/>
        </w:rPr>
        <w:t>BENDROSIOS NUOSTATOS</w:t>
      </w:r>
    </w:p>
    <w:p w:rsidR="00710E25" w:rsidRPr="00D24739" w:rsidRDefault="00710E25" w:rsidP="00747B1F">
      <w:pPr>
        <w:pStyle w:val="prastasistinklapis"/>
        <w:spacing w:before="0" w:beforeAutospacing="0" w:after="0" w:afterAutospacing="0"/>
        <w:jc w:val="center"/>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 Plungės rajono savivaldybės priešgaisrinės apsaugos tarnyba (toliau – Tarnyba) yra Plungės rajono savivaldybės biudžetinė įstaiga.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 Tarnyba yra nuolatinės parengties civilinės saugos ir gelbėjimo sistemos dalis, gesinanti gaisrus ir atliekanti pirminius žmonių ir turto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 </w:t>
      </w:r>
      <w:r>
        <w:rPr>
          <w:lang w:val="lt-LT"/>
        </w:rPr>
        <w:t xml:space="preserve">Tarnybos savininkas </w:t>
      </w:r>
      <w:r w:rsidR="00710E25">
        <w:rPr>
          <w:lang w:val="lt-LT"/>
        </w:rPr>
        <w:t>–</w:t>
      </w:r>
      <w:r>
        <w:rPr>
          <w:lang w:val="lt-LT"/>
        </w:rPr>
        <w:t xml:space="preserve"> Plungės rajono savivaldybė.</w:t>
      </w:r>
      <w:r w:rsidRPr="00B37639">
        <w:rPr>
          <w:lang w:val="lt-LT"/>
        </w:rPr>
        <w:t> Tarnybos savininko teises ir pareigas įgyvendinanti institucija – Plungės rajono savivaldybės taryba (toliau – Taryba), kuri: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3.1. steigia, reorganizuoja ir likviduoja Tarnybą;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3.2. tvirtina bendrą Tarnybos asignavimų sumą;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3.3. tvirtina, keičia ir papildo Tarnybos nuostatus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3.4. tvirtina Tarnybos struktūrą, pareigybių skaičių, nustato jų dislokacijos vietas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3.5. atsižvelgiant į turto likutinę vertę priima sprendimus dėl Tarnybos pripažinimo nereikalingu arba netinkamu naudoti </w:t>
      </w:r>
      <w:r w:rsidR="00710E25">
        <w:rPr>
          <w:lang w:val="lt-LT"/>
        </w:rPr>
        <w:t>S</w:t>
      </w:r>
      <w:r w:rsidRPr="00B37639">
        <w:rPr>
          <w:lang w:val="lt-LT"/>
        </w:rPr>
        <w:t>avivaldybės turto nurašymo ar realizavimo, gautų pajamų panaudojimo.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4. Tarnyba yra įstatymų ir kitų teisės aktų nustatyta tvarka įregistruotas viešasis juridinis asmuo, turintis savo balansą, sąskaitas Lietuvos Respublikoje registruotose bankuose, antspaudą.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5. Įstaigos buveinė: Vytauto g. 7-14, Plungės m., Plungės r. sav.</w:t>
      </w:r>
    </w:p>
    <w:p w:rsidR="00747B1F" w:rsidRPr="00B37639" w:rsidRDefault="00E97C40" w:rsidP="00696531">
      <w:pPr>
        <w:pStyle w:val="prastasistinklapis"/>
        <w:spacing w:before="0" w:beforeAutospacing="0" w:after="0" w:afterAutospacing="0"/>
        <w:ind w:firstLine="720"/>
        <w:jc w:val="both"/>
        <w:rPr>
          <w:lang w:val="lt-LT"/>
        </w:rPr>
      </w:pPr>
      <w:r>
        <w:rPr>
          <w:lang w:val="lt-LT"/>
        </w:rPr>
        <w:t>6. Tarnybą</w:t>
      </w:r>
      <w:r w:rsidR="00747B1F" w:rsidRPr="00B37639">
        <w:rPr>
          <w:lang w:val="lt-LT"/>
        </w:rPr>
        <w:t xml:space="preserve"> sudaro administracija ir šešios ugniagesių komandos: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6.1. Alsėdžių ugniagesių komanda, Platelių  g. 9</w:t>
      </w:r>
      <w:r w:rsidR="00710E25">
        <w:rPr>
          <w:lang w:val="lt-LT"/>
        </w:rPr>
        <w:t>B</w:t>
      </w:r>
      <w:r w:rsidRPr="00B37639">
        <w:rPr>
          <w:lang w:val="lt-LT"/>
        </w:rPr>
        <w:t>, Alsėdžiai,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6.2. Kulių ugniagesių komanda, Gaisrininkų g. 1, Kuliai,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6.3. Platelių ugniagesių </w:t>
      </w:r>
      <w:r w:rsidR="00D24739">
        <w:rPr>
          <w:lang w:val="lt-LT"/>
        </w:rPr>
        <w:t xml:space="preserve">komanda, Žemaitės g. 5, </w:t>
      </w:r>
      <w:r w:rsidRPr="00B37639">
        <w:rPr>
          <w:lang w:val="lt-LT"/>
        </w:rPr>
        <w:t>Plateliai,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6.4. Šateikių ugniagesių komanda, Dvaro g. 8, </w:t>
      </w:r>
      <w:proofErr w:type="spellStart"/>
      <w:r w:rsidRPr="00B37639">
        <w:rPr>
          <w:lang w:val="lt-LT"/>
        </w:rPr>
        <w:t>Šateikių</w:t>
      </w:r>
      <w:proofErr w:type="spellEnd"/>
      <w:r w:rsidRPr="00B37639">
        <w:rPr>
          <w:lang w:val="lt-LT"/>
        </w:rPr>
        <w:t xml:space="preserve"> k., Plungės r.;</w:t>
      </w:r>
    </w:p>
    <w:p w:rsidR="00747B1F" w:rsidRPr="00B37639" w:rsidRDefault="00E97C40" w:rsidP="00696531">
      <w:pPr>
        <w:pStyle w:val="prastasistinklapis"/>
        <w:spacing w:before="0" w:beforeAutospacing="0" w:after="0" w:afterAutospacing="0"/>
        <w:ind w:firstLine="720"/>
        <w:jc w:val="both"/>
        <w:rPr>
          <w:lang w:val="lt-LT"/>
        </w:rPr>
      </w:pPr>
      <w:r>
        <w:rPr>
          <w:lang w:val="lt-LT"/>
        </w:rPr>
        <w:t>6.5. Žemaičių</w:t>
      </w:r>
      <w:r w:rsidR="00747B1F" w:rsidRPr="00B37639">
        <w:rPr>
          <w:lang w:val="lt-LT"/>
        </w:rPr>
        <w:t xml:space="preserve"> Kalvarijos ugniagesių komanda, Vienuolyno </w:t>
      </w:r>
      <w:r>
        <w:rPr>
          <w:lang w:val="lt-LT"/>
        </w:rPr>
        <w:t xml:space="preserve">g. </w:t>
      </w:r>
      <w:r w:rsidR="00747B1F" w:rsidRPr="00B37639">
        <w:rPr>
          <w:lang w:val="lt-LT"/>
        </w:rPr>
        <w:t>5</w:t>
      </w:r>
      <w:r w:rsidR="00710E25">
        <w:rPr>
          <w:lang w:val="lt-LT"/>
        </w:rPr>
        <w:t>A</w:t>
      </w:r>
      <w:r>
        <w:rPr>
          <w:lang w:val="lt-LT"/>
        </w:rPr>
        <w:t>, Žemaičių</w:t>
      </w:r>
      <w:r w:rsidR="00747B1F" w:rsidRPr="00B37639">
        <w:rPr>
          <w:lang w:val="lt-LT"/>
        </w:rPr>
        <w:t xml:space="preserve"> Kalvarija, Plungės r.;</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6.6. Žlibinų ugniagesių komanda, Žemaitės g. 10, Žlibinai, Plungės r.</w:t>
      </w:r>
      <w:r w:rsidR="00E97C40">
        <w:rPr>
          <w:lang w:val="lt-LT"/>
        </w:rPr>
        <w:t>.</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VEIKLOS POBŪDIS IR TIKSLAI</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7. Tarnyb</w:t>
      </w:r>
      <w:r>
        <w:rPr>
          <w:lang w:val="lt-LT"/>
        </w:rPr>
        <w:t>os</w:t>
      </w:r>
      <w:r w:rsidRPr="00B37639">
        <w:rPr>
          <w:lang w:val="lt-LT"/>
        </w:rPr>
        <w:t xml:space="preserve"> veiklos tikslai yra išsaugoti žmonių gyvybę, sveikatą, turtą, apsaugoti aplinką nuo ekstremalių įvykių ir situacijų poveikio.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8. Tarnybos veikla pagal ekonominės veiklos rūšių klasifikatorių: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priešgaisrinių tarnybų veikla 84.25;</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kitas, niekur nepriskirtas, švietimas 85.59.</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 Tarnyba – tai nuolatinės parengties civilinės saugos ir gelbėjimo sistemos dalis, kurios uždaviniai yra: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9.1. gesinti gaisrus, gelbėti žmones ir turtą gaisro metu;</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9.2. vykdyti pirminius gelbėjimo darbus, kilus avarijoms, katastrofoms bei stichinėms nelaimėms;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9.3. teikti kitą neatidėliotiną pagalbą ekstremalių įvykių ir situacijų atvejais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 Įgyvendindama šiuos uždavinius</w:t>
      </w:r>
      <w:r w:rsidR="00710E25">
        <w:rPr>
          <w:lang w:val="lt-LT"/>
        </w:rPr>
        <w:t>,</w:t>
      </w:r>
      <w:r w:rsidRPr="00B37639">
        <w:rPr>
          <w:lang w:val="lt-LT"/>
        </w:rPr>
        <w:t xml:space="preserve"> Tarnyba atlieka šias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10.1. organizuoja gaisrų gesinimą, avarijų, katastrofų bei stichinių nelaimių padarinių likvidavimą;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10.2. atsako už Tarnybos padalinių kovinę parengtį, pavestų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10.3. organizuoja Tarnybos darbuotojų bei savanorių ugniagesių mokymą bei kvalifikacijos kėlimą;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10.4. kontroliuoja priešgaisrinių vandens šaltinių būklę bei privažiavimą prie jų, teikia nurodymus vandens telkinių savininkams nustatytiems trūkumams pašalinti;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10.5. organizuoja ir vykdo agitacines – informacines priemones priešgaisrine tematika, informuoja visuomenę apie gaisrų priežastis ir padarinius, teikia konsultacijas;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10.6 bendradarbiauja su Savivaldybės administracija, Klaipėdos apskrities priešgaisrine gelbėjimo valdyba, Klaipėdos apskrities priešgaisrinės gelbėjimo valdybos Plungės priešgaisrine gelbėjimo tarnyba, Klaipėdos apskrities vyriausiojo policijos komisariato Plungės rajono policijos komisariatu, dujų, elektros, vandens tiekimo tarnybomis gesinant gaisrus bei vykdant pirminius gelbėjimo darbus;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10.7. atlieka patikėjimo teise valdomų ir naudojamų pastatų remontą bei eksploatuoja juos ekonomiškai, panaudodama tam skirtas lėšas;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10.8 rūpinasi gaisrinės ir specialiosios technikos bei įrangos įsigijimu, eksploatacija, remontu, užtikrina pavaldžių padalinių ūkinę ir finansinę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10.9. atlieka savanorių ugniagesių veiklos organizatoriaus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 xml:space="preserve">10.10. atlieka kitas Lietuvos Respublikos įstatymais ir Plungės rajono savivaldybės </w:t>
      </w:r>
      <w:r w:rsidR="00D24739">
        <w:rPr>
          <w:lang w:val="lt-LT"/>
        </w:rPr>
        <w:t xml:space="preserve">tarybos </w:t>
      </w:r>
      <w:r w:rsidRPr="00B37639">
        <w:rPr>
          <w:lang w:val="lt-LT"/>
        </w:rPr>
        <w:t>sprendimais, Administracijos direktoriaus įsakymais priskirtas funkcijas.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TEISĖS IR PAREIGOS</w:t>
      </w:r>
    </w:p>
    <w:p w:rsidR="00710E25" w:rsidRDefault="00710E25"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 Tarnyba</w:t>
      </w:r>
      <w:r w:rsidR="00710E25">
        <w:rPr>
          <w:lang w:val="lt-LT"/>
        </w:rPr>
        <w:t>,</w:t>
      </w:r>
      <w:r w:rsidRPr="00B37639">
        <w:rPr>
          <w:lang w:val="lt-LT"/>
        </w:rPr>
        <w:t xml:space="preserve"> įgyvendindama jai pavestus uždavinius ir vykdydama savo funkcijas,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11.1. sudaryti komisijas, darbo grupes, pasitelkti kitų institucijų, įstaigų organizacijų atstovus ir specialistus. Rengti dokumentus projektams, sprendžiamoms problemoms nagrinėti;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11.2. dalyvauti pagal kompetenciją kitų institucijų ir įstaigų sudarytų komisijų ir darbo grupių veikloje;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11.3.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11.4. organizuoti seminarus ir konferencijas, dalyvauti renginiuose, rūpintis Tarnybos personalo tobulinimusi;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5</w:t>
      </w:r>
      <w:r w:rsidRPr="00B37639">
        <w:rPr>
          <w:lang w:val="lt-LT"/>
        </w:rPr>
        <w:t>. gauti iš kitų institucijų, įstaigų, organizacijų informaciją įstaigos kompetencijos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6</w:t>
      </w:r>
      <w:r w:rsidRPr="00B37639">
        <w:rPr>
          <w:lang w:val="lt-LT"/>
        </w:rPr>
        <w:t>. sudaryti sutartis, priimti įsipareigojimus ir juos vykdyti teisės aktų nustatyta tvarka, nagrinėti juridinių, fizinių asmenų pareiškimus, pasiūlymus, skundus ir pagal kompetenciją spręsti   keliamus klausimus</w:t>
      </w:r>
      <w:r w:rsidR="00710E25">
        <w:rPr>
          <w:lang w:val="lt-LT"/>
        </w:rPr>
        <w:t>;</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7</w:t>
      </w:r>
      <w:r w:rsidRPr="00B37639">
        <w:rPr>
          <w:lang w:val="lt-LT"/>
        </w:rPr>
        <w:t>. pasitelkti savanorius gaisrų gesinimui;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8</w:t>
      </w:r>
      <w:r w:rsidRPr="00B37639">
        <w:rPr>
          <w:lang w:val="lt-LT"/>
        </w:rPr>
        <w:t>. nustatyti savanoriškos veiklos atlikimo tikslus ir tvarką;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9</w:t>
      </w:r>
      <w:r w:rsidRPr="00B37639">
        <w:rPr>
          <w:lang w:val="lt-LT"/>
        </w:rPr>
        <w:t>. kompensuoti savanoriams su savanoriška veikla susijusiais išlaidas;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11.</w:t>
      </w:r>
      <w:r w:rsidR="00710E25">
        <w:rPr>
          <w:lang w:val="lt-LT"/>
        </w:rPr>
        <w:t>10</w:t>
      </w:r>
      <w:r w:rsidRPr="00B37639">
        <w:rPr>
          <w:lang w:val="lt-LT"/>
        </w:rPr>
        <w:t>. reikalauti, kad savanoris dalyvautų pasirengimo savanoriškai veiklai kursuose.</w:t>
      </w:r>
    </w:p>
    <w:p w:rsidR="00747B1F" w:rsidRPr="00B37639" w:rsidRDefault="00710E25" w:rsidP="00696531">
      <w:pPr>
        <w:pStyle w:val="prastasistinklapis"/>
        <w:spacing w:before="0" w:beforeAutospacing="0" w:after="0" w:afterAutospacing="0"/>
        <w:ind w:firstLine="720"/>
        <w:jc w:val="both"/>
        <w:rPr>
          <w:lang w:val="lt-LT"/>
        </w:rPr>
      </w:pPr>
      <w:r>
        <w:rPr>
          <w:lang w:val="lt-LT"/>
        </w:rPr>
        <w:t>12</w:t>
      </w:r>
      <w:r w:rsidR="00747B1F" w:rsidRPr="00B37639">
        <w:rPr>
          <w:lang w:val="lt-LT"/>
        </w:rPr>
        <w:t>. Savanoris turi teisę:</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.1. būti informuotas apie savanoriškos veiklos mastą ir apimtis, apie esančius ir galimus rizikos veiksnius sveikatai ir saugai,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.2. gauti savanoriškai veiklai atlikti reikalingas priemones, informaciją, mokymus, konsultacinę ir techninę pagalbą;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2</w:t>
      </w:r>
      <w:r w:rsidRPr="00B37639">
        <w:rPr>
          <w:lang w:val="lt-LT"/>
        </w:rPr>
        <w:t>.3. nutraukti savanorišką veiklą.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Tarnybos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.1. vykdyti nustatytas gaisrų gesinimo ir pirminių gelbėjimo darbų funkcijas;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.2. naudoti iš </w:t>
      </w:r>
      <w:r w:rsidR="00011D7E">
        <w:rPr>
          <w:lang w:val="lt-LT"/>
        </w:rPr>
        <w:t>S</w:t>
      </w:r>
      <w:r w:rsidRPr="00B37639">
        <w:rPr>
          <w:lang w:val="lt-LT"/>
        </w:rPr>
        <w:t>avivaldybės biudžeto gaunamas lėšas nuostatuose nurodytai veiklai;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.3. pagal kompetenciją organizuoti ir koordinuoti savo darbuotojų mokymą, žinių patikrinimą;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lastRenderedPageBreak/>
        <w:t>1</w:t>
      </w:r>
      <w:r w:rsidR="00710E25">
        <w:rPr>
          <w:lang w:val="lt-LT"/>
        </w:rPr>
        <w:t>3</w:t>
      </w:r>
      <w:r w:rsidRPr="00B37639">
        <w:rPr>
          <w:lang w:val="lt-LT"/>
        </w:rPr>
        <w:t>.4. informuoti savanorį apie savarankiškos veiklos pobūdį, jos eigą, esančius ir galimus rizikos veiksnius sveikatai ir saugai, kurie gali iškilti savanoriškos veiklos metu, ir apsisaugojimo nuo jų priemonių panaudojimą;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.5. suteikti savanoriui savanoriškai veiklai atlikti reikalingą informaciją, rengti mokymus, teikti konsultacinę ir techninę pagalbą ir aprūpinti jį reikalingomis priemonėmis;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710E25">
        <w:rPr>
          <w:lang w:val="lt-LT"/>
        </w:rPr>
        <w:t>3</w:t>
      </w:r>
      <w:r w:rsidRPr="00B37639">
        <w:rPr>
          <w:lang w:val="lt-LT"/>
        </w:rPr>
        <w:t xml:space="preserve">.6. organizuoti </w:t>
      </w:r>
      <w:r w:rsidR="00011D7E">
        <w:rPr>
          <w:lang w:val="lt-LT"/>
        </w:rPr>
        <w:t>S</w:t>
      </w:r>
      <w:r w:rsidRPr="00B37639">
        <w:rPr>
          <w:lang w:val="lt-LT"/>
        </w:rPr>
        <w:t>avivaldybės teritorijos gyventojų švietimą priešgaisrinės saugos klausimais.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 Savanorio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.1. laikytis su savanoriškos veiklos organizatoriumi aptartos savanoriškos veiklos atlikimo tvarkos;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.2. dalyvauti pasirengimo savanoriškai veiklai kursuose;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4</w:t>
      </w:r>
      <w:r w:rsidRPr="00B37639">
        <w:rPr>
          <w:lang w:val="lt-LT"/>
        </w:rPr>
        <w:t>.3. sąžiningai atlikti savanorišką veiklą.</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IV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DARBO ORGANIZAVIMAS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5</w:t>
      </w:r>
      <w:r w:rsidRPr="00B37639">
        <w:rPr>
          <w:lang w:val="lt-LT"/>
        </w:rPr>
        <w:t>. Tarnybai vadovauja viršininkas, kurį skiria ir atleidžia Savivaldybės meras įstatymų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6</w:t>
      </w:r>
      <w:r w:rsidRPr="00B37639">
        <w:rPr>
          <w:lang w:val="lt-LT"/>
        </w:rPr>
        <w:t>. Tarnyba dirba vadovaudamasi Lietuvos Respublikos įstatymais, Tarnybos nuostatais, Tarnybos viršininko įsakymais ir patvirtintomis veiklos tvarkomis.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 Tarnybos viršininko pareigos: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.1. atsako už Tarnybos padaliniams pavestų uždavinių įgyvendinimą bei funkcijų vykdymą;</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.2. pagal savo kompetenciją sudaro su padalinių darbuotojais darbo sutartis, o su savanoriais ugniagesiais savanoriškos veiklos sutartis, skiria į pareigas ir iš jų atleidžia įstatymu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.3. tvirtina Tarnybos struktūrą, darbuotojų pareigybių sąrašą neviršijant nustatyto didžiausio leistino pareigybės skaičiaus;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.4. teisės aktų nustatyta tvarka skatina ir skiria nuobaudas tarnybos darbuotojams;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.5. vadovaudamasis biudžetinių įstaigų ir organizacijų darbuotojų atlyginimus ir darbo apmokėjimo sąlygas reglamentuojančiais įstatymais, kitais teisės aktais, neviršydamas rajono savivaldybės tarybos patvirtinto mokos fondo, pagal kompetenciją nustato tarnybos darbuotojams pareiginius atlyginimus ir jų priedus;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.6. analizuoja ugniagesių komandų veiklą, numato priemones jai tobulinti;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.7. organizuoja ir atsako už tarnybinės veiklos kovinę parengtį ugniagesių komandose;</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7</w:t>
      </w:r>
      <w:r w:rsidRPr="00B37639">
        <w:rPr>
          <w:lang w:val="lt-LT"/>
        </w:rPr>
        <w:t>.8. vykdo kitus jam suteiktus įgaliojimus.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8</w:t>
      </w:r>
      <w:r w:rsidRPr="00B37639">
        <w:rPr>
          <w:lang w:val="lt-LT"/>
        </w:rPr>
        <w:t>. Nesant viršininko</w:t>
      </w:r>
      <w:r w:rsidR="00011D7E">
        <w:rPr>
          <w:lang w:val="lt-LT"/>
        </w:rPr>
        <w:t>,</w:t>
      </w:r>
      <w:r w:rsidRPr="00B37639">
        <w:rPr>
          <w:lang w:val="lt-LT"/>
        </w:rPr>
        <w:t xml:space="preserve"> tarnybos darbą organizuoja </w:t>
      </w:r>
      <w:r w:rsidR="00D24739">
        <w:rPr>
          <w:lang w:val="lt-LT"/>
        </w:rPr>
        <w:t xml:space="preserve">Savivaldybės </w:t>
      </w:r>
      <w:r w:rsidRPr="00B37639">
        <w:rPr>
          <w:lang w:val="lt-LT"/>
        </w:rPr>
        <w:t xml:space="preserve">mero potvarkiu paskirtas </w:t>
      </w:r>
      <w:r w:rsidR="00011D7E">
        <w:rPr>
          <w:lang w:val="lt-LT"/>
        </w:rPr>
        <w:t>T</w:t>
      </w:r>
      <w:r w:rsidRPr="00B37639">
        <w:rPr>
          <w:lang w:val="lt-LT"/>
        </w:rPr>
        <w:t>arnybos darbuotojas.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1</w:t>
      </w:r>
      <w:r w:rsidR="00011D7E">
        <w:rPr>
          <w:lang w:val="lt-LT"/>
        </w:rPr>
        <w:t>9</w:t>
      </w:r>
      <w:r w:rsidRPr="00B37639">
        <w:rPr>
          <w:lang w:val="lt-LT"/>
        </w:rPr>
        <w:t>. Tarnybos viršininkas atsako už buhalterinės apskaitos organizavimą, dokumentų saugojimą.</w:t>
      </w:r>
    </w:p>
    <w:p w:rsidR="00747B1F" w:rsidRPr="00B37639" w:rsidRDefault="00011D7E" w:rsidP="00696531">
      <w:pPr>
        <w:pStyle w:val="prastasistinklapis"/>
        <w:spacing w:before="0" w:beforeAutospacing="0" w:after="0" w:afterAutospacing="0"/>
        <w:ind w:firstLine="720"/>
        <w:jc w:val="both"/>
        <w:rPr>
          <w:lang w:val="lt-LT"/>
        </w:rPr>
      </w:pPr>
      <w:r>
        <w:rPr>
          <w:lang w:val="lt-LT"/>
        </w:rPr>
        <w:t>20</w:t>
      </w:r>
      <w:r w:rsidR="00747B1F" w:rsidRPr="00B37639">
        <w:rPr>
          <w:lang w:val="lt-LT"/>
        </w:rPr>
        <w:t xml:space="preserve">. Kitų Tarnybos darbuotojų funkcijos ir atsakomybė apibrėžtos pareigybės aprašymuose, o teisės ir pareigos – </w:t>
      </w:r>
      <w:r>
        <w:rPr>
          <w:lang w:val="lt-LT"/>
        </w:rPr>
        <w:t>T</w:t>
      </w:r>
      <w:r w:rsidR="00747B1F" w:rsidRPr="00B37639">
        <w:rPr>
          <w:lang w:val="lt-LT"/>
        </w:rPr>
        <w:t>arnybos darbo tvarkos taisyklėse.</w:t>
      </w:r>
    </w:p>
    <w:p w:rsidR="00747B1F" w:rsidRPr="00B37639" w:rsidRDefault="00011D7E" w:rsidP="00696531">
      <w:pPr>
        <w:pStyle w:val="prastasistinklapis"/>
        <w:spacing w:before="0" w:beforeAutospacing="0" w:after="0" w:afterAutospacing="0"/>
        <w:ind w:firstLine="720"/>
        <w:jc w:val="both"/>
        <w:rPr>
          <w:lang w:val="lt-LT"/>
        </w:rPr>
      </w:pPr>
      <w:r>
        <w:rPr>
          <w:lang w:val="lt-LT"/>
        </w:rPr>
        <w:t>21</w:t>
      </w:r>
      <w:r w:rsidR="00747B1F" w:rsidRPr="00B37639">
        <w:rPr>
          <w:lang w:val="lt-LT"/>
        </w:rPr>
        <w:t xml:space="preserve">. Tarnybos darbuotojai, be Tarnybos darbo tvarkos taisyklių, </w:t>
      </w:r>
      <w:r>
        <w:rPr>
          <w:lang w:val="lt-LT"/>
        </w:rPr>
        <w:t>t</w:t>
      </w:r>
      <w:r w:rsidR="00747B1F" w:rsidRPr="00B37639">
        <w:rPr>
          <w:lang w:val="lt-LT"/>
        </w:rPr>
        <w:t>arnyboje vadovaujasi Priešgaisrinės apsaugos ir gelbėjimo departamento prie Lietuvos Respublikos vidaus reikalų ministerijos ir kitų valdžios institucijų įsakymais, nurodymais, nuostatais ir kitais teisės aktais, reglamentuojančiais darbuotojų pasirengimą ir ekstremalių įvykių padarinių likvidavimo darbus bei jų atlikimo eigą.</w:t>
      </w:r>
    </w:p>
    <w:p w:rsidR="00210A72" w:rsidRDefault="00210A72"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PRIĖMIMAS Į DARBĄ IR DARBO APMOKĖJIMAS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2</w:t>
      </w:r>
      <w:r w:rsidRPr="00B37639">
        <w:rPr>
          <w:lang w:val="lt-LT"/>
        </w:rPr>
        <w:t>. Tarnyboje dirbančių darbuotojų priėmimo į pareigas, darbo užmokesčio jiems mokėjimo tvarką ir sąlygas nustato Lietuvos Respublikos</w:t>
      </w:r>
      <w:r w:rsidRPr="00B37639">
        <w:rPr>
          <w:color w:val="FF0000"/>
          <w:lang w:val="lt-LT"/>
        </w:rPr>
        <w:t xml:space="preserve"> </w:t>
      </w:r>
      <w:r w:rsidRPr="00B37639">
        <w:rPr>
          <w:lang w:val="lt-LT"/>
        </w:rPr>
        <w:t xml:space="preserve">darbo kodeksas, kiti įstatymai ir teisės aktai, o </w:t>
      </w:r>
      <w:r w:rsidRPr="00B37639">
        <w:rPr>
          <w:lang w:val="lt-LT"/>
        </w:rPr>
        <w:lastRenderedPageBreak/>
        <w:t>savanoriams  savanoriškos veiklos išlaidų kompensavimo sąlygas ir tvarką nustato Lietuvos Respublikos socialinės apsaugos ir darbo ministras.</w:t>
      </w:r>
    </w:p>
    <w:p w:rsidR="00C63728" w:rsidRDefault="00C63728"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TURTAS, LĖŠŲ ŠALTINIAI IR JŲ NAUDOJIMO TVARKA</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3</w:t>
      </w:r>
      <w:r w:rsidRPr="00B37639">
        <w:rPr>
          <w:lang w:val="lt-LT"/>
        </w:rPr>
        <w:t xml:space="preserve">. Tarnybos </w:t>
      </w:r>
      <w:r w:rsidRPr="00B37639">
        <w:rPr>
          <w:color w:val="FF0000"/>
          <w:lang w:val="lt-LT"/>
        </w:rPr>
        <w:t xml:space="preserve"> </w:t>
      </w:r>
      <w:r w:rsidRPr="00B37639">
        <w:rPr>
          <w:lang w:val="lt-LT"/>
        </w:rPr>
        <w:t>turtą, kur</w:t>
      </w:r>
      <w:r w:rsidR="00011D7E">
        <w:rPr>
          <w:lang w:val="lt-LT"/>
        </w:rPr>
        <w:t>į</w:t>
      </w:r>
      <w:r w:rsidRPr="00B37639">
        <w:rPr>
          <w:lang w:val="lt-LT"/>
        </w:rPr>
        <w:t xml:space="preserve"> ji valdo, naudoja ir disponuoja juo patikėjimo teise</w:t>
      </w:r>
      <w:r w:rsidR="00011D7E">
        <w:rPr>
          <w:lang w:val="lt-LT"/>
        </w:rPr>
        <w:t>.</w:t>
      </w:r>
      <w:r w:rsidRPr="00B37639">
        <w:rPr>
          <w:lang w:val="lt-LT"/>
        </w:rPr>
        <w:t xml:space="preserve"> Sudaro ilgalaikis, trumpalaikis turtas bei atsargos, įgytos iš </w:t>
      </w:r>
      <w:r w:rsidR="00011D7E">
        <w:rPr>
          <w:lang w:val="lt-LT"/>
        </w:rPr>
        <w:t>S</w:t>
      </w:r>
      <w:r w:rsidRPr="00B37639">
        <w:rPr>
          <w:lang w:val="lt-LT"/>
        </w:rPr>
        <w:t>avivaldybės biudžeto skirtų asignavimų.</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4</w:t>
      </w:r>
      <w:r w:rsidRPr="00B37639">
        <w:rPr>
          <w:lang w:val="lt-LT"/>
        </w:rPr>
        <w:t>. Tarnybos turtas negali būti parduotas, kitaip perleistas, įkeistas. Juo negalima laiduoti ar garantuoti kitų subjektų prievolės vykdymo.</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5</w:t>
      </w:r>
      <w:r w:rsidRPr="00B37639">
        <w:rPr>
          <w:lang w:val="lt-LT"/>
        </w:rPr>
        <w:t>. Netinkamas naudoti turtas nurašomas Lietuvos Respublikos valstybės ir savivaldybių turto valdymo, naudojimo ir disponavimo juo įstatymo nustatyta tvarka.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Tarnybos lėšų šaltiniai: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.1. valstybės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 xml:space="preserve">.2. </w:t>
      </w:r>
      <w:r w:rsidR="00011D7E">
        <w:rPr>
          <w:lang w:val="lt-LT"/>
        </w:rPr>
        <w:t>S</w:t>
      </w:r>
      <w:r w:rsidRPr="00B37639">
        <w:rPr>
          <w:lang w:val="lt-LT"/>
        </w:rPr>
        <w:t>avivaldybės biudžeto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.3. lėšos, gaunamos kaip parama, dovana;</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.4. pajamos gautos už teikiamas mokamas paslaugas;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6</w:t>
      </w:r>
      <w:r w:rsidRPr="00B37639">
        <w:rPr>
          <w:lang w:val="lt-LT"/>
        </w:rPr>
        <w:t>.5. kitos teisėtai įgytos lėšos.</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7</w:t>
      </w:r>
      <w:r w:rsidRPr="00B37639">
        <w:rPr>
          <w:lang w:val="lt-LT"/>
        </w:rPr>
        <w:t>. Tarnybos biudžetinės ir nebiudžetinės lėšos gali būti naudojamos tik šiuose nuostatuose numatytai veiklai vykdyti.</w:t>
      </w: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8</w:t>
      </w:r>
      <w:r w:rsidRPr="00B37639">
        <w:rPr>
          <w:lang w:val="lt-LT"/>
        </w:rPr>
        <w:t>. Tarnybos buhalterinė apskaita ir atskaitomybė tvarkoma teisės aktuose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TARNYBOS VEIKLOS KONTROLĖ</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2</w:t>
      </w:r>
      <w:r w:rsidR="00011D7E">
        <w:rPr>
          <w:lang w:val="lt-LT"/>
        </w:rPr>
        <w:t>9</w:t>
      </w:r>
      <w:r w:rsidRPr="00B37639">
        <w:rPr>
          <w:lang w:val="lt-LT"/>
        </w:rPr>
        <w:t>. Tarnybos veiklos kontrolę atlieka savininkas ir kitos institucijos įstatymų nustatyta tvarka.</w:t>
      </w:r>
    </w:p>
    <w:p w:rsidR="00747B1F" w:rsidRPr="00B37639" w:rsidRDefault="00011D7E" w:rsidP="00696531">
      <w:pPr>
        <w:pStyle w:val="prastasistinklapis"/>
        <w:spacing w:before="0" w:beforeAutospacing="0" w:after="0" w:afterAutospacing="0"/>
        <w:ind w:firstLine="720"/>
        <w:jc w:val="both"/>
        <w:rPr>
          <w:lang w:val="lt-LT"/>
        </w:rPr>
      </w:pPr>
      <w:r>
        <w:rPr>
          <w:lang w:val="lt-LT"/>
        </w:rPr>
        <w:t>30</w:t>
      </w:r>
      <w:r w:rsidR="00747B1F" w:rsidRPr="00B37639">
        <w:rPr>
          <w:lang w:val="lt-LT"/>
        </w:rPr>
        <w:t>. Tarnybos finansinės veiklos kontrolė atliekama įstatymų ir kitų teisės aktų nustatyta tvarka. Tarnybos viršininkas yra atsakingas už finansų kontrolės diegimą Įstaigoje, už tinkamų sąlygų sudarymą finansų kontrolei vykdyti ir darbuotojų, atliekančių šiose taisyklėse nurodytas funkcijas, kvalifikacijos lygį.</w:t>
      </w:r>
    </w:p>
    <w:p w:rsidR="00747B1F" w:rsidRPr="00B37639" w:rsidRDefault="00011D7E" w:rsidP="00696531">
      <w:pPr>
        <w:pStyle w:val="prastasistinklapis"/>
        <w:spacing w:before="0" w:beforeAutospacing="0" w:after="0" w:afterAutospacing="0"/>
        <w:ind w:firstLine="720"/>
        <w:jc w:val="both"/>
        <w:rPr>
          <w:lang w:val="lt-LT"/>
        </w:rPr>
      </w:pPr>
      <w:r>
        <w:rPr>
          <w:lang w:val="lt-LT"/>
        </w:rPr>
        <w:t>31</w:t>
      </w:r>
      <w:r w:rsidR="00747B1F" w:rsidRPr="00B37639">
        <w:rPr>
          <w:lang w:val="lt-LT"/>
        </w:rPr>
        <w:t xml:space="preserve">. Tarnybos viršininkas privalo pateikti savininkui, valstybės ir </w:t>
      </w:r>
      <w:r>
        <w:rPr>
          <w:lang w:val="lt-LT"/>
        </w:rPr>
        <w:t>S</w:t>
      </w:r>
      <w:r w:rsidR="00747B1F" w:rsidRPr="00B37639">
        <w:rPr>
          <w:lang w:val="lt-LT"/>
        </w:rPr>
        <w:t>avivaldybės kontrolės institucijoms jų reikalaujamus su įstaigos veikla susijusius dokumentus.</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VIII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REORGANIZAVIMAS IR LIKVIDAVIMAS</w:t>
      </w:r>
    </w:p>
    <w:p w:rsidR="00011D7E" w:rsidRDefault="00011D7E" w:rsidP="00696531">
      <w:pPr>
        <w:pStyle w:val="prastasistinklapis"/>
        <w:spacing w:before="0" w:beforeAutospacing="0" w:after="0" w:afterAutospacing="0"/>
        <w:ind w:firstLine="720"/>
        <w:jc w:val="both"/>
        <w:rPr>
          <w:lang w:val="lt-LT"/>
        </w:rPr>
      </w:pPr>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2</w:t>
      </w:r>
      <w:r w:rsidRPr="00B37639">
        <w:rPr>
          <w:lang w:val="lt-LT"/>
        </w:rPr>
        <w:t>. Tarnybą reorganizuojama ir likviduojama Lietuvos Respublikos įstatymų ir kitų teisės aktų nustatyta tvarka.</w:t>
      </w:r>
    </w:p>
    <w:p w:rsidR="00747B1F" w:rsidRDefault="00747B1F" w:rsidP="00696531">
      <w:pPr>
        <w:pStyle w:val="prastasistinklapis"/>
        <w:spacing w:before="0" w:beforeAutospacing="0" w:after="0" w:afterAutospacing="0"/>
        <w:ind w:firstLine="720"/>
        <w:jc w:val="both"/>
        <w:rPr>
          <w:rStyle w:val="Grietas"/>
          <w:rFonts w:eastAsia="Arial Unicode MS" w:cs="Arial Unicode MS"/>
          <w:color w:val="000000"/>
          <w:sz w:val="22"/>
          <w:szCs w:val="22"/>
          <w:u w:color="000000"/>
          <w:bdr w:val="nil"/>
          <w:lang w:val="lt-LT"/>
          <w14:textOutline w14:w="0" w14:cap="flat" w14:cmpd="sng" w14:algn="ctr">
            <w14:noFill/>
            <w14:prstDash w14:val="solid"/>
            <w14:bevel/>
          </w14:textOutline>
        </w:rPr>
      </w:pP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IX SKYRIUS</w:t>
      </w:r>
    </w:p>
    <w:p w:rsidR="00747B1F" w:rsidRPr="00B37639" w:rsidRDefault="00747B1F" w:rsidP="00210A72">
      <w:pPr>
        <w:pStyle w:val="prastasistinklapis"/>
        <w:spacing w:before="0" w:beforeAutospacing="0" w:after="0" w:afterAutospacing="0"/>
        <w:jc w:val="center"/>
        <w:rPr>
          <w:lang w:val="lt-LT"/>
        </w:rPr>
      </w:pPr>
      <w:r w:rsidRPr="00B37639">
        <w:rPr>
          <w:rStyle w:val="Grietas"/>
          <w:lang w:val="lt-LT"/>
        </w:rPr>
        <w:t>BAIGIAMOSIOS NUOSTATOS</w:t>
      </w:r>
    </w:p>
    <w:p w:rsidR="00011D7E" w:rsidRDefault="00011D7E" w:rsidP="00696531">
      <w:pPr>
        <w:pStyle w:val="prastasistinklapis"/>
        <w:spacing w:before="0" w:beforeAutospacing="0" w:after="0" w:afterAutospacing="0"/>
        <w:ind w:firstLine="720"/>
        <w:jc w:val="both"/>
        <w:rPr>
          <w:lang w:val="lt-LT"/>
        </w:rPr>
      </w:pPr>
    </w:p>
    <w:p w:rsidR="00D24739" w:rsidRDefault="00747B1F" w:rsidP="00D24739">
      <w:r w:rsidRPr="00B37639">
        <w:t>3</w:t>
      </w:r>
      <w:r w:rsidR="00011D7E">
        <w:t>3</w:t>
      </w:r>
      <w:r w:rsidRPr="00B37639">
        <w:t xml:space="preserve">. Tarnybos vieši pranešimai skelbiami interneto svetainėje </w:t>
      </w:r>
      <w:hyperlink r:id="rId8" w:history="1">
        <w:r w:rsidR="00D24739">
          <w:rPr>
            <w:rStyle w:val="Hipersaitas"/>
          </w:rPr>
          <w:t>https://prspat.lrv.lt/</w:t>
        </w:r>
      </w:hyperlink>
    </w:p>
    <w:p w:rsidR="00747B1F" w:rsidRPr="00B37639" w:rsidRDefault="00747B1F" w:rsidP="00696531">
      <w:pPr>
        <w:pStyle w:val="prastasistinklapis"/>
        <w:spacing w:before="0" w:beforeAutospacing="0" w:after="0" w:afterAutospacing="0"/>
        <w:ind w:firstLine="720"/>
        <w:jc w:val="both"/>
        <w:rPr>
          <w:lang w:val="lt-LT"/>
        </w:rPr>
      </w:pPr>
      <w:r w:rsidRPr="00B37639">
        <w:rPr>
          <w:lang w:val="lt-LT"/>
        </w:rPr>
        <w:t>3</w:t>
      </w:r>
      <w:r w:rsidR="00011D7E">
        <w:rPr>
          <w:lang w:val="lt-LT"/>
        </w:rPr>
        <w:t>4</w:t>
      </w:r>
      <w:r w:rsidRPr="00B37639">
        <w:rPr>
          <w:lang w:val="lt-LT"/>
        </w:rPr>
        <w:t>. Šiuos nuostatus keičia Savivaldybės taryba teisės aktų nustatyta tvarka.</w:t>
      </w:r>
    </w:p>
    <w:p w:rsidR="00354550" w:rsidRDefault="00354550" w:rsidP="00384117">
      <w:pPr>
        <w:ind w:firstLine="709"/>
        <w:jc w:val="center"/>
        <w:rPr>
          <w:color w:val="000000"/>
          <w:szCs w:val="24"/>
          <w:lang w:val="pt-BR"/>
        </w:rPr>
      </w:pPr>
    </w:p>
    <w:p w:rsidR="00384117" w:rsidRPr="008476F2" w:rsidRDefault="00384117" w:rsidP="00384117">
      <w:pPr>
        <w:ind w:firstLine="709"/>
        <w:jc w:val="center"/>
        <w:rPr>
          <w:color w:val="000000"/>
          <w:szCs w:val="24"/>
          <w:lang w:val="pt-BR"/>
        </w:rPr>
      </w:pPr>
      <w:r w:rsidRPr="008476F2">
        <w:rPr>
          <w:color w:val="000000"/>
          <w:szCs w:val="24"/>
          <w:lang w:val="pt-BR"/>
        </w:rPr>
        <w:t>______________________</w:t>
      </w:r>
    </w:p>
    <w:p w:rsidR="00BB35AD" w:rsidRDefault="00BB35AD" w:rsidP="003177FD">
      <w:pPr>
        <w:widowControl w:val="0"/>
        <w:suppressAutoHyphens/>
        <w:ind w:firstLine="0"/>
        <w:jc w:val="center"/>
      </w:pPr>
    </w:p>
    <w:p w:rsidR="00210A72" w:rsidRDefault="00210A72">
      <w:pPr>
        <w:ind w:firstLine="0"/>
        <w:jc w:val="left"/>
        <w:rPr>
          <w:rFonts w:eastAsia="Batang"/>
          <w:b/>
          <w:bCs/>
        </w:rPr>
      </w:pPr>
      <w:r>
        <w:rPr>
          <w:rFonts w:eastAsia="Batang"/>
          <w:b/>
          <w:bCs/>
        </w:rPr>
        <w:br w:type="page"/>
      </w:r>
    </w:p>
    <w:p w:rsidR="00FE6FB2" w:rsidRPr="00420347" w:rsidRDefault="00C63728" w:rsidP="00D24739">
      <w:pPr>
        <w:ind w:firstLine="0"/>
        <w:jc w:val="center"/>
        <w:rPr>
          <w:rFonts w:eastAsia="Batang"/>
          <w:b/>
          <w:bCs/>
        </w:rPr>
      </w:pPr>
      <w:bookmarkStart w:id="0" w:name="_GoBack"/>
      <w:bookmarkEnd w:id="0"/>
      <w:r>
        <w:rPr>
          <w:rFonts w:eastAsia="Batang"/>
          <w:b/>
          <w:bCs/>
        </w:rPr>
        <w:lastRenderedPageBreak/>
        <w:t>JURIDINIS IR PERSONALO ADMINISTRAVIMO</w:t>
      </w:r>
      <w:r w:rsidR="00FE6FB2" w:rsidRPr="00420347">
        <w:rPr>
          <w:rFonts w:eastAsia="Batang"/>
          <w:b/>
          <w:bCs/>
        </w:rPr>
        <w:t xml:space="preserve"> SKYRIUS</w:t>
      </w:r>
    </w:p>
    <w:p w:rsidR="00FE6FB2" w:rsidRDefault="00FE6FB2" w:rsidP="00D24739">
      <w:pPr>
        <w:ind w:firstLine="0"/>
        <w:jc w:val="center"/>
        <w:rPr>
          <w:b/>
        </w:rPr>
      </w:pPr>
    </w:p>
    <w:p w:rsidR="00E3247E" w:rsidRDefault="00FE6FB2" w:rsidP="00D24739">
      <w:pPr>
        <w:ind w:firstLine="0"/>
        <w:jc w:val="center"/>
        <w:rPr>
          <w:b/>
        </w:rPr>
      </w:pPr>
      <w:r>
        <w:rPr>
          <w:b/>
        </w:rPr>
        <w:t xml:space="preserve">AIŠKINAMASIS RAŠTAS </w:t>
      </w:r>
    </w:p>
    <w:p w:rsidR="00FE6FB2" w:rsidRDefault="00FE6FB2" w:rsidP="00D24739">
      <w:pPr>
        <w:ind w:firstLine="0"/>
        <w:jc w:val="center"/>
        <w:rPr>
          <w:b/>
        </w:rPr>
      </w:pPr>
      <w:r>
        <w:rPr>
          <w:b/>
        </w:rPr>
        <w:t xml:space="preserve">PRIE </w:t>
      </w:r>
      <w:r w:rsidR="00E3247E">
        <w:rPr>
          <w:b/>
        </w:rPr>
        <w:t xml:space="preserve">SAVIVALDYBĖS TARYBOS </w:t>
      </w:r>
      <w:r>
        <w:rPr>
          <w:b/>
        </w:rPr>
        <w:t>SPRENDIMO PROJEKTO</w:t>
      </w:r>
      <w:r w:rsidR="00E3247E" w:rsidRPr="00E3247E">
        <w:rPr>
          <w:b/>
        </w:rPr>
        <w:t xml:space="preserve"> </w:t>
      </w:r>
    </w:p>
    <w:p w:rsidR="00FE6FB2" w:rsidRPr="00222208" w:rsidRDefault="00FE6FB2" w:rsidP="00D24739">
      <w:pPr>
        <w:ind w:firstLine="0"/>
        <w:jc w:val="center"/>
        <w:rPr>
          <w:b/>
          <w:bCs/>
          <w:caps/>
          <w:szCs w:val="24"/>
        </w:rPr>
      </w:pPr>
      <w:r w:rsidRPr="00FE6FB2">
        <w:rPr>
          <w:b/>
          <w:bCs/>
          <w:caps/>
          <w:szCs w:val="24"/>
        </w:rPr>
        <w:t>„</w:t>
      </w:r>
      <w:r w:rsidR="00C63728" w:rsidRPr="00C63728">
        <w:rPr>
          <w:b/>
          <w:bCs/>
          <w:caps/>
          <w:szCs w:val="24"/>
        </w:rPr>
        <w:t>DĖL PLUNGĖS RAJONO SAVIVALDYBĖS PRIEŠGAISRINĖS APSAUGOS TARNYBOS NUOSTATŲ PATVIRTINIMO</w:t>
      </w:r>
      <w:r w:rsidRPr="00FE6FB2">
        <w:rPr>
          <w:b/>
          <w:bCs/>
          <w:caps/>
          <w:szCs w:val="24"/>
        </w:rPr>
        <w:t>“</w:t>
      </w:r>
    </w:p>
    <w:p w:rsidR="00FE6FB2" w:rsidRPr="00F948B6" w:rsidRDefault="00FE6FB2" w:rsidP="00D24739">
      <w:pPr>
        <w:ind w:firstLine="0"/>
        <w:jc w:val="center"/>
        <w:rPr>
          <w:caps/>
        </w:rPr>
      </w:pPr>
    </w:p>
    <w:p w:rsidR="00FE6FB2" w:rsidRDefault="00FE6FB2" w:rsidP="00D24739">
      <w:pPr>
        <w:ind w:firstLine="0"/>
        <w:jc w:val="center"/>
      </w:pPr>
      <w:r>
        <w:rPr>
          <w:caps/>
        </w:rPr>
        <w:t xml:space="preserve">2022 </w:t>
      </w:r>
      <w:r>
        <w:t xml:space="preserve">m. </w:t>
      </w:r>
      <w:r w:rsidR="00C63728">
        <w:t>lapkričio 9</w:t>
      </w:r>
      <w:r>
        <w:t xml:space="preserve"> d.</w:t>
      </w:r>
    </w:p>
    <w:p w:rsidR="00FE6FB2" w:rsidRPr="00F948B6" w:rsidRDefault="00FE6FB2" w:rsidP="00D24739">
      <w:pPr>
        <w:ind w:firstLine="0"/>
        <w:jc w:val="center"/>
      </w:pPr>
      <w:r>
        <w:t>Plungė</w:t>
      </w:r>
    </w:p>
    <w:p w:rsidR="00FE6FB2" w:rsidRDefault="00FE6FB2" w:rsidP="00FE6FB2">
      <w:pPr>
        <w:rPr>
          <w:caps/>
        </w:rPr>
      </w:pPr>
    </w:p>
    <w:p w:rsidR="00FE6FB2" w:rsidRDefault="00FE6FB2" w:rsidP="00FE6FB2">
      <w:r w:rsidRPr="00C9734D">
        <w:rPr>
          <w:rFonts w:eastAsia="Lucida Sans Unicode"/>
          <w:b/>
          <w:kern w:val="2"/>
        </w:rPr>
        <w:t xml:space="preserve">1. </w:t>
      </w:r>
      <w:r>
        <w:rPr>
          <w:b/>
        </w:rPr>
        <w:t>Parengto teisės akto projekto tikslai, uždaviniai, problemos esmė</w:t>
      </w:r>
      <w:r w:rsidR="00E3247E">
        <w:rPr>
          <w:b/>
        </w:rPr>
        <w:t>.</w:t>
      </w:r>
      <w:r>
        <w:rPr>
          <w:b/>
        </w:rPr>
        <w:t xml:space="preserve"> </w:t>
      </w:r>
      <w:r w:rsidR="00E3247E">
        <w:t>P</w:t>
      </w:r>
      <w:r>
        <w:t xml:space="preserve">atvirtinti Plungės </w:t>
      </w:r>
      <w:r w:rsidR="00222208" w:rsidRPr="00222208">
        <w:t xml:space="preserve">rajono savivaldybės priešgaisrinės apsaugos tarnybos </w:t>
      </w:r>
      <w:r>
        <w:t>nuostatus.</w:t>
      </w:r>
    </w:p>
    <w:p w:rsidR="00FE6FB2" w:rsidRPr="00C45BDE" w:rsidRDefault="00FE6FB2" w:rsidP="00FE6FB2">
      <w:pPr>
        <w:rPr>
          <w:b/>
        </w:rPr>
      </w:pPr>
      <w:r w:rsidRPr="00C9734D">
        <w:rPr>
          <w:rFonts w:eastAsia="Lucida Sans Unicode"/>
          <w:b/>
          <w:kern w:val="2"/>
        </w:rPr>
        <w:t xml:space="preserve">2. </w:t>
      </w:r>
      <w:r>
        <w:rPr>
          <w:b/>
        </w:rPr>
        <w:t>Kaip šiuo metu yra sprendžiami projekte aptarti klausimai.</w:t>
      </w:r>
      <w:r w:rsidR="00E3247E">
        <w:rPr>
          <w:rFonts w:eastAsia="Lucida Sans Unicode"/>
          <w:b/>
          <w:kern w:val="2"/>
        </w:rPr>
        <w:t xml:space="preserve"> </w:t>
      </w:r>
      <w:r w:rsidR="00222208">
        <w:rPr>
          <w:rFonts w:eastAsia="Lucida Sans Unicode"/>
          <w:kern w:val="2"/>
        </w:rPr>
        <w:t>Galiojantys tarnybos nuostatai patvirtinti Plungės rajono savivaldybės tarybos 2015 m. gruodžio 3 d. sprendimu Nr. T1-317.</w:t>
      </w:r>
    </w:p>
    <w:p w:rsidR="00FE6FB2" w:rsidRDefault="00FE6FB2" w:rsidP="00FE6FB2">
      <w:pPr>
        <w:rPr>
          <w:b/>
        </w:rPr>
      </w:pPr>
      <w:r>
        <w:rPr>
          <w:b/>
        </w:rPr>
        <w:t xml:space="preserve">3. Kodėl būtina priimti sprendimą, kokių pozityvių rezultatų laukiama. </w:t>
      </w:r>
      <w:r w:rsidR="00C63728">
        <w:t>Pasikeitus tarnybos buveinės adresui</w:t>
      </w:r>
      <w:r w:rsidR="00222208">
        <w:t>.</w:t>
      </w:r>
    </w:p>
    <w:p w:rsidR="00FE6FB2" w:rsidRPr="005038E7" w:rsidRDefault="00FE6FB2" w:rsidP="00FE6FB2">
      <w:r>
        <w:rPr>
          <w:b/>
        </w:rPr>
        <w:t xml:space="preserve">4. Siūlomos teisinio reguliavimo nuostatos. </w:t>
      </w:r>
      <w:r w:rsidR="00222208" w:rsidRPr="005038E7">
        <w:t xml:space="preserve">Patvirtinti naujos redakcijos </w:t>
      </w:r>
      <w:r w:rsidR="005038E7" w:rsidRPr="005038E7">
        <w:t>tarnybos nuostatus.</w:t>
      </w:r>
    </w:p>
    <w:p w:rsidR="00FE6FB2" w:rsidRDefault="00FE6FB2" w:rsidP="00FE6FB2">
      <w:r>
        <w:rPr>
          <w:b/>
        </w:rPr>
        <w:t>5. Pateikti skaičiavimus, išlaidų sąmatas, nurodyti finansavimo šaltinius.</w:t>
      </w:r>
      <w:r w:rsidR="00E3247E">
        <w:rPr>
          <w:b/>
        </w:rPr>
        <w:t xml:space="preserve"> </w:t>
      </w:r>
      <w:r w:rsidR="00E3247E" w:rsidRPr="0073592A">
        <w:t>Nėra.</w:t>
      </w:r>
    </w:p>
    <w:p w:rsidR="00FE2452" w:rsidRDefault="00FE6FB2" w:rsidP="00FE6FB2">
      <w:r>
        <w:rPr>
          <w:b/>
        </w:rPr>
        <w:t xml:space="preserve">6. Nurodyti, kokius galiojančius aktus reikėtų pakeisti ar pripažinti netekusiais galios, priėmus sprendimą pagal teikiamą projektą. </w:t>
      </w:r>
      <w:r w:rsidRPr="0054601C">
        <w:t xml:space="preserve">Reikalinga </w:t>
      </w:r>
      <w:r>
        <w:t>pripažinti netekusiu galios</w:t>
      </w:r>
      <w:r w:rsidRPr="00AE5D3C">
        <w:t xml:space="preserve"> </w:t>
      </w:r>
      <w:r>
        <w:t>Plungės rajono savivaldybės tarybos 20</w:t>
      </w:r>
      <w:r w:rsidR="005038E7">
        <w:t>15</w:t>
      </w:r>
      <w:r>
        <w:t xml:space="preserve"> m. </w:t>
      </w:r>
      <w:r w:rsidR="005038E7">
        <w:t>gruodžio 3</w:t>
      </w:r>
      <w:r>
        <w:t xml:space="preserve"> d. sprendimą Nr. T1-</w:t>
      </w:r>
      <w:r w:rsidR="005038E7">
        <w:t>317</w:t>
      </w:r>
      <w:r>
        <w:t xml:space="preserve"> „Dėl</w:t>
      </w:r>
      <w:r w:rsidR="005038E7" w:rsidRPr="005038E7">
        <w:t xml:space="preserve"> Plungės rajono savivaldybės priešgaisrinės apsaugos tarnybos</w:t>
      </w:r>
      <w:r w:rsidRPr="005038E7">
        <w:t xml:space="preserve"> </w:t>
      </w:r>
      <w:r>
        <w:t xml:space="preserve">nuostatų patvirtinimo“ nuo naujų nuostatų įregistravimo Juridinių asmenų registre dienos. </w:t>
      </w:r>
    </w:p>
    <w:p w:rsidR="00FE6FB2" w:rsidRDefault="00FE6FB2" w:rsidP="00FE6FB2">
      <w:pPr>
        <w:rPr>
          <w:b/>
        </w:rPr>
      </w:pPr>
      <w:r>
        <w:rPr>
          <w:b/>
        </w:rPr>
        <w:t xml:space="preserve">7. Kokios korupcijos pasireiškimo tikimybės, priėmus šį sprendimą, korupcijos vertinimas. </w:t>
      </w:r>
      <w:r>
        <w:t>Korupcijos pasireiškimo tikimybės nėra. Vertinimas neatliekamas.</w:t>
      </w:r>
    </w:p>
    <w:p w:rsidR="005038E7" w:rsidRPr="005038E7" w:rsidRDefault="00FE6FB2" w:rsidP="005038E7">
      <w:pPr>
        <w:tabs>
          <w:tab w:val="left" w:pos="720"/>
        </w:tabs>
      </w:pPr>
      <w:r>
        <w:rPr>
          <w:b/>
        </w:rPr>
        <w:t xml:space="preserve">8. Nurodyti, kieno iniciatyva sprendimo projektas yra parengtas. </w:t>
      </w:r>
      <w:r>
        <w:t xml:space="preserve">Plungės </w:t>
      </w:r>
      <w:r w:rsidR="005038E7" w:rsidRPr="005038E7">
        <w:t>rajono savivaldybės priešgaisrinės apsaugos tarnybos</w:t>
      </w:r>
      <w:r w:rsidR="005038E7">
        <w:t xml:space="preserve"> iniciatyva.</w:t>
      </w:r>
    </w:p>
    <w:p w:rsidR="00FE6FB2" w:rsidRDefault="00FE6FB2" w:rsidP="00FE6FB2">
      <w:pPr>
        <w:tabs>
          <w:tab w:val="left" w:pos="720"/>
        </w:tabs>
        <w:rPr>
          <w:b/>
        </w:rPr>
      </w:pPr>
      <w:r>
        <w:rPr>
          <w:b/>
        </w:rPr>
        <w:t xml:space="preserve">9. Nurodyti, kuri sprendimo projekto ar pridedamos medžiagos dalis (remiantis teisės aktais) yra neskelbtina. </w:t>
      </w:r>
      <w:r w:rsidRPr="006862E0">
        <w:t>Nėra</w:t>
      </w:r>
      <w:r>
        <w:t>.</w:t>
      </w:r>
    </w:p>
    <w:p w:rsidR="00FE6FB2" w:rsidRPr="005038E7" w:rsidRDefault="00FE6FB2" w:rsidP="005038E7">
      <w:pPr>
        <w:tabs>
          <w:tab w:val="left" w:pos="720"/>
        </w:tabs>
        <w:rPr>
          <w:b/>
        </w:rPr>
      </w:pPr>
      <w:r>
        <w:rPr>
          <w:b/>
        </w:rPr>
        <w:t xml:space="preserve">10. Kam (institucijoms, skyriams, organizacijoms ir t. t.) patvirtintas sprendimas turi būti išsiųstas. </w:t>
      </w:r>
      <w:r>
        <w:t xml:space="preserve">Plungės </w:t>
      </w:r>
      <w:r w:rsidR="005038E7" w:rsidRPr="005038E7">
        <w:t xml:space="preserve">rajono savivaldybės </w:t>
      </w:r>
      <w:r w:rsidR="005038E7">
        <w:t>priešgaisrinės apsaugos tarnybai.</w:t>
      </w:r>
    </w:p>
    <w:p w:rsidR="00FE6FB2" w:rsidRDefault="00FE6FB2" w:rsidP="00FE6FB2">
      <w:r>
        <w:rPr>
          <w:b/>
        </w:rPr>
        <w:t>11. Kita svarbi informacija</w:t>
      </w:r>
      <w:r>
        <w:t>. Nėra.</w:t>
      </w:r>
    </w:p>
    <w:p w:rsidR="00FE6FB2" w:rsidRDefault="00FE6FB2" w:rsidP="00FE6FB2">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E6FB2" w:rsidTr="00DA22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E6FB2" w:rsidRDefault="00FE6FB2" w:rsidP="00DA2275">
            <w:pPr>
              <w:widowControl w:val="0"/>
              <w:jc w:val="center"/>
              <w:rPr>
                <w:rFonts w:eastAsia="Lucida Sans Unicode"/>
                <w:b/>
                <w:bCs/>
                <w:kern w:val="2"/>
              </w:rPr>
            </w:pPr>
            <w:r>
              <w:rPr>
                <w:rFonts w:eastAsia="Lucida Sans Unicode"/>
                <w:b/>
                <w:bCs/>
                <w:kern w:val="2"/>
              </w:rPr>
              <w:t>Numatomo teisinio reguliavimo poveikio vertinimo rezultatai</w:t>
            </w:r>
          </w:p>
        </w:tc>
      </w:tr>
      <w:tr w:rsidR="00FE6FB2" w:rsidTr="00DA227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6FB2" w:rsidRDefault="00FE6FB2" w:rsidP="00DA227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b/>
                <w:kern w:val="2"/>
                <w:lang w:bidi="lo-LA"/>
              </w:rPr>
            </w:pPr>
            <w:r>
              <w:rPr>
                <w:rFonts w:eastAsia="Lucida Sans Unicode"/>
                <w:b/>
                <w:kern w:val="2"/>
              </w:rPr>
              <w:t>Neigiamas poveikis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r w:rsidR="00FE6FB2" w:rsidTr="00DA2275">
        <w:tc>
          <w:tcPr>
            <w:tcW w:w="3118" w:type="dxa"/>
            <w:tcBorders>
              <w:top w:val="single" w:sz="4" w:space="0" w:color="000000"/>
              <w:left w:val="single" w:sz="4" w:space="0" w:color="000000"/>
              <w:bottom w:val="single" w:sz="4" w:space="0" w:color="000000"/>
              <w:right w:val="single" w:sz="4" w:space="0" w:color="000000"/>
            </w:tcBorders>
            <w:hideMark/>
          </w:tcPr>
          <w:p w:rsidR="00FE6FB2" w:rsidRDefault="00FE6FB2" w:rsidP="00DA2275">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FE6FB2" w:rsidRDefault="00FE6FB2" w:rsidP="00DA2275">
            <w:pPr>
              <w:widowControl w:val="0"/>
              <w:rPr>
                <w:rFonts w:eastAsia="Lucida Sans Unicode"/>
                <w:i/>
                <w:kern w:val="2"/>
                <w:lang w:bidi="lo-LA"/>
              </w:rPr>
            </w:pPr>
            <w:r>
              <w:rPr>
                <w:rFonts w:eastAsia="Lucida Sans Unicode"/>
                <w:i/>
                <w:kern w:val="2"/>
                <w:lang w:bidi="lo-LA"/>
              </w:rPr>
              <w:t>Nenumatomas</w:t>
            </w:r>
          </w:p>
        </w:tc>
      </w:tr>
    </w:tbl>
    <w:p w:rsidR="00FE6FB2" w:rsidRDefault="00FE6FB2" w:rsidP="00FE6FB2">
      <w:pPr>
        <w:widowControl w:val="0"/>
        <w:rPr>
          <w:rFonts w:eastAsia="Lucida Sans Unicode"/>
          <w:kern w:val="2"/>
          <w:lang w:bidi="lo-LA"/>
        </w:rPr>
      </w:pPr>
    </w:p>
    <w:p w:rsidR="00FE6FB2" w:rsidRDefault="00FE6FB2" w:rsidP="00FE6FB2">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6FB2" w:rsidRDefault="00FE6FB2" w:rsidP="00FE6FB2">
      <w:pPr>
        <w:widowControl w:val="0"/>
        <w:rPr>
          <w:rFonts w:eastAsia="Lucida Sans Unicode"/>
          <w:kern w:val="2"/>
        </w:rPr>
      </w:pPr>
    </w:p>
    <w:p w:rsidR="00FD6BD5" w:rsidRDefault="00FD6BD5" w:rsidP="00FE6FB2">
      <w:pPr>
        <w:widowControl w:val="0"/>
        <w:rPr>
          <w:rFonts w:eastAsia="Lucida Sans Unicode"/>
          <w:kern w:val="2"/>
        </w:rPr>
      </w:pPr>
    </w:p>
    <w:p w:rsidR="00FE6FB2" w:rsidRDefault="00FE6FB2" w:rsidP="0073592A">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FE6FB2" w:rsidRDefault="00E14EDA" w:rsidP="0073592A">
      <w:pPr>
        <w:ind w:firstLine="0"/>
      </w:pPr>
      <w:r>
        <w:rPr>
          <w:rFonts w:eastAsia="Lucida Sans Unicode" w:cs="Tahoma"/>
          <w:bCs/>
        </w:rPr>
        <w:t>Juridinio ir personalo administravimo skyriaus vedėjas</w:t>
      </w:r>
      <w:r>
        <w:rPr>
          <w:rFonts w:eastAsia="Lucida Sans Unicode" w:cs="Tahoma"/>
          <w:bCs/>
        </w:rPr>
        <w:tab/>
      </w:r>
      <w:r>
        <w:rPr>
          <w:rFonts w:eastAsia="Lucida Sans Unicode" w:cs="Tahoma"/>
          <w:bCs/>
        </w:rPr>
        <w:tab/>
      </w:r>
      <w:r w:rsidR="005038E7">
        <w:rPr>
          <w:rFonts w:eastAsia="Lucida Sans Unicode" w:cs="Tahoma"/>
          <w:bCs/>
        </w:rPr>
        <w:t>Vytautas Tumas</w:t>
      </w:r>
    </w:p>
    <w:p w:rsidR="00FE6FB2" w:rsidRDefault="00FE6FB2"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384117" w:rsidRDefault="00384117"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p w:rsidR="00794949" w:rsidRDefault="00794949" w:rsidP="003177FD">
      <w:pPr>
        <w:widowControl w:val="0"/>
        <w:suppressAutoHyphens/>
        <w:ind w:firstLine="0"/>
        <w:jc w:val="center"/>
      </w:pPr>
    </w:p>
    <w:sectPr w:rsidR="00794949" w:rsidSect="00210A72">
      <w:headerReference w:type="default" r:id="rId9"/>
      <w:footerReference w:type="default" r:id="rId10"/>
      <w:pgSz w:w="11906" w:h="16838"/>
      <w:pgMar w:top="81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C23" w:rsidRDefault="00AF0C23">
      <w:r>
        <w:separator/>
      </w:r>
    </w:p>
  </w:endnote>
  <w:endnote w:type="continuationSeparator" w:id="0">
    <w:p w:rsidR="00AF0C23" w:rsidRDefault="00AF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C23" w:rsidRDefault="00AF0C23">
      <w:r>
        <w:separator/>
      </w:r>
    </w:p>
  </w:footnote>
  <w:footnote w:type="continuationSeparator" w:id="0">
    <w:p w:rsidR="00AF0C23" w:rsidRDefault="00AF0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0E5C"/>
    <w:rsid w:val="0000532F"/>
    <w:rsid w:val="00011D7E"/>
    <w:rsid w:val="00025439"/>
    <w:rsid w:val="000273D9"/>
    <w:rsid w:val="000363FF"/>
    <w:rsid w:val="0003706B"/>
    <w:rsid w:val="00040DBB"/>
    <w:rsid w:val="00042162"/>
    <w:rsid w:val="00045587"/>
    <w:rsid w:val="00053102"/>
    <w:rsid w:val="0005732A"/>
    <w:rsid w:val="00065630"/>
    <w:rsid w:val="00067F54"/>
    <w:rsid w:val="000D02B4"/>
    <w:rsid w:val="000D4AC8"/>
    <w:rsid w:val="000E4F3C"/>
    <w:rsid w:val="000E4F85"/>
    <w:rsid w:val="00126A47"/>
    <w:rsid w:val="00190838"/>
    <w:rsid w:val="00191CD1"/>
    <w:rsid w:val="001A2606"/>
    <w:rsid w:val="001A7FBC"/>
    <w:rsid w:val="001B16D2"/>
    <w:rsid w:val="001C3484"/>
    <w:rsid w:val="001D0403"/>
    <w:rsid w:val="001D6E93"/>
    <w:rsid w:val="001E13BD"/>
    <w:rsid w:val="001E4CC2"/>
    <w:rsid w:val="001F5CC9"/>
    <w:rsid w:val="00210A72"/>
    <w:rsid w:val="00215EEC"/>
    <w:rsid w:val="00222208"/>
    <w:rsid w:val="002279C4"/>
    <w:rsid w:val="00243A9A"/>
    <w:rsid w:val="002460A7"/>
    <w:rsid w:val="002933B5"/>
    <w:rsid w:val="002964D8"/>
    <w:rsid w:val="002A7822"/>
    <w:rsid w:val="002C024D"/>
    <w:rsid w:val="002C6E9D"/>
    <w:rsid w:val="002E06D5"/>
    <w:rsid w:val="00311122"/>
    <w:rsid w:val="003177FD"/>
    <w:rsid w:val="003220FC"/>
    <w:rsid w:val="00340842"/>
    <w:rsid w:val="003455F0"/>
    <w:rsid w:val="00354550"/>
    <w:rsid w:val="0035513C"/>
    <w:rsid w:val="00360749"/>
    <w:rsid w:val="00364BB8"/>
    <w:rsid w:val="003652A6"/>
    <w:rsid w:val="0037335A"/>
    <w:rsid w:val="00384117"/>
    <w:rsid w:val="003865D6"/>
    <w:rsid w:val="003916CF"/>
    <w:rsid w:val="00393D30"/>
    <w:rsid w:val="003968D7"/>
    <w:rsid w:val="003A5FE2"/>
    <w:rsid w:val="003A6C11"/>
    <w:rsid w:val="003B65B9"/>
    <w:rsid w:val="003B7281"/>
    <w:rsid w:val="003E2FCE"/>
    <w:rsid w:val="003E6FCE"/>
    <w:rsid w:val="003F06DA"/>
    <w:rsid w:val="003F1C8E"/>
    <w:rsid w:val="00404309"/>
    <w:rsid w:val="004061B4"/>
    <w:rsid w:val="004173DB"/>
    <w:rsid w:val="00423ACF"/>
    <w:rsid w:val="00450DC2"/>
    <w:rsid w:val="00455D51"/>
    <w:rsid w:val="00457AFF"/>
    <w:rsid w:val="004600D1"/>
    <w:rsid w:val="00474745"/>
    <w:rsid w:val="0049349D"/>
    <w:rsid w:val="004A2038"/>
    <w:rsid w:val="004A63B4"/>
    <w:rsid w:val="004B2511"/>
    <w:rsid w:val="004C219D"/>
    <w:rsid w:val="004C30DD"/>
    <w:rsid w:val="004E06C5"/>
    <w:rsid w:val="004E6762"/>
    <w:rsid w:val="005038E7"/>
    <w:rsid w:val="00506CCC"/>
    <w:rsid w:val="0051116E"/>
    <w:rsid w:val="00511FE1"/>
    <w:rsid w:val="00514E14"/>
    <w:rsid w:val="005150D1"/>
    <w:rsid w:val="0052187C"/>
    <w:rsid w:val="005232E6"/>
    <w:rsid w:val="0053334F"/>
    <w:rsid w:val="0059053E"/>
    <w:rsid w:val="005A4A52"/>
    <w:rsid w:val="005B0756"/>
    <w:rsid w:val="005C4997"/>
    <w:rsid w:val="005C4F2A"/>
    <w:rsid w:val="005C5730"/>
    <w:rsid w:val="005C5F75"/>
    <w:rsid w:val="005D6829"/>
    <w:rsid w:val="005E3D5F"/>
    <w:rsid w:val="005F4ABB"/>
    <w:rsid w:val="005F4DF1"/>
    <w:rsid w:val="005F71F3"/>
    <w:rsid w:val="005F7579"/>
    <w:rsid w:val="006048C6"/>
    <w:rsid w:val="00604B55"/>
    <w:rsid w:val="00605515"/>
    <w:rsid w:val="0061750D"/>
    <w:rsid w:val="006334AB"/>
    <w:rsid w:val="00653A05"/>
    <w:rsid w:val="0065586D"/>
    <w:rsid w:val="00661E13"/>
    <w:rsid w:val="00667A6D"/>
    <w:rsid w:val="00677348"/>
    <w:rsid w:val="00685110"/>
    <w:rsid w:val="00691A17"/>
    <w:rsid w:val="00696531"/>
    <w:rsid w:val="006C5862"/>
    <w:rsid w:val="006E5CB8"/>
    <w:rsid w:val="006F1F13"/>
    <w:rsid w:val="00707C70"/>
    <w:rsid w:val="00710E25"/>
    <w:rsid w:val="0073592A"/>
    <w:rsid w:val="007359B0"/>
    <w:rsid w:val="00736B37"/>
    <w:rsid w:val="007406CF"/>
    <w:rsid w:val="00747B1F"/>
    <w:rsid w:val="00757C95"/>
    <w:rsid w:val="00776BE0"/>
    <w:rsid w:val="00780A15"/>
    <w:rsid w:val="00785A70"/>
    <w:rsid w:val="00786BAB"/>
    <w:rsid w:val="00787D74"/>
    <w:rsid w:val="0079282F"/>
    <w:rsid w:val="00794949"/>
    <w:rsid w:val="007A27D2"/>
    <w:rsid w:val="007A3B37"/>
    <w:rsid w:val="007A49EC"/>
    <w:rsid w:val="007D5B14"/>
    <w:rsid w:val="007E3FF5"/>
    <w:rsid w:val="00804027"/>
    <w:rsid w:val="0081020B"/>
    <w:rsid w:val="00811536"/>
    <w:rsid w:val="00834739"/>
    <w:rsid w:val="00835313"/>
    <w:rsid w:val="0085179E"/>
    <w:rsid w:val="00854F97"/>
    <w:rsid w:val="00867E2D"/>
    <w:rsid w:val="0087591A"/>
    <w:rsid w:val="00877B4F"/>
    <w:rsid w:val="00895C01"/>
    <w:rsid w:val="008A13CC"/>
    <w:rsid w:val="008B6FD6"/>
    <w:rsid w:val="008C4F13"/>
    <w:rsid w:val="008F34DE"/>
    <w:rsid w:val="00901F14"/>
    <w:rsid w:val="0090212C"/>
    <w:rsid w:val="00907171"/>
    <w:rsid w:val="009126E2"/>
    <w:rsid w:val="00912784"/>
    <w:rsid w:val="009210C8"/>
    <w:rsid w:val="009739BB"/>
    <w:rsid w:val="00973A6A"/>
    <w:rsid w:val="009761EA"/>
    <w:rsid w:val="00991B06"/>
    <w:rsid w:val="00996EAC"/>
    <w:rsid w:val="009A3A6C"/>
    <w:rsid w:val="009A68CD"/>
    <w:rsid w:val="009B1365"/>
    <w:rsid w:val="009B6420"/>
    <w:rsid w:val="009C70E8"/>
    <w:rsid w:val="009D0D22"/>
    <w:rsid w:val="009E08AE"/>
    <w:rsid w:val="009E1EB9"/>
    <w:rsid w:val="009E6B07"/>
    <w:rsid w:val="009E7FE4"/>
    <w:rsid w:val="009F7BEE"/>
    <w:rsid w:val="00A02B9F"/>
    <w:rsid w:val="00A032F4"/>
    <w:rsid w:val="00A04669"/>
    <w:rsid w:val="00A04D58"/>
    <w:rsid w:val="00A2209C"/>
    <w:rsid w:val="00A4394E"/>
    <w:rsid w:val="00A522FD"/>
    <w:rsid w:val="00A52EC2"/>
    <w:rsid w:val="00A57394"/>
    <w:rsid w:val="00A93BC3"/>
    <w:rsid w:val="00A94A41"/>
    <w:rsid w:val="00A976A7"/>
    <w:rsid w:val="00AA40B4"/>
    <w:rsid w:val="00AA540E"/>
    <w:rsid w:val="00AC5E93"/>
    <w:rsid w:val="00AC6C11"/>
    <w:rsid w:val="00AE5D3C"/>
    <w:rsid w:val="00AF0C23"/>
    <w:rsid w:val="00AF10BF"/>
    <w:rsid w:val="00B22384"/>
    <w:rsid w:val="00B25070"/>
    <w:rsid w:val="00B33FCB"/>
    <w:rsid w:val="00B47BDD"/>
    <w:rsid w:val="00B90C5C"/>
    <w:rsid w:val="00B96C5B"/>
    <w:rsid w:val="00B96D80"/>
    <w:rsid w:val="00BA6533"/>
    <w:rsid w:val="00BA7A92"/>
    <w:rsid w:val="00BB35AD"/>
    <w:rsid w:val="00BC3687"/>
    <w:rsid w:val="00BF0621"/>
    <w:rsid w:val="00C17CAB"/>
    <w:rsid w:val="00C200B2"/>
    <w:rsid w:val="00C200B6"/>
    <w:rsid w:val="00C21906"/>
    <w:rsid w:val="00C426C2"/>
    <w:rsid w:val="00C47B9C"/>
    <w:rsid w:val="00C540BE"/>
    <w:rsid w:val="00C56C34"/>
    <w:rsid w:val="00C63728"/>
    <w:rsid w:val="00C75186"/>
    <w:rsid w:val="00C80D43"/>
    <w:rsid w:val="00C87A2D"/>
    <w:rsid w:val="00C91388"/>
    <w:rsid w:val="00C91C40"/>
    <w:rsid w:val="00C9734D"/>
    <w:rsid w:val="00CB7D27"/>
    <w:rsid w:val="00CD15D1"/>
    <w:rsid w:val="00CE2D71"/>
    <w:rsid w:val="00CE78FA"/>
    <w:rsid w:val="00CE7E00"/>
    <w:rsid w:val="00CF0283"/>
    <w:rsid w:val="00CF02AE"/>
    <w:rsid w:val="00CF1B90"/>
    <w:rsid w:val="00CF416A"/>
    <w:rsid w:val="00D11AEE"/>
    <w:rsid w:val="00D16C5A"/>
    <w:rsid w:val="00D24739"/>
    <w:rsid w:val="00D2697C"/>
    <w:rsid w:val="00D52E42"/>
    <w:rsid w:val="00D83C56"/>
    <w:rsid w:val="00DA02B0"/>
    <w:rsid w:val="00DA2275"/>
    <w:rsid w:val="00DB3878"/>
    <w:rsid w:val="00DB600B"/>
    <w:rsid w:val="00DB7400"/>
    <w:rsid w:val="00DC7C1D"/>
    <w:rsid w:val="00DD6234"/>
    <w:rsid w:val="00DE1D0E"/>
    <w:rsid w:val="00DE6705"/>
    <w:rsid w:val="00E01765"/>
    <w:rsid w:val="00E14EDA"/>
    <w:rsid w:val="00E172A4"/>
    <w:rsid w:val="00E20A48"/>
    <w:rsid w:val="00E2498B"/>
    <w:rsid w:val="00E3247E"/>
    <w:rsid w:val="00E344A8"/>
    <w:rsid w:val="00E34549"/>
    <w:rsid w:val="00E432E9"/>
    <w:rsid w:val="00E47815"/>
    <w:rsid w:val="00E554B2"/>
    <w:rsid w:val="00E761F1"/>
    <w:rsid w:val="00E830FA"/>
    <w:rsid w:val="00E91823"/>
    <w:rsid w:val="00E97C40"/>
    <w:rsid w:val="00EB2D32"/>
    <w:rsid w:val="00EB6FC4"/>
    <w:rsid w:val="00EC00D7"/>
    <w:rsid w:val="00EC0FB9"/>
    <w:rsid w:val="00ED7096"/>
    <w:rsid w:val="00EF28CD"/>
    <w:rsid w:val="00F05CF2"/>
    <w:rsid w:val="00F11C5A"/>
    <w:rsid w:val="00F339D5"/>
    <w:rsid w:val="00F36905"/>
    <w:rsid w:val="00F41E88"/>
    <w:rsid w:val="00F74379"/>
    <w:rsid w:val="00F76919"/>
    <w:rsid w:val="00F82D97"/>
    <w:rsid w:val="00F93186"/>
    <w:rsid w:val="00FA68BE"/>
    <w:rsid w:val="00FC6211"/>
    <w:rsid w:val="00FD0257"/>
    <w:rsid w:val="00FD6BD5"/>
    <w:rsid w:val="00FE2452"/>
    <w:rsid w:val="00FE4150"/>
    <w:rsid w:val="00FE6FB2"/>
    <w:rsid w:val="00FE7A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uiPriority w:val="22"/>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Betarp">
    <w:name w:val="No Spacing"/>
    <w:uiPriority w:val="1"/>
    <w:qFormat/>
    <w:rsid w:val="00384117"/>
    <w:pPr>
      <w:ind w:firstLine="720"/>
      <w:jc w:val="both"/>
    </w:pPr>
    <w:rPr>
      <w:sz w:val="24"/>
      <w:lang w:eastAsia="en-US"/>
    </w:rPr>
  </w:style>
  <w:style w:type="paragraph" w:styleId="Sraopastraipa">
    <w:name w:val="List Paragraph"/>
    <w:basedOn w:val="prastasis"/>
    <w:uiPriority w:val="1"/>
    <w:qFormat/>
    <w:rsid w:val="00835313"/>
    <w:pPr>
      <w:widowControl w:val="0"/>
      <w:autoSpaceDE w:val="0"/>
      <w:autoSpaceDN w:val="0"/>
      <w:ind w:left="102" w:firstLine="566"/>
    </w:pPr>
    <w:rPr>
      <w:sz w:val="22"/>
      <w:szCs w:val="22"/>
    </w:rPr>
  </w:style>
  <w:style w:type="paragraph" w:customStyle="1" w:styleId="CharCharDiagramaDiagrama">
    <w:name w:val="Char Char Diagrama Diagrama"/>
    <w:basedOn w:val="prastasis"/>
    <w:semiHidden/>
    <w:rsid w:val="00FD6BD5"/>
    <w:pPr>
      <w:spacing w:after="160" w:line="240" w:lineRule="exact"/>
      <w:ind w:firstLine="0"/>
      <w:jc w:val="left"/>
    </w:pPr>
    <w:rPr>
      <w:rFonts w:ascii="Verdana" w:hAnsi="Verdana" w:cs="Verdana"/>
      <w:sz w:val="20"/>
      <w:lang w:eastAsia="lt-LT"/>
    </w:rPr>
  </w:style>
  <w:style w:type="paragraph" w:styleId="prastasistinklapis">
    <w:name w:val="Normal (Web)"/>
    <w:basedOn w:val="prastasis"/>
    <w:uiPriority w:val="99"/>
    <w:unhideWhenUsed/>
    <w:rsid w:val="00747B1F"/>
    <w:pPr>
      <w:spacing w:before="100" w:beforeAutospacing="1" w:after="100" w:afterAutospacing="1"/>
      <w:ind w:firstLine="0"/>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49660381">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spat.lrv.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49D6567</Template>
  <TotalTime>9</TotalTime>
  <Pages>7</Pages>
  <Words>9823</Words>
  <Characters>5600</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2017-06-12T11:17:00Z</cp:lastPrinted>
  <dcterms:created xsi:type="dcterms:W3CDTF">2022-11-09T12:43:00Z</dcterms:created>
  <dcterms:modified xsi:type="dcterms:W3CDTF">2022-11-11T13:59:00Z</dcterms:modified>
</cp:coreProperties>
</file>