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D2288C" w:rsidP="00EB480E">
      <w:pPr>
        <w:jc w:val="right"/>
        <w:rPr>
          <w:b/>
        </w:rPr>
      </w:pPr>
      <w:bookmarkStart w:id="0" w:name="_GoBack"/>
      <w:bookmarkEnd w:id="0"/>
      <w:r>
        <w:rPr>
          <w:b/>
        </w:rPr>
        <w:t xml:space="preserve"> </w:t>
      </w:r>
      <w:r w:rsidR="00580378"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1" w:name="tekstas"/>
      <w:bookmarkEnd w:id="1"/>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00326680">
        <w:rPr>
          <w:b/>
          <w:sz w:val="28"/>
          <w:szCs w:val="28"/>
        </w:rPr>
        <w:t>–</w:t>
      </w:r>
      <w:r w:rsidRPr="00E265E2">
        <w:rPr>
          <w:b/>
          <w:sz w:val="28"/>
          <w:szCs w:val="28"/>
        </w:rPr>
        <w:t>202</w:t>
      </w:r>
      <w:r w:rsidR="00474C8A">
        <w:rPr>
          <w:b/>
          <w:sz w:val="28"/>
          <w:szCs w:val="28"/>
        </w:rPr>
        <w:t>4</w:t>
      </w:r>
      <w:r w:rsidRPr="00E265E2">
        <w:rPr>
          <w:b/>
          <w:sz w:val="28"/>
          <w:szCs w:val="28"/>
        </w:rPr>
        <w:t xml:space="preserve"> METŲ STRATEGINIO VEIKLOS PLANO PATVIRTINIMO“</w:t>
      </w:r>
      <w:r w:rsidR="00060766">
        <w:rPr>
          <w:b/>
          <w:sz w:val="28"/>
          <w:szCs w:val="28"/>
        </w:rPr>
        <w:t xml:space="preserve"> IR JĮ KEITUSIŲ SPRENDIMŲ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m. </w:t>
      </w:r>
      <w:r w:rsidR="00EE4D52">
        <w:t>gruodžio 22</w:t>
      </w:r>
      <w:r w:rsidR="00AD73D1">
        <w:t xml:space="preserve"> </w:t>
      </w:r>
      <w:r w:rsidRPr="008218C4">
        <w:t>d. Nr.</w:t>
      </w:r>
      <w:r w:rsidR="00FC2695">
        <w:t xml:space="preserve"> </w:t>
      </w:r>
      <w:r w:rsidRPr="008218C4">
        <w:t>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BB13A1">
      <w:pPr>
        <w:tabs>
          <w:tab w:val="left" w:pos="1050"/>
        </w:tabs>
        <w:ind w:firstLine="720"/>
        <w:jc w:val="both"/>
      </w:pPr>
      <w:r w:rsidRPr="008218C4">
        <w:t>Plungės rajono savivaldybės taryba</w:t>
      </w:r>
      <w:r w:rsidR="00EB480E" w:rsidRPr="008218C4">
        <w:t xml:space="preserve"> n u s p r e n d ž i a:</w:t>
      </w:r>
    </w:p>
    <w:p w:rsidR="00E4531D" w:rsidRDefault="008329A8" w:rsidP="00BB13A1">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326680">
        <w:t>–</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w:t>
      </w:r>
      <w:r w:rsidR="00326680">
        <w:t>–</w:t>
      </w:r>
      <w:r w:rsidR="0031747E" w:rsidRPr="0031747E">
        <w:t>2024 metų strateginio veiklos plano patvirtinimo</w:t>
      </w:r>
      <w:r w:rsidR="00060766">
        <w:t>“ (kartu su 2022 m. kovo 24 d. sprendimu</w:t>
      </w:r>
      <w:r w:rsidR="003B0648">
        <w:t xml:space="preserve"> Nr.</w:t>
      </w:r>
      <w:r w:rsidR="00FC2695">
        <w:t xml:space="preserve"> </w:t>
      </w:r>
      <w:r w:rsidR="00060766">
        <w:t>T1-</w:t>
      </w:r>
      <w:r w:rsidR="003B0648">
        <w:t>80, 2022 m. balandžio 28 d. sprendimu Nr.</w:t>
      </w:r>
      <w:r w:rsidR="00FC2695">
        <w:t xml:space="preserve"> </w:t>
      </w:r>
      <w:r w:rsidR="003B0648">
        <w:t>T1-</w:t>
      </w:r>
      <w:r w:rsidR="00924F8E">
        <w:t>123</w:t>
      </w:r>
      <w:r w:rsidR="00812CFA">
        <w:t>, 2022 m. gegužės 26 d. sprendimu Nr.</w:t>
      </w:r>
      <w:r w:rsidR="00FC2695">
        <w:t xml:space="preserve"> </w:t>
      </w:r>
      <w:r w:rsidR="00812CFA">
        <w:t>T1-142</w:t>
      </w:r>
      <w:r w:rsidR="0044024F">
        <w:t>, 2022 m. birželio 23 d. sprendimu Nr.</w:t>
      </w:r>
      <w:r w:rsidR="00FC2695">
        <w:t xml:space="preserve"> </w:t>
      </w:r>
      <w:r w:rsidR="0044024F">
        <w:t>T1-160, 2022 m. liepos 28 d. sprendimu Nr.</w:t>
      </w:r>
      <w:r w:rsidR="00FC2695">
        <w:t xml:space="preserve"> </w:t>
      </w:r>
      <w:r w:rsidR="0044024F">
        <w:t>T1-186</w:t>
      </w:r>
      <w:r w:rsidR="00195135">
        <w:t>, 2022 m. rugsėjo 22 d. sprendimu Nr.</w:t>
      </w:r>
      <w:r w:rsidR="00FC2695">
        <w:t xml:space="preserve"> </w:t>
      </w:r>
      <w:r w:rsidR="00195135">
        <w:t>T1-206</w:t>
      </w:r>
      <w:r w:rsidR="00B173E9">
        <w:t>, 2022 m. spalio 2</w:t>
      </w:r>
      <w:r w:rsidR="005D12D4">
        <w:t>7</w:t>
      </w:r>
      <w:r w:rsidR="00B173E9">
        <w:t xml:space="preserve"> d. Nr. T1-237</w:t>
      </w:r>
      <w:r w:rsidR="00EE4D52">
        <w:t>, 2022 m. lapkričio 24 d. Nr.</w:t>
      </w:r>
      <w:r w:rsidR="00956949">
        <w:t xml:space="preserve"> </w:t>
      </w:r>
      <w:r w:rsidR="00EE4D52">
        <w:t>T1-255</w:t>
      </w:r>
      <w:r w:rsidR="00060766">
        <w:t>)</w:t>
      </w:r>
      <w:r w:rsidR="00FC2695">
        <w:t>,</w:t>
      </w:r>
      <w:r w:rsidR="00060766">
        <w:t xml:space="preserve"> </w:t>
      </w:r>
      <w:r w:rsidR="0031747E">
        <w:t xml:space="preserve">ir </w:t>
      </w:r>
      <w:r w:rsidR="00FC2695">
        <w:t xml:space="preserve">jį </w:t>
      </w:r>
      <w:r w:rsidR="0031747E">
        <w:t>išdėstyti nauja redakcija</w:t>
      </w:r>
      <w:r w:rsidR="00797D5E">
        <w:t xml:space="preserve"> (</w:t>
      </w:r>
      <w:r w:rsidR="0031747E">
        <w:t>pridedam</w:t>
      </w:r>
      <w:r w:rsidR="00EB2ADA">
        <w:t>a</w:t>
      </w:r>
      <w:r w:rsidR="00797D5E">
        <w:t>)</w:t>
      </w:r>
      <w:r w:rsidR="0031747E">
        <w:t>:</w:t>
      </w:r>
      <w:r w:rsidR="0031747E" w:rsidRPr="0031747E">
        <w:t xml:space="preserve"> </w:t>
      </w:r>
    </w:p>
    <w:p w:rsidR="00EF09E4" w:rsidRPr="00FA7D15" w:rsidRDefault="00E4531D" w:rsidP="00BB13A1">
      <w:pPr>
        <w:tabs>
          <w:tab w:val="left" w:pos="1050"/>
        </w:tabs>
        <w:ind w:firstLine="720"/>
        <w:jc w:val="both"/>
        <w:rPr>
          <w:spacing w:val="-5"/>
          <w:lang w:eastAsia="en-US"/>
        </w:rPr>
      </w:pPr>
      <w:r>
        <w:t>„</w:t>
      </w:r>
      <w:r>
        <w:rPr>
          <w:spacing w:val="-5"/>
          <w:lang w:eastAsia="en-US"/>
        </w:rPr>
        <w:t xml:space="preserve">1. </w:t>
      </w:r>
      <w:r w:rsidR="00EF09E4" w:rsidRPr="001A65F0">
        <w:rPr>
          <w:spacing w:val="-5"/>
          <w:lang w:eastAsia="en-US"/>
        </w:rPr>
        <w:t>2022</w:t>
      </w:r>
      <w:r w:rsidR="00326680">
        <w:rPr>
          <w:spacing w:val="-5"/>
          <w:lang w:eastAsia="en-US"/>
        </w:rPr>
        <w:t>–</w:t>
      </w:r>
      <w:r w:rsidR="00EF09E4" w:rsidRPr="001A65F0">
        <w:rPr>
          <w:spacing w:val="-5"/>
          <w:lang w:eastAsia="en-US"/>
        </w:rPr>
        <w:t>2024 metų 01 Ugdymo kokybės, sporto ir modernios aplinkos užtikrinimo programos</w:t>
      </w:r>
      <w:r w:rsidR="00EB2ADA" w:rsidRPr="001A65F0">
        <w:rPr>
          <w:spacing w:val="-5"/>
          <w:lang w:eastAsia="en-US"/>
        </w:rPr>
        <w:t>, jos</w:t>
      </w:r>
      <w:r w:rsidR="00EF09E4" w:rsidRPr="001A65F0">
        <w:rPr>
          <w:spacing w:val="-5"/>
          <w:lang w:eastAsia="en-US"/>
        </w:rPr>
        <w:t xml:space="preserve"> tikslų, uždavinių i</w:t>
      </w:r>
      <w:r w:rsidR="0031747E" w:rsidRPr="00FA7D15">
        <w:rPr>
          <w:spacing w:val="-5"/>
          <w:lang w:eastAsia="en-US"/>
        </w:rPr>
        <w:t>r priemonių asignavimų suvestin</w:t>
      </w:r>
      <w:r w:rsidR="00797D5E" w:rsidRPr="00FA7D15">
        <w:rPr>
          <w:spacing w:val="-5"/>
          <w:lang w:eastAsia="en-US"/>
        </w:rPr>
        <w:t>ė</w:t>
      </w:r>
      <w:r w:rsidR="00EB2ADA" w:rsidRPr="00FA7D15">
        <w:rPr>
          <w:spacing w:val="-5"/>
          <w:lang w:eastAsia="en-US"/>
        </w:rPr>
        <w:t>.</w:t>
      </w:r>
    </w:p>
    <w:p w:rsidR="0031747E" w:rsidRDefault="00EF09E4" w:rsidP="00CC0C4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F47313" w:rsidRDefault="00F47313"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w:t>
      </w:r>
      <w:r w:rsidR="00924F8E">
        <w:rPr>
          <w:spacing w:val="-5"/>
          <w:lang w:eastAsia="en-US"/>
        </w:rPr>
        <w:t>4</w:t>
      </w:r>
      <w:r>
        <w:rPr>
          <w:spacing w:val="-5"/>
          <w:lang w:eastAsia="en-US"/>
        </w:rPr>
        <w:t xml:space="preserve"> </w:t>
      </w:r>
      <w:r w:rsidR="00924F8E">
        <w:rPr>
          <w:spacing w:val="-5"/>
          <w:lang w:eastAsia="en-US"/>
        </w:rPr>
        <w:t>Socialiai saugios ir sve</w:t>
      </w:r>
      <w:r w:rsidR="00043BE5">
        <w:rPr>
          <w:spacing w:val="-5"/>
          <w:lang w:eastAsia="en-US"/>
        </w:rPr>
        <w:t>i</w:t>
      </w:r>
      <w:r w:rsidR="00924F8E">
        <w:rPr>
          <w:spacing w:val="-5"/>
          <w:lang w:eastAsia="en-US"/>
        </w:rPr>
        <w:t>kos aplinkos kūr</w:t>
      </w:r>
      <w:r w:rsidR="00043BE5">
        <w:rPr>
          <w:spacing w:val="-5"/>
          <w:lang w:eastAsia="en-US"/>
        </w:rPr>
        <w:t>i</w:t>
      </w:r>
      <w:r w:rsidR="00924F8E">
        <w:rPr>
          <w:spacing w:val="-5"/>
          <w:lang w:eastAsia="en-US"/>
        </w:rPr>
        <w:t>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A74D7E" w:rsidRDefault="00A74D7E" w:rsidP="00BB13A1">
      <w:pPr>
        <w:numPr>
          <w:ilvl w:val="0"/>
          <w:numId w:val="12"/>
        </w:numPr>
        <w:tabs>
          <w:tab w:val="left" w:pos="709"/>
          <w:tab w:val="left" w:pos="993"/>
        </w:tabs>
        <w:ind w:left="0" w:firstLine="720"/>
        <w:jc w:val="both"/>
        <w:rPr>
          <w:spacing w:val="-5"/>
          <w:lang w:eastAsia="en-US"/>
        </w:rPr>
      </w:pPr>
      <w:r>
        <w:rPr>
          <w:spacing w:val="-5"/>
          <w:lang w:eastAsia="en-US"/>
        </w:rPr>
        <w:t>2022</w:t>
      </w:r>
      <w:r w:rsidR="00956949">
        <w:rPr>
          <w:spacing w:val="-5"/>
          <w:lang w:eastAsia="en-US"/>
        </w:rPr>
        <w:t>–</w:t>
      </w:r>
      <w:r>
        <w:rPr>
          <w:spacing w:val="-5"/>
          <w:lang w:eastAsia="en-US"/>
        </w:rPr>
        <w:t>2024 metų 06 Kultūros ir turizmo programos, jos tikslų, uždavinių ir priemonių asignavimų suvestinė.</w:t>
      </w:r>
    </w:p>
    <w:p w:rsidR="00185E77" w:rsidRDefault="00185E77"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07 Savivaldybės veiklos valdymo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EE4D52" w:rsidRDefault="00EE4D52" w:rsidP="00EE4D52">
      <w:pPr>
        <w:numPr>
          <w:ilvl w:val="0"/>
          <w:numId w:val="12"/>
        </w:numPr>
        <w:tabs>
          <w:tab w:val="left" w:pos="709"/>
          <w:tab w:val="left" w:pos="993"/>
        </w:tabs>
        <w:ind w:left="0" w:firstLine="720"/>
        <w:jc w:val="both"/>
        <w:rPr>
          <w:spacing w:val="-5"/>
          <w:lang w:eastAsia="en-US"/>
        </w:rPr>
      </w:pPr>
      <w:r>
        <w:rPr>
          <w:spacing w:val="-5"/>
          <w:lang w:eastAsia="en-US"/>
        </w:rPr>
        <w:t>2022–2024 metų 08 Infrastruktūros objektų priežiūros ir ūkinių subjektų rėmimo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r w:rsidR="00956949">
        <w:rPr>
          <w:spacing w:val="-5"/>
          <w:lang w:eastAsia="en-US"/>
        </w:rPr>
        <w:t>.</w:t>
      </w:r>
      <w:r>
        <w:rPr>
          <w:spacing w:val="-5"/>
          <w:lang w:eastAsia="en-US"/>
        </w:rPr>
        <w:t>“</w:t>
      </w:r>
    </w:p>
    <w:p w:rsidR="00AD73D1" w:rsidRDefault="00AD73D1" w:rsidP="00777BCF">
      <w:pPr>
        <w:tabs>
          <w:tab w:val="left" w:pos="1050"/>
        </w:tabs>
        <w:jc w:val="both"/>
        <w:rPr>
          <w:spacing w:val="-5"/>
          <w:lang w:eastAsia="en-US"/>
        </w:rPr>
      </w:pPr>
    </w:p>
    <w:p w:rsidR="00AD73D1" w:rsidRDefault="00AD73D1" w:rsidP="00777BCF">
      <w:pPr>
        <w:tabs>
          <w:tab w:val="left" w:pos="1050"/>
        </w:tabs>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713DE9" w:rsidRDefault="001A06F5" w:rsidP="00125A4D">
      <w:r w:rsidRPr="008218C4">
        <w:t xml:space="preserve">          </w:t>
      </w:r>
      <w:r w:rsidR="00037D99" w:rsidRPr="008218C4">
        <w:t xml:space="preserve">     </w:t>
      </w:r>
    </w:p>
    <w:p w:rsidR="00AD73D1" w:rsidRDefault="00AD73D1" w:rsidP="00125A4D"/>
    <w:p w:rsidR="00D1008A" w:rsidRDefault="00D1008A" w:rsidP="00125A4D"/>
    <w:p w:rsidR="00EE4D52" w:rsidRDefault="00EE4D52" w:rsidP="00125A4D"/>
    <w:p w:rsidR="00956949" w:rsidRDefault="00956949" w:rsidP="00125A4D"/>
    <w:p w:rsidR="00956949" w:rsidRDefault="00956949" w:rsidP="00125A4D"/>
    <w:p w:rsidR="00956949" w:rsidRDefault="00956949" w:rsidP="00125A4D"/>
    <w:p w:rsidR="00125A4D" w:rsidRPr="008218C4" w:rsidRDefault="00125A4D" w:rsidP="00125A4D">
      <w:r w:rsidRPr="008218C4">
        <w:t>SUDERINTA:</w:t>
      </w:r>
    </w:p>
    <w:p w:rsidR="003B0648" w:rsidRDefault="00125A4D" w:rsidP="001F4FD4">
      <w:r w:rsidRPr="008218C4">
        <w:t>Adm</w:t>
      </w:r>
      <w:r w:rsidR="006E25C6" w:rsidRPr="008218C4">
        <w:t xml:space="preserve">inistracijos </w:t>
      </w:r>
      <w:r w:rsidR="00812CFA">
        <w:t>direktorius Mindaugas Kaunas</w:t>
      </w:r>
    </w:p>
    <w:p w:rsidR="00EE4D52" w:rsidRDefault="00EE4D52" w:rsidP="001F4FD4">
      <w:r>
        <w:t>S</w:t>
      </w:r>
      <w:r w:rsidRPr="008218C4">
        <w:t>trateginio planavim</w:t>
      </w:r>
      <w:r>
        <w:t>o ir investicijų skyriaus vedėja Žaneta Vaitkuvienė</w:t>
      </w:r>
    </w:p>
    <w:p w:rsidR="00125A4D" w:rsidRPr="008218C4" w:rsidRDefault="00806FD6" w:rsidP="00125A4D">
      <w:r>
        <w:t>Protokolo skyriaus k</w:t>
      </w:r>
      <w:r w:rsidR="00D336CD">
        <w:t>albos tvarkytoja S</w:t>
      </w:r>
      <w:r w:rsidR="00043BE5">
        <w:t>imona</w:t>
      </w:r>
      <w:r w:rsidR="00125A4D" w:rsidRPr="008218C4">
        <w:t xml:space="preserve"> </w:t>
      </w:r>
      <w:r w:rsidR="00D336CD">
        <w:t>Grigalauskaitė</w:t>
      </w:r>
    </w:p>
    <w:p w:rsidR="00806FD6" w:rsidRDefault="00806FD6" w:rsidP="009F788E">
      <w:r w:rsidRPr="00F03FE2">
        <w:t xml:space="preserve">Juridinio ir personalo administravimo skyriaus </w:t>
      </w:r>
      <w:r w:rsidR="00195135">
        <w:t>vedėjas</w:t>
      </w:r>
      <w:r w:rsidR="00812CFA">
        <w:t xml:space="preserve"> </w:t>
      </w:r>
      <w:r w:rsidR="00195135">
        <w:t>Vytautas Tumas</w:t>
      </w:r>
    </w:p>
    <w:p w:rsidR="00EE4D52" w:rsidRDefault="00EE4D52" w:rsidP="009F788E"/>
    <w:p w:rsidR="00CB30EE" w:rsidRDefault="00125A4D" w:rsidP="00735C88">
      <w:pPr>
        <w:rPr>
          <w:b/>
        </w:rPr>
      </w:pPr>
      <w:r w:rsidRPr="008218C4">
        <w:t>Sprendimą rengė</w:t>
      </w:r>
      <w:r w:rsidR="00E92BA1">
        <w:t xml:space="preserve"> S</w:t>
      </w:r>
      <w:r w:rsidRPr="008218C4">
        <w:t xml:space="preserve">trateginio planavimo ir investicijų skyriaus vedėjo pavaduotoja Jurgita </w:t>
      </w:r>
      <w:r w:rsidR="00037D99" w:rsidRPr="008218C4">
        <w:t>Saldukienė</w:t>
      </w:r>
    </w:p>
    <w:p w:rsidR="006B6161" w:rsidRPr="008C78D8" w:rsidRDefault="006B6161" w:rsidP="006B6161">
      <w:pPr>
        <w:jc w:val="center"/>
        <w:rPr>
          <w:b/>
        </w:rPr>
      </w:pPr>
      <w:r w:rsidRPr="008C78D8">
        <w:rPr>
          <w:b/>
        </w:rPr>
        <w:lastRenderedPageBreak/>
        <w:t>STRATEGINIO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326680">
        <w:rPr>
          <w:b/>
          <w:caps/>
        </w:rPr>
        <w:t>–</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787B11">
        <w:rPr>
          <w:b/>
          <w:caps/>
        </w:rPr>
        <w:t xml:space="preserve">IR JĮ KEITUSIŲ SPRENDIMŲ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w:t>
      </w:r>
      <w:r w:rsidR="002C3C4C">
        <w:t xml:space="preserve">. </w:t>
      </w:r>
      <w:r w:rsidR="00AD0021">
        <w:t xml:space="preserve">gruodžio </w:t>
      </w:r>
      <w:r w:rsidR="00EE4D52">
        <w:t>7</w:t>
      </w:r>
      <w:r w:rsidR="00CB30EE">
        <w:t xml:space="preserve"> </w:t>
      </w:r>
      <w:r w:rsidRPr="004654B0">
        <w:t>d.</w:t>
      </w:r>
    </w:p>
    <w:p w:rsidR="006B6161" w:rsidRDefault="006B6161" w:rsidP="00E643CF">
      <w:pPr>
        <w:jc w:val="center"/>
      </w:pPr>
      <w:r w:rsidRPr="004654B0">
        <w:t>Plungė</w:t>
      </w:r>
    </w:p>
    <w:p w:rsidR="00E643CF" w:rsidRPr="004654B0" w:rsidRDefault="00E643CF" w:rsidP="00E643CF">
      <w:pPr>
        <w:jc w:val="center"/>
      </w:pPr>
    </w:p>
    <w:p w:rsidR="00787B11" w:rsidRDefault="00833F32" w:rsidP="00BB23C8">
      <w:pPr>
        <w:tabs>
          <w:tab w:val="left" w:pos="709"/>
          <w:tab w:val="left" w:pos="993"/>
        </w:tabs>
        <w:ind w:firstLine="720"/>
        <w:jc w:val="both"/>
      </w:pPr>
      <w:r>
        <w:rPr>
          <w:b/>
        </w:rPr>
        <w:t xml:space="preserve">1. </w:t>
      </w:r>
      <w:r w:rsidR="00787B11" w:rsidRPr="00040EAC">
        <w:rPr>
          <w:b/>
        </w:rPr>
        <w:t>Parengto teisės akto projekto tikslai, uždaviniai, problemos esmė</w:t>
      </w:r>
      <w:r w:rsidR="00E40A3A">
        <w:t xml:space="preserve">. </w:t>
      </w:r>
      <w:r>
        <w:t xml:space="preserve">Pakeisti </w:t>
      </w:r>
      <w:r w:rsidR="00E40A3A">
        <w:t>P</w:t>
      </w:r>
      <w:r>
        <w:t xml:space="preserve">lungės rajono </w:t>
      </w:r>
      <w:r w:rsidR="00787B11" w:rsidRPr="004654B0">
        <w:t xml:space="preserve">savivaldybės </w:t>
      </w:r>
      <w:r w:rsidR="00787B11">
        <w:t xml:space="preserve">tarybos </w:t>
      </w:r>
      <w:r w:rsidR="00787B11" w:rsidRPr="008218C4">
        <w:t>202</w:t>
      </w:r>
      <w:r w:rsidR="00787B11">
        <w:t>2</w:t>
      </w:r>
      <w:r w:rsidR="00787B11" w:rsidRPr="008218C4">
        <w:t xml:space="preserve"> m. vasario 1</w:t>
      </w:r>
      <w:r w:rsidR="00787B11">
        <w:t xml:space="preserve">0 </w:t>
      </w:r>
      <w:r w:rsidR="00787B11" w:rsidRPr="008218C4">
        <w:t>d. sprendimu Nr. T1-</w:t>
      </w:r>
      <w:r w:rsidR="00787B11">
        <w:t>2 „Dėl Plungės rajono savivaldybės 2022</w:t>
      </w:r>
      <w:r w:rsidR="00326680">
        <w:t>–</w:t>
      </w:r>
      <w:r w:rsidR="00787B11">
        <w:t>2024 metų strateginio veiklos plano patvirtinimo“ (kartu su 2022 m. kovo 24 d. sprendimu Nr.</w:t>
      </w:r>
      <w:r w:rsidR="006920F4">
        <w:t xml:space="preserve"> </w:t>
      </w:r>
      <w:r w:rsidR="00787B11">
        <w:t>T1-</w:t>
      </w:r>
      <w:r w:rsidR="00EE1DB4">
        <w:t>80</w:t>
      </w:r>
      <w:r w:rsidR="003B0648">
        <w:t>, 2022 m. balandžio 28 d. sprendimu Nr.</w:t>
      </w:r>
      <w:r w:rsidR="006920F4">
        <w:t xml:space="preserve"> </w:t>
      </w:r>
      <w:r w:rsidR="003B0648">
        <w:t>T1-</w:t>
      </w:r>
      <w:r w:rsidR="006C519B">
        <w:t>123</w:t>
      </w:r>
      <w:r w:rsidR="00812CFA">
        <w:t>, 2022 m. gegužės 26 d. sprendimu Nr.</w:t>
      </w:r>
      <w:r w:rsidR="006920F4">
        <w:t xml:space="preserve"> </w:t>
      </w:r>
      <w:r w:rsidR="00812CFA">
        <w:t>T1-142</w:t>
      </w:r>
      <w:r w:rsidR="00C251E0">
        <w:t>,</w:t>
      </w:r>
      <w:r w:rsidR="00C251E0" w:rsidRPr="00C251E0">
        <w:t xml:space="preserve"> </w:t>
      </w:r>
      <w:r w:rsidR="00C251E0">
        <w:t xml:space="preserve">2022 m. birželio </w:t>
      </w:r>
      <w:r w:rsidR="0044024F">
        <w:t>23</w:t>
      </w:r>
      <w:r w:rsidR="00C251E0">
        <w:t xml:space="preserve"> d. sprendimu Nr.</w:t>
      </w:r>
      <w:r w:rsidR="006920F4">
        <w:t xml:space="preserve"> </w:t>
      </w:r>
      <w:r w:rsidR="00C251E0">
        <w:t>T1-1</w:t>
      </w:r>
      <w:r w:rsidR="0044024F">
        <w:t>60</w:t>
      </w:r>
      <w:r w:rsidR="00C251E0">
        <w:t xml:space="preserve">, 2022 m. liepos </w:t>
      </w:r>
      <w:r w:rsidR="0044024F">
        <w:t>28</w:t>
      </w:r>
      <w:r w:rsidR="00C251E0">
        <w:t xml:space="preserve"> d. sprendimu Nr.</w:t>
      </w:r>
      <w:r w:rsidR="006920F4">
        <w:t xml:space="preserve"> </w:t>
      </w:r>
      <w:r w:rsidR="00C251E0">
        <w:t>T1-1</w:t>
      </w:r>
      <w:r w:rsidR="0044024F">
        <w:t>86</w:t>
      </w:r>
      <w:r w:rsidR="00195135">
        <w:t>,</w:t>
      </w:r>
      <w:r w:rsidR="00195135" w:rsidRPr="00195135">
        <w:t xml:space="preserve"> </w:t>
      </w:r>
      <w:r w:rsidR="00195135">
        <w:t>2022 m. rugsėjo 22 d. sprendimu Nr.</w:t>
      </w:r>
      <w:r w:rsidR="006920F4">
        <w:t xml:space="preserve"> </w:t>
      </w:r>
      <w:r w:rsidR="00195135">
        <w:t>T1-206</w:t>
      </w:r>
      <w:r w:rsidR="00CB30EE">
        <w:t>,</w:t>
      </w:r>
      <w:r w:rsidR="00CB30EE" w:rsidRPr="00CB30EE">
        <w:t xml:space="preserve"> </w:t>
      </w:r>
      <w:r w:rsidR="00CB30EE">
        <w:t>2022 m. spalio 2</w:t>
      </w:r>
      <w:r w:rsidR="00B53867">
        <w:t>7</w:t>
      </w:r>
      <w:r w:rsidR="00CB30EE">
        <w:t xml:space="preserve"> d. Nr. T1-237</w:t>
      </w:r>
      <w:r w:rsidR="00EE4D52">
        <w:t>,</w:t>
      </w:r>
      <w:r w:rsidR="00EE4D52" w:rsidRPr="00EE4D52">
        <w:t xml:space="preserve"> </w:t>
      </w:r>
      <w:r w:rsidR="00EE4D52">
        <w:t>2022 m. lapkričio 24 d. Nr. T1-255</w:t>
      </w:r>
      <w:r w:rsidR="00787B11">
        <w:t xml:space="preserve">) </w:t>
      </w:r>
      <w:r w:rsidR="00787B11" w:rsidRPr="008218C4">
        <w:t>patvirtintą Plungės rajono savivaldybės</w:t>
      </w:r>
      <w:r w:rsidR="00787B11">
        <w:t xml:space="preserve"> 2022</w:t>
      </w:r>
      <w:r w:rsidR="00326680">
        <w:t>–</w:t>
      </w:r>
      <w:r w:rsidR="00787B11">
        <w:t>2024</w:t>
      </w:r>
      <w:r w:rsidR="00EE1DB4">
        <w:t xml:space="preserve"> </w:t>
      </w:r>
      <w:r w:rsidR="00787B11">
        <w:t>metų strateginį veiklos planą.</w:t>
      </w:r>
    </w:p>
    <w:p w:rsidR="00787B11" w:rsidRPr="007064A4" w:rsidRDefault="00787B11">
      <w:pPr>
        <w:ind w:firstLine="720"/>
        <w:jc w:val="both"/>
      </w:pPr>
      <w:r>
        <w:rPr>
          <w:b/>
        </w:rPr>
        <w:t>2.</w:t>
      </w:r>
      <w:r w:rsidR="006920F4">
        <w:rPr>
          <w:b/>
        </w:rPr>
        <w:t xml:space="preserve"> </w:t>
      </w:r>
      <w:r>
        <w:rPr>
          <w:b/>
        </w:rPr>
        <w:t>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pPr>
        <w:ind w:firstLine="720"/>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w:t>
      </w:r>
      <w:r w:rsidR="00043BE5">
        <w:t>ū</w:t>
      </w:r>
      <w:r>
        <w:t>s su patvirtintu finansavimu.</w:t>
      </w:r>
    </w:p>
    <w:p w:rsidR="00787B11" w:rsidRPr="001C7E6A" w:rsidRDefault="00787B11">
      <w:pPr>
        <w:ind w:firstLine="720"/>
        <w:jc w:val="both"/>
      </w:pPr>
      <w:r>
        <w:rPr>
          <w:b/>
        </w:rPr>
        <w:t>4. Siūlomos teisinio reguliavimo nuostatos.</w:t>
      </w:r>
      <w:r w:rsidR="00E40A3A">
        <w:t xml:space="preserve"> </w:t>
      </w:r>
      <w:r>
        <w:t>Keičiamas strateginis veiklos planas.</w:t>
      </w:r>
    </w:p>
    <w:p w:rsidR="00787B11" w:rsidRDefault="00787B11">
      <w:pPr>
        <w:ind w:firstLine="720"/>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pPr>
        <w:ind w:firstLine="720"/>
        <w:jc w:val="both"/>
      </w:pPr>
      <w:r>
        <w:rPr>
          <w:b/>
        </w:rPr>
        <w:t>6. Nurodyti, kokius galiojančius aktus reikėtų pakeisti ar pripažinti netekusiais galios, priėmus sprendimą pagal teikiamą projektą.</w:t>
      </w:r>
      <w:r w:rsidR="00E40A3A">
        <w:t xml:space="preserve"> </w:t>
      </w:r>
      <w:r>
        <w:t>Reik</w:t>
      </w:r>
      <w:r w:rsidR="00E4531D">
        <w:t>ia</w:t>
      </w:r>
      <w:r>
        <w:t xml:space="preserve">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956949">
        <w:t>2</w:t>
      </w:r>
      <w:r w:rsidR="00A11557">
        <w:t xml:space="preserve"> </w:t>
      </w:r>
      <w:r>
        <w:t>„Dėl Plungės rajono savivaldybės 202</w:t>
      </w:r>
      <w:r w:rsidR="00A11557">
        <w:t>2</w:t>
      </w:r>
      <w:r w:rsidR="00326680">
        <w:t>–</w:t>
      </w:r>
      <w:r>
        <w:t>202</w:t>
      </w:r>
      <w:r w:rsidR="00A11557">
        <w:t>4</w:t>
      </w:r>
      <w:r>
        <w:t xml:space="preserve"> metų strateginio veiklos plano patvirtinimo“ (kartu su 202</w:t>
      </w:r>
      <w:r w:rsidR="00A11557">
        <w:t>2</w:t>
      </w:r>
      <w:r>
        <w:t xml:space="preserve"> m. </w:t>
      </w:r>
      <w:r w:rsidR="00A11557">
        <w:t xml:space="preserve">kovo 24 </w:t>
      </w:r>
      <w:r>
        <w:t>d. sprendimu Nr.</w:t>
      </w:r>
      <w:r w:rsidR="006920F4">
        <w:t xml:space="preserve"> </w:t>
      </w:r>
      <w:r>
        <w:t>T1-</w:t>
      </w:r>
      <w:r w:rsidR="00551A4C">
        <w:t>80</w:t>
      </w:r>
      <w:r w:rsidR="003B0648">
        <w:t xml:space="preserve">, 2022 </w:t>
      </w:r>
      <w:r w:rsidR="00924F8E">
        <w:t xml:space="preserve">m. balandžio 28 d. </w:t>
      </w:r>
      <w:r w:rsidR="003B0648">
        <w:t>Nr.</w:t>
      </w:r>
      <w:r w:rsidR="006920F4">
        <w:t xml:space="preserve"> </w:t>
      </w:r>
      <w:r w:rsidR="003B0648">
        <w:t>T1-</w:t>
      </w:r>
      <w:r w:rsidR="00924F8E">
        <w:t>123</w:t>
      </w:r>
      <w:r w:rsidR="00812CFA">
        <w:t>,</w:t>
      </w:r>
      <w:r w:rsidR="00812CFA" w:rsidRPr="00812CFA">
        <w:t xml:space="preserve"> </w:t>
      </w:r>
      <w:r w:rsidR="00812CFA">
        <w:t>2022 m. gegužės 26 d. sprendimu Nr.</w:t>
      </w:r>
      <w:r w:rsidR="006920F4">
        <w:t xml:space="preserve"> </w:t>
      </w:r>
      <w:r w:rsidR="00812CFA">
        <w:t>T1-142</w:t>
      </w:r>
      <w:r w:rsidR="0044024F">
        <w:t>,</w:t>
      </w:r>
      <w:r w:rsidR="0044024F" w:rsidRPr="0044024F">
        <w:t xml:space="preserve"> </w:t>
      </w:r>
      <w:r w:rsidR="0044024F">
        <w:t>2022 m. birželio 23 d. sprendimu Nr.</w:t>
      </w:r>
      <w:r w:rsidR="006920F4">
        <w:t xml:space="preserve"> </w:t>
      </w:r>
      <w:r w:rsidR="0044024F">
        <w:t>T1-160, 2022 m. liepos 28 d. sprendimu Nr.</w:t>
      </w:r>
      <w:r w:rsidR="006920F4">
        <w:t xml:space="preserve"> </w:t>
      </w:r>
      <w:r w:rsidR="0044024F">
        <w:t>T1-186</w:t>
      </w:r>
      <w:r w:rsidR="00195135">
        <w:t>,</w:t>
      </w:r>
      <w:r w:rsidR="00195135" w:rsidRPr="00195135">
        <w:t xml:space="preserve"> </w:t>
      </w:r>
      <w:r w:rsidR="00195135">
        <w:t>2022 m. rugsėjo 22 d. sprendimu Nr.</w:t>
      </w:r>
      <w:r w:rsidR="006920F4">
        <w:t xml:space="preserve"> </w:t>
      </w:r>
      <w:r w:rsidR="00195135">
        <w:t>T1-206</w:t>
      </w:r>
      <w:r w:rsidR="00CB30EE">
        <w:t>, 2022 m. spalio 2</w:t>
      </w:r>
      <w:r w:rsidR="00B53867">
        <w:t>7</w:t>
      </w:r>
      <w:r w:rsidR="00CB30EE">
        <w:t xml:space="preserve"> d. Nr. T1-237</w:t>
      </w:r>
      <w:r w:rsidR="00EE4D52">
        <w:t>, 2022 m. lapkričio 24 d. Nr. T1-255</w:t>
      </w:r>
      <w:r>
        <w:t>).</w:t>
      </w:r>
    </w:p>
    <w:p w:rsidR="00787B11" w:rsidRPr="00D72832" w:rsidRDefault="00787B11">
      <w:pPr>
        <w:ind w:firstLine="720"/>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1D34C3" w:rsidRDefault="00787B11" w:rsidP="00864FB1">
      <w:pPr>
        <w:ind w:firstLine="720"/>
        <w:jc w:val="both"/>
      </w:pPr>
      <w:r>
        <w:rPr>
          <w:b/>
        </w:rPr>
        <w:t>8. Nurodyti, kieno iniciatyva sprendimo projektas parengtas.</w:t>
      </w:r>
      <w:r w:rsidR="00E40A3A">
        <w:t xml:space="preserve"> </w:t>
      </w:r>
      <w:r w:rsidRPr="009B3274">
        <w:t>Projektas parengtas</w:t>
      </w:r>
      <w:r w:rsidR="00E40A3A" w:rsidRPr="009B3274">
        <w:t>,</w:t>
      </w:r>
      <w:r w:rsidRPr="009B3274">
        <w:t xml:space="preserve"> </w:t>
      </w:r>
      <w:r w:rsidR="00E4531D" w:rsidRPr="009B3274">
        <w:t>remiantis</w:t>
      </w:r>
      <w:r w:rsidR="002C3C4C" w:rsidRPr="009B3274">
        <w:t xml:space="preserve"> Plungės </w:t>
      </w:r>
      <w:r w:rsidR="00BB13A1" w:rsidRPr="009B3274">
        <w:t>a</w:t>
      </w:r>
      <w:r w:rsidR="002C3C4C" w:rsidRPr="009B3274">
        <w:t xml:space="preserve">kademiko Adolfo Jucio </w:t>
      </w:r>
      <w:r w:rsidR="00B75F5F" w:rsidRPr="009B3274">
        <w:t>progimnazij</w:t>
      </w:r>
      <w:r w:rsidR="00BB13A1" w:rsidRPr="009B3274">
        <w:t>os</w:t>
      </w:r>
      <w:r w:rsidR="002C3C4C" w:rsidRPr="009B3274">
        <w:t xml:space="preserve"> 2022 m. </w:t>
      </w:r>
      <w:r w:rsidR="001D34C3">
        <w:t>gruodžio 6</w:t>
      </w:r>
      <w:r w:rsidR="002C3C4C" w:rsidRPr="009B3274">
        <w:t xml:space="preserve"> d. raštu Nr. 2-</w:t>
      </w:r>
      <w:r w:rsidR="001D34C3">
        <w:t>215</w:t>
      </w:r>
      <w:r w:rsidR="009B3274">
        <w:t xml:space="preserve"> </w:t>
      </w:r>
      <w:r w:rsidR="002C3C4C" w:rsidRPr="009B3274">
        <w:t>„Dėl Plungės rajono savivaldybės 2022</w:t>
      </w:r>
      <w:r w:rsidR="00BB13A1" w:rsidRPr="009B3274">
        <w:t>–</w:t>
      </w:r>
      <w:r w:rsidR="002C3C4C" w:rsidRPr="009B3274">
        <w:t>2024 metų strateginio veiklos plano patikslinimo</w:t>
      </w:r>
      <w:r w:rsidR="002C3C4C" w:rsidRPr="00EE4D52">
        <w:t>“</w:t>
      </w:r>
      <w:r w:rsidR="00AB7B7B">
        <w:t>;</w:t>
      </w:r>
      <w:r w:rsidR="00B14956" w:rsidRPr="00EE4D52">
        <w:t xml:space="preserve"> Plungės „Babrungo“ progimnazijos 2022 m. </w:t>
      </w:r>
      <w:r w:rsidR="001D34C3">
        <w:t>gruodžio 5</w:t>
      </w:r>
      <w:r w:rsidR="001D34C3" w:rsidRPr="009B3274">
        <w:t xml:space="preserve"> </w:t>
      </w:r>
      <w:r w:rsidR="008C7271" w:rsidRPr="00EE4D52">
        <w:t>d. raštu Nr. SD-</w:t>
      </w:r>
      <w:r w:rsidR="001D34C3">
        <w:t>73</w:t>
      </w:r>
      <w:r w:rsidR="008C7271" w:rsidRPr="00EE4D52">
        <w:t xml:space="preserve"> „Dėl </w:t>
      </w:r>
      <w:r w:rsidR="00B14956" w:rsidRPr="00EE4D52">
        <w:t>Plungės rajono savivaldybės 2022</w:t>
      </w:r>
      <w:r w:rsidR="00956949">
        <w:t>–</w:t>
      </w:r>
      <w:r w:rsidR="00B14956" w:rsidRPr="00EE4D52">
        <w:t>2024 m. strateginio plano patikslinimo“</w:t>
      </w:r>
      <w:r w:rsidR="00AB7B7B">
        <w:t>;</w:t>
      </w:r>
      <w:r w:rsidR="001D34C3">
        <w:t xml:space="preserve"> Plungės „Ryto“ pagrindinės mokyklos </w:t>
      </w:r>
      <w:r w:rsidR="001D34C3" w:rsidRPr="00EE4D52">
        <w:t xml:space="preserve">2022 m. </w:t>
      </w:r>
      <w:r w:rsidR="001D34C3">
        <w:t>gruodžio 2</w:t>
      </w:r>
      <w:r w:rsidR="001D34C3" w:rsidRPr="009B3274">
        <w:t xml:space="preserve"> </w:t>
      </w:r>
      <w:r w:rsidR="001D34C3" w:rsidRPr="00EE4D52">
        <w:t>d. raštu Nr. S</w:t>
      </w:r>
      <w:r w:rsidR="001D34C3">
        <w:t>R</w:t>
      </w:r>
      <w:r w:rsidR="001D34C3" w:rsidRPr="00EE4D52">
        <w:t>-</w:t>
      </w:r>
      <w:r w:rsidR="001D34C3">
        <w:t>129</w:t>
      </w:r>
      <w:r w:rsidR="001D34C3" w:rsidRPr="00EE4D52">
        <w:t xml:space="preserve"> „Dėl </w:t>
      </w:r>
      <w:r w:rsidR="001D34C3">
        <w:t xml:space="preserve">biudžeto asignavimų keitimo pagal ekonominę klasifikaciją ir </w:t>
      </w:r>
      <w:r w:rsidR="001D34C3" w:rsidRPr="00EE4D52">
        <w:t>Plungės rajono savivaldybės 2022</w:t>
      </w:r>
      <w:r w:rsidR="00956949">
        <w:t>–</w:t>
      </w:r>
      <w:r w:rsidR="001D34C3" w:rsidRPr="00EE4D52">
        <w:t>2024 m. strateginio</w:t>
      </w:r>
      <w:r w:rsidR="001D34C3">
        <w:t xml:space="preserve"> veiklos plano </w:t>
      </w:r>
      <w:r w:rsidR="001D34C3" w:rsidRPr="00EE4D52">
        <w:t>tikslinimo“</w:t>
      </w:r>
      <w:r w:rsidR="00AB7B7B">
        <w:t>;</w:t>
      </w:r>
      <w:r w:rsidR="008C7271" w:rsidRPr="00EE4D52">
        <w:t xml:space="preserve"> </w:t>
      </w:r>
      <w:r w:rsidR="001A132C" w:rsidRPr="00EE4D52">
        <w:t xml:space="preserve">Plungės Senamiesčio mokyklos 2022 m. </w:t>
      </w:r>
      <w:r w:rsidR="001D34C3">
        <w:t>gruodžio 5</w:t>
      </w:r>
      <w:r w:rsidR="001A132C" w:rsidRPr="00EE4D52">
        <w:t xml:space="preserve"> d. raštu Nr.</w:t>
      </w:r>
      <w:r w:rsidR="00956949">
        <w:t xml:space="preserve"> </w:t>
      </w:r>
      <w:r w:rsidR="001A132C" w:rsidRPr="00EE4D52">
        <w:t>3-1</w:t>
      </w:r>
      <w:r w:rsidR="001D34C3">
        <w:t>6</w:t>
      </w:r>
      <w:r w:rsidR="001A132C" w:rsidRPr="00EE4D52">
        <w:t>5 „Dėl Plungės rajono</w:t>
      </w:r>
      <w:r w:rsidR="008C7271" w:rsidRPr="00EE4D52">
        <w:t xml:space="preserve"> </w:t>
      </w:r>
      <w:r w:rsidR="001D34C3">
        <w:t>savivaldybės 2022</w:t>
      </w:r>
      <w:r w:rsidR="00956949">
        <w:t>–</w:t>
      </w:r>
      <w:r w:rsidR="001D34C3">
        <w:t xml:space="preserve">2024 metų </w:t>
      </w:r>
      <w:r w:rsidR="001A132C" w:rsidRPr="00EE4D52">
        <w:t>strateginio</w:t>
      </w:r>
      <w:r w:rsidR="001D34C3">
        <w:t xml:space="preserve"> veiklos </w:t>
      </w:r>
      <w:r w:rsidR="001A132C" w:rsidRPr="00EE4D52">
        <w:t>plano tikslinimo“</w:t>
      </w:r>
      <w:r w:rsidR="00AB7B7B">
        <w:t>;</w:t>
      </w:r>
      <w:r w:rsidR="001A132C" w:rsidRPr="00EE4D52">
        <w:t xml:space="preserve"> Plungės r. Liepijų mokyklos 2022 m. </w:t>
      </w:r>
      <w:r w:rsidR="001D34C3">
        <w:t>gruodžio 2 d. raštu Nr. (1.18) – SR-280</w:t>
      </w:r>
      <w:r w:rsidR="001A132C" w:rsidRPr="00EE4D52">
        <w:t xml:space="preserve"> „Dėl </w:t>
      </w:r>
      <w:r w:rsidR="001D34C3">
        <w:t xml:space="preserve">asignavimų sumų keitimo ir </w:t>
      </w:r>
      <w:r w:rsidR="002A23FD" w:rsidRPr="00EE4D52">
        <w:t xml:space="preserve">Plungės </w:t>
      </w:r>
      <w:r w:rsidR="001A132C" w:rsidRPr="00EE4D52">
        <w:t>rajono savivaldybės 2022–2024 metų strateginio veiklos plano pa</w:t>
      </w:r>
      <w:r w:rsidR="001D34C3">
        <w:t>didinimo</w:t>
      </w:r>
      <w:r w:rsidR="001A132C" w:rsidRPr="00EE4D52">
        <w:t>“</w:t>
      </w:r>
      <w:r w:rsidR="00AB7B7B">
        <w:t>;</w:t>
      </w:r>
      <w:r w:rsidR="001A132C" w:rsidRPr="00EE4D52">
        <w:t xml:space="preserve"> </w:t>
      </w:r>
      <w:r w:rsidR="001D34C3" w:rsidRPr="00EE4D52">
        <w:t xml:space="preserve">Plungės r. Alsėdžių Stanislovo Narutavičiaus gimnazijos 2022 m. </w:t>
      </w:r>
      <w:r w:rsidR="001D34C3">
        <w:t>gruodžio 5</w:t>
      </w:r>
      <w:r w:rsidR="001D34C3" w:rsidRPr="00EE4D52">
        <w:t xml:space="preserve"> d. raštu Nr. S-2022-1</w:t>
      </w:r>
      <w:r w:rsidR="001D34C3">
        <w:t>44</w:t>
      </w:r>
      <w:r w:rsidR="001D34C3" w:rsidRPr="00EE4D52">
        <w:t xml:space="preserve"> „Dėl asignavimų sumų keitimo </w:t>
      </w:r>
      <w:r w:rsidR="001D34C3">
        <w:t xml:space="preserve">ir </w:t>
      </w:r>
      <w:r w:rsidR="001D34C3" w:rsidRPr="00EE4D52">
        <w:t>Plungės rajono savivaldybės 2022–2024 metų strateginio veiklos plano pa</w:t>
      </w:r>
      <w:r w:rsidR="001D34C3">
        <w:t>didinimo</w:t>
      </w:r>
      <w:r w:rsidR="001D34C3" w:rsidRPr="00EE4D52">
        <w:t>“</w:t>
      </w:r>
      <w:r w:rsidR="00AB7B7B">
        <w:t>;</w:t>
      </w:r>
      <w:r w:rsidR="001D34C3" w:rsidRPr="00EE4D52">
        <w:t xml:space="preserve"> </w:t>
      </w:r>
      <w:r w:rsidR="001D34C3">
        <w:t xml:space="preserve">Plungės </w:t>
      </w:r>
      <w:r w:rsidR="002A23FD" w:rsidRPr="00EE4D52">
        <w:t xml:space="preserve">„Saulės“ gimnazijos 2022 m. </w:t>
      </w:r>
      <w:r w:rsidR="001D34C3">
        <w:t>gruodžio 6 d. raštu Nr.</w:t>
      </w:r>
      <w:r w:rsidR="00956949">
        <w:t xml:space="preserve"> </w:t>
      </w:r>
      <w:r w:rsidR="001D34C3">
        <w:t>S-134</w:t>
      </w:r>
      <w:r w:rsidR="002A23FD" w:rsidRPr="00EE4D52">
        <w:t xml:space="preserve"> „Dėl Plungės savivaldybės 2022–2024 metų strateginio veiklos plano tikslinimo“</w:t>
      </w:r>
      <w:r w:rsidR="00AB7B7B">
        <w:t>;</w:t>
      </w:r>
      <w:r w:rsidR="002A23FD" w:rsidRPr="00EE4D52">
        <w:t xml:space="preserve"> </w:t>
      </w:r>
      <w:r w:rsidR="001D34C3">
        <w:t>Plungės r.</w:t>
      </w:r>
      <w:r w:rsidR="00956949">
        <w:t xml:space="preserve"> </w:t>
      </w:r>
      <w:r w:rsidR="001D34C3">
        <w:t xml:space="preserve">Platelių meno </w:t>
      </w:r>
      <w:r w:rsidR="001D34C3">
        <w:lastRenderedPageBreak/>
        <w:t xml:space="preserve">mokyklos </w:t>
      </w:r>
      <w:r w:rsidR="001D34C3" w:rsidRPr="00EE4D52">
        <w:t xml:space="preserve">2022 m. </w:t>
      </w:r>
      <w:r w:rsidR="001D34C3">
        <w:t>gruodžio 1</w:t>
      </w:r>
      <w:r w:rsidR="001D34C3" w:rsidRPr="009B3274">
        <w:t xml:space="preserve"> </w:t>
      </w:r>
      <w:r w:rsidR="001D34C3" w:rsidRPr="00EE4D52">
        <w:t>d. raštu Nr. S</w:t>
      </w:r>
      <w:r w:rsidR="001D34C3">
        <w:t>R</w:t>
      </w:r>
      <w:r w:rsidR="001D34C3" w:rsidRPr="00EE4D52">
        <w:t>-</w:t>
      </w:r>
      <w:r w:rsidR="001D34C3">
        <w:t>134</w:t>
      </w:r>
      <w:r w:rsidR="001D34C3" w:rsidRPr="00EE4D52">
        <w:t xml:space="preserve"> „Dėl </w:t>
      </w:r>
      <w:r w:rsidR="001D34C3">
        <w:t xml:space="preserve">2022 metų IV ketvirčio biudžeto asignavimų keitimo pagal ekonominę klasifikaciją ir </w:t>
      </w:r>
      <w:r w:rsidR="001D34C3" w:rsidRPr="00EE4D52">
        <w:t>Plungės rajono savivaldybės 2022</w:t>
      </w:r>
      <w:r w:rsidR="00956949">
        <w:t>–</w:t>
      </w:r>
      <w:r w:rsidR="001D34C3" w:rsidRPr="00EE4D52">
        <w:t>2024 m. strateginio</w:t>
      </w:r>
      <w:r w:rsidR="001D34C3">
        <w:t xml:space="preserve"> veiklos plano </w:t>
      </w:r>
      <w:r w:rsidR="001D34C3" w:rsidRPr="00EE4D52">
        <w:t>tikslinimo“</w:t>
      </w:r>
      <w:r w:rsidR="00AB7B7B">
        <w:t>;</w:t>
      </w:r>
      <w:r w:rsidR="00CB22CF">
        <w:t xml:space="preserve"> Plungės Mykolo Oginskio meno mokyklos </w:t>
      </w:r>
      <w:r w:rsidR="00CB22CF" w:rsidRPr="00EE4D52">
        <w:t xml:space="preserve">2022 m. </w:t>
      </w:r>
      <w:r w:rsidR="00CB22CF">
        <w:t>lapkričio 30 d. raštu Nr.</w:t>
      </w:r>
      <w:r w:rsidR="00956949">
        <w:t xml:space="preserve"> </w:t>
      </w:r>
      <w:r w:rsidR="00CB22CF">
        <w:t>S-253</w:t>
      </w:r>
      <w:r w:rsidR="00CB22CF" w:rsidRPr="00EE4D52">
        <w:t xml:space="preserve"> „Dėl Plungės </w:t>
      </w:r>
      <w:r w:rsidR="00CB22CF">
        <w:t xml:space="preserve">rajono </w:t>
      </w:r>
      <w:r w:rsidR="00CB22CF" w:rsidRPr="00EE4D52">
        <w:t>savivaldybės 2022–2024 metų strateginio veiklos plano tikslinimo“</w:t>
      </w:r>
      <w:r w:rsidR="00AB7B7B">
        <w:t>;</w:t>
      </w:r>
      <w:r w:rsidR="00CB22CF" w:rsidRPr="00CB22CF">
        <w:t xml:space="preserve"> </w:t>
      </w:r>
      <w:r w:rsidR="00CB22CF" w:rsidRPr="00EE4D52">
        <w:t xml:space="preserve">Plungės sporto ir rekreacijos centro 2022 m. </w:t>
      </w:r>
      <w:r w:rsidR="00CB22CF">
        <w:t>gruodžio 2</w:t>
      </w:r>
      <w:r w:rsidR="00CB22CF" w:rsidRPr="00EE4D52">
        <w:t xml:space="preserve"> d.</w:t>
      </w:r>
      <w:r w:rsidR="00CB22CF">
        <w:t xml:space="preserve"> ir gruodžio 6 d. </w:t>
      </w:r>
      <w:r w:rsidR="00CB22CF" w:rsidRPr="00EE4D52">
        <w:t>raštais Nr. S-3</w:t>
      </w:r>
      <w:r w:rsidR="00CB22CF">
        <w:t>46, Nr.</w:t>
      </w:r>
      <w:r w:rsidR="00956949">
        <w:t xml:space="preserve"> </w:t>
      </w:r>
      <w:r w:rsidR="00CB22CF">
        <w:t>S-352</w:t>
      </w:r>
      <w:r w:rsidR="00CB22CF" w:rsidRPr="00EE4D52">
        <w:t xml:space="preserve"> „Dėl Plungės rajono savivaldybės 2022–2024 metų strateginio veiklos plano tikslinimo“</w:t>
      </w:r>
      <w:r w:rsidR="00AB7B7B">
        <w:t>;</w:t>
      </w:r>
      <w:r w:rsidR="00CB22CF" w:rsidRPr="00CB22CF">
        <w:t xml:space="preserve"> </w:t>
      </w:r>
      <w:r w:rsidR="00CB22CF" w:rsidRPr="00EE4D52">
        <w:t>Plungės lopšelio</w:t>
      </w:r>
      <w:r w:rsidR="00956949">
        <w:t>-</w:t>
      </w:r>
      <w:r w:rsidR="00CB22CF" w:rsidRPr="00EE4D52">
        <w:t xml:space="preserve">darželio „Nykštukas“ 2022 m. </w:t>
      </w:r>
      <w:r w:rsidR="00CB22CF">
        <w:t>gruodžio 5</w:t>
      </w:r>
      <w:r w:rsidR="00CB22CF" w:rsidRPr="00EE4D52">
        <w:t xml:space="preserve"> d. raštu Nr.</w:t>
      </w:r>
      <w:r w:rsidR="00956949">
        <w:t xml:space="preserve"> </w:t>
      </w:r>
      <w:r w:rsidR="00CB22CF" w:rsidRPr="00EE4D52">
        <w:t>V10-</w:t>
      </w:r>
      <w:r w:rsidR="00CB22CF">
        <w:t>97</w:t>
      </w:r>
      <w:r w:rsidR="00956949">
        <w:t xml:space="preserve"> </w:t>
      </w:r>
      <w:r w:rsidR="00CB22CF" w:rsidRPr="00EE4D52">
        <w:t xml:space="preserve">„Dėl </w:t>
      </w:r>
      <w:r w:rsidR="00CB22CF">
        <w:t>2022 metų sąmatų pakeitimo ir 2022</w:t>
      </w:r>
      <w:r w:rsidR="00956949">
        <w:t>–</w:t>
      </w:r>
      <w:r w:rsidR="00CB22CF">
        <w:t xml:space="preserve">2024 metų </w:t>
      </w:r>
      <w:r w:rsidR="00CB22CF" w:rsidRPr="00EE4D52">
        <w:t>strateginio veiklos plano patikslinimo“</w:t>
      </w:r>
      <w:r w:rsidR="00AB7B7B">
        <w:t>;</w:t>
      </w:r>
      <w:r w:rsidR="00CB22CF" w:rsidRPr="00CB22CF">
        <w:t xml:space="preserve"> </w:t>
      </w:r>
      <w:r w:rsidR="00CB22CF" w:rsidRPr="00EE4D52">
        <w:t>Plungės lopšelio</w:t>
      </w:r>
      <w:r w:rsidR="00956949">
        <w:t>-</w:t>
      </w:r>
      <w:r w:rsidR="00CB22CF" w:rsidRPr="00EE4D52">
        <w:t xml:space="preserve">darželio „Pasaka“ 2022 m. </w:t>
      </w:r>
      <w:r w:rsidR="00CB22CF">
        <w:t>gruodžio 5</w:t>
      </w:r>
      <w:r w:rsidR="00CB22CF" w:rsidRPr="00EE4D52">
        <w:t xml:space="preserve"> d. raštu Nr.</w:t>
      </w:r>
      <w:r w:rsidR="00792EBB">
        <w:t xml:space="preserve"> </w:t>
      </w:r>
      <w:r w:rsidR="00CB22CF" w:rsidRPr="00EE4D52">
        <w:t>SD-8</w:t>
      </w:r>
      <w:r w:rsidR="00CB22CF">
        <w:t>8</w:t>
      </w:r>
      <w:r w:rsidR="00CB22CF" w:rsidRPr="00EE4D52">
        <w:t xml:space="preserve"> „Dėl Plungės rajono savivaldybės</w:t>
      </w:r>
      <w:r w:rsidR="00CB22CF">
        <w:t xml:space="preserve"> administr</w:t>
      </w:r>
      <w:r w:rsidR="00792EBB">
        <w:t>a</w:t>
      </w:r>
      <w:r w:rsidR="00CB22CF">
        <w:t xml:space="preserve">cijos </w:t>
      </w:r>
      <w:r w:rsidR="00CB22CF" w:rsidRPr="00EE4D52">
        <w:t xml:space="preserve">2022–2024 metų strateginio veiklos plano </w:t>
      </w:r>
      <w:r w:rsidR="00CB22CF">
        <w:t>pa</w:t>
      </w:r>
      <w:r w:rsidR="00CB22CF" w:rsidRPr="00EE4D52">
        <w:t>tikslinimo</w:t>
      </w:r>
      <w:r w:rsidR="00CB22CF">
        <w:t xml:space="preserve"> ir dėl 2022 metų IV ketvirčio sąmat</w:t>
      </w:r>
      <w:r w:rsidR="00792EBB">
        <w:t>ų</w:t>
      </w:r>
      <w:r w:rsidR="00CB22CF">
        <w:t xml:space="preserve"> pakeitimo</w:t>
      </w:r>
      <w:r w:rsidR="00CB22CF" w:rsidRPr="00EE4D52">
        <w:t>“</w:t>
      </w:r>
      <w:r w:rsidR="00AB7B7B">
        <w:t>;</w:t>
      </w:r>
      <w:r w:rsidR="00CB22CF" w:rsidRPr="00CB22CF">
        <w:t xml:space="preserve"> </w:t>
      </w:r>
      <w:r w:rsidR="00CB22CF" w:rsidRPr="00EE4D52">
        <w:t>Plungės lopšelio</w:t>
      </w:r>
      <w:r w:rsidR="00792EBB">
        <w:t>-</w:t>
      </w:r>
      <w:r w:rsidR="00CB22CF" w:rsidRPr="00EE4D52">
        <w:t xml:space="preserve">darželio „Raudonkepuraitė“ 2022 m. </w:t>
      </w:r>
      <w:r w:rsidR="00CB22CF">
        <w:t>gruodžio 5</w:t>
      </w:r>
      <w:r w:rsidR="00CB22CF" w:rsidRPr="00EE4D52">
        <w:t xml:space="preserve"> d. raštu Nr.</w:t>
      </w:r>
      <w:r w:rsidR="00792EBB">
        <w:t xml:space="preserve"> </w:t>
      </w:r>
      <w:r w:rsidR="00CB22CF" w:rsidRPr="00EE4D52">
        <w:t>D2-</w:t>
      </w:r>
      <w:r w:rsidR="00CB22CF">
        <w:t>74</w:t>
      </w:r>
      <w:r w:rsidR="00CB22CF" w:rsidRPr="00EE4D52">
        <w:t>/2022 „Dėl Plungės rajono savivaldybės 2022–2024 metų strateginio veiklos plano patikslinimo“</w:t>
      </w:r>
      <w:r w:rsidR="00AB7B7B">
        <w:t>;</w:t>
      </w:r>
      <w:r w:rsidR="00CB22CF" w:rsidRPr="00CB22CF">
        <w:t xml:space="preserve"> </w:t>
      </w:r>
      <w:r w:rsidR="00CB22CF" w:rsidRPr="00EE4D52">
        <w:t>Plungės lopšelio</w:t>
      </w:r>
      <w:r w:rsidR="00792EBB">
        <w:t>-</w:t>
      </w:r>
      <w:r w:rsidR="00CB22CF" w:rsidRPr="00EE4D52">
        <w:t xml:space="preserve">darželio „Rūtelė“ 2022 m. </w:t>
      </w:r>
      <w:r w:rsidR="00CB22CF">
        <w:t>gruodžio 5</w:t>
      </w:r>
      <w:r w:rsidR="00CB22CF" w:rsidRPr="00EE4D52">
        <w:t xml:space="preserve"> d. raštu Nr.</w:t>
      </w:r>
      <w:r w:rsidR="00792EBB">
        <w:t xml:space="preserve"> </w:t>
      </w:r>
      <w:r w:rsidR="00CB22CF" w:rsidRPr="00EE4D52">
        <w:t>D2-</w:t>
      </w:r>
      <w:r w:rsidR="00CB22CF">
        <w:t>124</w:t>
      </w:r>
      <w:r w:rsidR="00CB22CF" w:rsidRPr="00EE4D52">
        <w:t xml:space="preserve"> „Dėl</w:t>
      </w:r>
      <w:r w:rsidR="00792EBB">
        <w:t xml:space="preserve"> </w:t>
      </w:r>
      <w:r w:rsidR="00CB22CF">
        <w:t xml:space="preserve">2022 metų sąmatų pakeitimo ir </w:t>
      </w:r>
      <w:r w:rsidR="00CB22CF" w:rsidRPr="00EE4D52">
        <w:t>2022–2024 metų strateginio veiklos plano patikslinimo“</w:t>
      </w:r>
      <w:r w:rsidR="00AB7B7B">
        <w:t>;</w:t>
      </w:r>
      <w:r w:rsidR="00CB22CF" w:rsidRPr="00EE4D52">
        <w:t xml:space="preserve"> Plungės lopšelio</w:t>
      </w:r>
      <w:r w:rsidR="00792EBB">
        <w:t>-</w:t>
      </w:r>
      <w:r w:rsidR="00CB22CF" w:rsidRPr="00EE4D52">
        <w:t xml:space="preserve">darželio „Saulutė“ 2022 m. </w:t>
      </w:r>
      <w:r w:rsidR="00CB22CF">
        <w:t>gruodžio 5</w:t>
      </w:r>
      <w:r w:rsidR="00CB22CF" w:rsidRPr="00EE4D52">
        <w:t xml:space="preserve"> d. raštu Nr.</w:t>
      </w:r>
      <w:r w:rsidR="00792EBB">
        <w:t xml:space="preserve"> </w:t>
      </w:r>
      <w:r w:rsidR="00CB22CF" w:rsidRPr="00EE4D52">
        <w:t>SD-</w:t>
      </w:r>
      <w:r w:rsidR="00CB22CF">
        <w:t>62</w:t>
      </w:r>
      <w:r w:rsidR="00CB22CF" w:rsidRPr="00EE4D52">
        <w:t xml:space="preserve"> „Dėl papildomų lėšų skyrimo</w:t>
      </w:r>
      <w:r w:rsidR="00CB22CF">
        <w:t>, IV ketvirčio sąmatų pakeitimų ir</w:t>
      </w:r>
      <w:r w:rsidR="00CB22CF" w:rsidRPr="00EE4D52">
        <w:t xml:space="preserve"> Plungės rajono savivaldybės 2022–2024 metų strateginio veiklos plano tikslinimo</w:t>
      </w:r>
      <w:r w:rsidR="0009416E">
        <w:t>“</w:t>
      </w:r>
      <w:r w:rsidR="00AB7B7B">
        <w:t>;</w:t>
      </w:r>
      <w:r w:rsidR="0009416E">
        <w:t xml:space="preserve"> </w:t>
      </w:r>
      <w:r w:rsidR="00CB22CF" w:rsidRPr="00EE4D52">
        <w:t>Plungės lopšelio</w:t>
      </w:r>
      <w:r w:rsidR="00792EBB">
        <w:t>-</w:t>
      </w:r>
      <w:r w:rsidR="00CB22CF" w:rsidRPr="00EE4D52">
        <w:t xml:space="preserve">darželio „Vyturėlis“ 2022 m. </w:t>
      </w:r>
      <w:r w:rsidR="0009416E">
        <w:t>gruodžio 2</w:t>
      </w:r>
      <w:r w:rsidR="00CB22CF" w:rsidRPr="00EE4D52">
        <w:t xml:space="preserve"> d. raštu Nr.</w:t>
      </w:r>
      <w:r w:rsidR="00792EBB">
        <w:t xml:space="preserve"> </w:t>
      </w:r>
      <w:r w:rsidR="00CB22CF" w:rsidRPr="00EE4D52">
        <w:t>D2</w:t>
      </w:r>
      <w:r w:rsidR="0009416E">
        <w:t xml:space="preserve">-91 </w:t>
      </w:r>
      <w:r w:rsidR="00CB22CF" w:rsidRPr="00EE4D52">
        <w:t xml:space="preserve">„Dėl </w:t>
      </w:r>
      <w:r w:rsidR="0009416E">
        <w:t xml:space="preserve">2022 metų sąmatų pakeitimo ir </w:t>
      </w:r>
      <w:r w:rsidR="00CB22CF" w:rsidRPr="00EE4D52">
        <w:t>2022–2024 metų strateginio veiklos plano patikslinimo“</w:t>
      </w:r>
      <w:r w:rsidR="00AB7B7B">
        <w:t>;</w:t>
      </w:r>
      <w:r w:rsidR="0009416E" w:rsidRPr="0009416E">
        <w:t xml:space="preserve"> </w:t>
      </w:r>
      <w:r w:rsidR="0009416E" w:rsidRPr="00EE4D52">
        <w:t>Strateginio planavimo ir investicijų skyriaus 2022 m</w:t>
      </w:r>
      <w:r w:rsidR="0009416E">
        <w:t>. gruodžio 2</w:t>
      </w:r>
      <w:r w:rsidR="0009416E" w:rsidRPr="00EE4D52">
        <w:t xml:space="preserve"> d.</w:t>
      </w:r>
      <w:r w:rsidR="0009416E">
        <w:t xml:space="preserve"> ir 2022 metų gruodžio 6 d. </w:t>
      </w:r>
      <w:r w:rsidR="0009416E" w:rsidRPr="00EE4D52">
        <w:t>raštais Nr. A20-2</w:t>
      </w:r>
      <w:r w:rsidR="0009416E">
        <w:t>978, Nr.</w:t>
      </w:r>
      <w:r w:rsidR="00792EBB">
        <w:t xml:space="preserve"> </w:t>
      </w:r>
      <w:r w:rsidR="0009416E">
        <w:t>A20-3024</w:t>
      </w:r>
      <w:r w:rsidR="0009416E" w:rsidRPr="00EE4D52">
        <w:t xml:space="preserve"> „Dėl </w:t>
      </w:r>
      <w:r w:rsidR="0009416E">
        <w:t xml:space="preserve">02 </w:t>
      </w:r>
      <w:r w:rsidR="0009416E">
        <w:rPr>
          <w:sz w:val="22"/>
        </w:rPr>
        <w:t>programos priemonės</w:t>
      </w:r>
      <w:r w:rsidR="0009416E">
        <w:t xml:space="preserve"> „Investicijų ir kiti projektai“ Europos Sąjungos paramos ir biudžeto lėšų sumažinimo“</w:t>
      </w:r>
      <w:r w:rsidR="00AB7B7B">
        <w:t>;</w:t>
      </w:r>
      <w:r w:rsidR="0009416E" w:rsidRPr="00EE4D52">
        <w:t xml:space="preserve"> Plungės specialiojo ugdymo centro 2022 m</w:t>
      </w:r>
      <w:r w:rsidR="00792EBB">
        <w:t>.</w:t>
      </w:r>
      <w:r w:rsidR="0009416E" w:rsidRPr="00EE4D52">
        <w:t xml:space="preserve"> </w:t>
      </w:r>
      <w:r w:rsidR="0009416E">
        <w:t>gruodžio 7</w:t>
      </w:r>
      <w:r w:rsidR="0009416E" w:rsidRPr="00EE4D52">
        <w:t xml:space="preserve"> d. raštu Nr.</w:t>
      </w:r>
      <w:r w:rsidR="00792EBB">
        <w:t xml:space="preserve"> </w:t>
      </w:r>
      <w:r w:rsidR="0009416E" w:rsidRPr="00EE4D52">
        <w:t>S-164(1.8) „Dėl 2022 metų sąmatų keitimo ir 2022</w:t>
      </w:r>
      <w:r w:rsidR="00792EBB">
        <w:t>–</w:t>
      </w:r>
      <w:r w:rsidR="0009416E" w:rsidRPr="00EE4D52">
        <w:t>2024 metų strateginio veiklos plano tikslinimo“</w:t>
      </w:r>
      <w:r w:rsidR="00AB7B7B">
        <w:t>;</w:t>
      </w:r>
      <w:r w:rsidR="0009416E" w:rsidRPr="0009416E">
        <w:t xml:space="preserve"> </w:t>
      </w:r>
      <w:r w:rsidR="0009416E" w:rsidRPr="00EE4D52">
        <w:t xml:space="preserve">Socialinės paramos skyriaus 2022 m. </w:t>
      </w:r>
      <w:r w:rsidR="0009416E">
        <w:t>gruodžio 6</w:t>
      </w:r>
      <w:r w:rsidR="0009416E" w:rsidRPr="00EE4D52">
        <w:t xml:space="preserve"> d.</w:t>
      </w:r>
      <w:r w:rsidR="0009416E">
        <w:t xml:space="preserve"> raštais Nr. A20-3000, Nr.</w:t>
      </w:r>
      <w:r w:rsidR="00792EBB">
        <w:t xml:space="preserve"> </w:t>
      </w:r>
      <w:r w:rsidR="0009416E">
        <w:t>A20-3028</w:t>
      </w:r>
      <w:r w:rsidR="0009416E" w:rsidRPr="00EE4D52">
        <w:t xml:space="preserve"> „Dėl Plungės rajono savivaldybės 2022</w:t>
      </w:r>
      <w:r w:rsidR="00792EBB">
        <w:t>–</w:t>
      </w:r>
      <w:r w:rsidR="0009416E" w:rsidRPr="00EE4D52">
        <w:t>2024 metų strateginio veiklos plano patikslinimo“</w:t>
      </w:r>
      <w:r w:rsidR="00AB7B7B">
        <w:t>;</w:t>
      </w:r>
      <w:r w:rsidR="0009416E">
        <w:t xml:space="preserve"> Turto skyriaus </w:t>
      </w:r>
      <w:r w:rsidR="0009416E" w:rsidRPr="00EE4D52">
        <w:t xml:space="preserve">2022 m. </w:t>
      </w:r>
      <w:r w:rsidR="0009416E">
        <w:t>gruodžio 6</w:t>
      </w:r>
      <w:r w:rsidR="0009416E" w:rsidRPr="00EE4D52">
        <w:t xml:space="preserve"> d.</w:t>
      </w:r>
      <w:r w:rsidR="0009416E">
        <w:t xml:space="preserve"> raštu Nr. A20-3010 </w:t>
      </w:r>
      <w:r w:rsidR="0009416E" w:rsidRPr="00EE4D52">
        <w:t xml:space="preserve">„Dėl </w:t>
      </w:r>
      <w:r w:rsidR="0009416E">
        <w:t xml:space="preserve">04 programos 09 priemonės „Būsto nuomos mokesčio daliai kompensuoti“ biudžeto lėšų padidinimo ir </w:t>
      </w:r>
      <w:r w:rsidR="0009416E" w:rsidRPr="00EE4D52">
        <w:t>Plungės rajono savivaldybės 2022</w:t>
      </w:r>
      <w:r w:rsidR="00792EBB">
        <w:t>–</w:t>
      </w:r>
      <w:r w:rsidR="0009416E" w:rsidRPr="00EE4D52">
        <w:t>2024 metų strateginio veiklos plano patikslinimo</w:t>
      </w:r>
      <w:r w:rsidR="00302364">
        <w:t xml:space="preserve">“ ir 2022 m. gruodžio 6 d. raštu </w:t>
      </w:r>
      <w:r w:rsidR="00792EBB">
        <w:t xml:space="preserve">Nr. </w:t>
      </w:r>
      <w:r w:rsidR="00302364">
        <w:t xml:space="preserve">A20-3001 </w:t>
      </w:r>
      <w:r w:rsidR="00302364" w:rsidRPr="00EE4D52">
        <w:t xml:space="preserve">„Dėl </w:t>
      </w:r>
      <w:r w:rsidR="00302364">
        <w:t xml:space="preserve">07 programos 01 priemonės „Savivaldybės turto valdymas“ biudžeto lėšų padidinimo ir </w:t>
      </w:r>
      <w:r w:rsidR="00302364" w:rsidRPr="00EE4D52">
        <w:t>Plungės rajono savivaldybės 2022</w:t>
      </w:r>
      <w:r w:rsidR="00792EBB">
        <w:t>–</w:t>
      </w:r>
      <w:r w:rsidR="00302364" w:rsidRPr="00EE4D52">
        <w:t>2024 metų strateginio veiklos plano patikslinimo</w:t>
      </w:r>
      <w:r w:rsidR="00302364">
        <w:t>“</w:t>
      </w:r>
      <w:r w:rsidR="00AB7B7B">
        <w:t>;</w:t>
      </w:r>
      <w:r w:rsidR="00A93C6E" w:rsidRPr="00A93C6E">
        <w:t xml:space="preserve"> </w:t>
      </w:r>
      <w:r w:rsidR="00A93C6E" w:rsidRPr="00EE4D52">
        <w:t xml:space="preserve">Plungės socialinių paslaugų centro 2022 m. </w:t>
      </w:r>
      <w:r w:rsidR="00A93C6E">
        <w:t>gruodžio 2</w:t>
      </w:r>
      <w:r w:rsidR="00A93C6E" w:rsidRPr="00EE4D52">
        <w:t xml:space="preserve"> d. raštu Nr.</w:t>
      </w:r>
      <w:r w:rsidR="00792EBB">
        <w:t xml:space="preserve"> </w:t>
      </w:r>
      <w:r w:rsidR="00A93C6E" w:rsidRPr="00EE4D52">
        <w:t>S-1</w:t>
      </w:r>
      <w:r w:rsidR="00A93C6E">
        <w:t>691</w:t>
      </w:r>
      <w:r w:rsidR="00A93C6E" w:rsidRPr="00EE4D52">
        <w:t xml:space="preserve">(1.10) „Dėl </w:t>
      </w:r>
      <w:r w:rsidR="00A93C6E">
        <w:t xml:space="preserve">programų sąmatų ir </w:t>
      </w:r>
      <w:r w:rsidR="00A93C6E" w:rsidRPr="00EE4D52">
        <w:t>2022–2024 metų strateginio veiklos plano tikslinimo“</w:t>
      </w:r>
      <w:r w:rsidR="00AB7B7B">
        <w:t>;</w:t>
      </w:r>
      <w:r w:rsidR="00A93C6E">
        <w:t xml:space="preserve"> Plungės krizių centro </w:t>
      </w:r>
      <w:r w:rsidR="00A93C6E" w:rsidRPr="00EE4D52">
        <w:t xml:space="preserve">2022 m. </w:t>
      </w:r>
      <w:r w:rsidR="00A93C6E">
        <w:t>gruodžio 5</w:t>
      </w:r>
      <w:r w:rsidR="00A93C6E" w:rsidRPr="00EE4D52">
        <w:t xml:space="preserve"> d. raštu Nr.</w:t>
      </w:r>
      <w:r w:rsidR="00792EBB">
        <w:t xml:space="preserve"> </w:t>
      </w:r>
      <w:r w:rsidR="00A93C6E" w:rsidRPr="00EE4D52">
        <w:t>S</w:t>
      </w:r>
      <w:r w:rsidR="00A93C6E">
        <w:t>D</w:t>
      </w:r>
      <w:r w:rsidR="00A93C6E" w:rsidRPr="00EE4D52">
        <w:t>-</w:t>
      </w:r>
      <w:r w:rsidR="00A93C6E">
        <w:t>135</w:t>
      </w:r>
      <w:r w:rsidR="00A93C6E" w:rsidRPr="00EE4D52">
        <w:t xml:space="preserve"> „Dėl </w:t>
      </w:r>
      <w:r w:rsidR="00A93C6E">
        <w:t xml:space="preserve">biudžeto programų sąmatų didinimo ir Plungės rajono savivaldybės </w:t>
      </w:r>
      <w:r w:rsidR="00A93C6E" w:rsidRPr="00EE4D52">
        <w:t xml:space="preserve">2022–2024 metų strateginio veiklos plano </w:t>
      </w:r>
      <w:r w:rsidR="00A93C6E">
        <w:t>pa</w:t>
      </w:r>
      <w:r w:rsidR="00A93C6E" w:rsidRPr="00EE4D52">
        <w:t>tikslinimo“</w:t>
      </w:r>
      <w:r w:rsidR="00AB7B7B">
        <w:t>;</w:t>
      </w:r>
      <w:r w:rsidR="00A93C6E" w:rsidRPr="00A93C6E">
        <w:t xml:space="preserve"> </w:t>
      </w:r>
      <w:r w:rsidR="00A93C6E" w:rsidRPr="00EE4D52">
        <w:t xml:space="preserve">Vietos ūkio skyriaus 2022 m. </w:t>
      </w:r>
      <w:r w:rsidR="00A93C6E">
        <w:t>gruodžio 6 d. raštais</w:t>
      </w:r>
      <w:r w:rsidR="00A93C6E" w:rsidRPr="00EE4D52">
        <w:t xml:space="preserve"> Nr.</w:t>
      </w:r>
      <w:r w:rsidR="00792EBB">
        <w:t xml:space="preserve"> </w:t>
      </w:r>
      <w:r w:rsidR="00A93C6E" w:rsidRPr="00EE4D52">
        <w:t>A20-2</w:t>
      </w:r>
      <w:r w:rsidR="00A93C6E">
        <w:t>998, Nr.</w:t>
      </w:r>
      <w:r w:rsidR="00792EBB">
        <w:t xml:space="preserve"> </w:t>
      </w:r>
      <w:r w:rsidR="00A93C6E">
        <w:t>A20-3031</w:t>
      </w:r>
      <w:r w:rsidR="00A93C6E" w:rsidRPr="00EE4D52">
        <w:t xml:space="preserve"> „Dėl</w:t>
      </w:r>
      <w:r w:rsidR="00A93C6E">
        <w:t xml:space="preserve"> lėšų sumažinimo“ ir „Dėl Plungės rajono savivaldybės</w:t>
      </w:r>
      <w:r w:rsidR="00A93C6E" w:rsidRPr="00EE4D52">
        <w:t xml:space="preserve"> 2022</w:t>
      </w:r>
      <w:r w:rsidR="00792EBB">
        <w:t>–</w:t>
      </w:r>
      <w:r w:rsidR="00A93C6E" w:rsidRPr="00EE4D52">
        <w:t>2024 metų strateginio veiklos plano patikslinimo“</w:t>
      </w:r>
      <w:r w:rsidR="00AB7B7B">
        <w:t>;</w:t>
      </w:r>
      <w:r w:rsidR="00A93C6E" w:rsidRPr="00A93C6E">
        <w:t xml:space="preserve"> </w:t>
      </w:r>
      <w:r w:rsidR="00792EBB">
        <w:t>Plungės rajono savivaldybės v</w:t>
      </w:r>
      <w:r w:rsidR="00A93C6E" w:rsidRPr="00EE4D52">
        <w:t xml:space="preserve">isuomenės sveikatos biuro 2022 m. </w:t>
      </w:r>
      <w:r w:rsidR="00A93C6E">
        <w:t>gruodžio 5 d. raštu Nr.</w:t>
      </w:r>
      <w:r w:rsidR="00792EBB">
        <w:t xml:space="preserve"> </w:t>
      </w:r>
      <w:r w:rsidR="00A93C6E">
        <w:t xml:space="preserve">SB-052 </w:t>
      </w:r>
      <w:r w:rsidR="00792EBB">
        <w:t>„</w:t>
      </w:r>
      <w:r w:rsidR="00A93C6E" w:rsidRPr="00EE4D52">
        <w:t xml:space="preserve">Dėl </w:t>
      </w:r>
      <w:r w:rsidR="00A93C6E">
        <w:t>2022 metų sąmatų pakeitimo</w:t>
      </w:r>
      <w:r w:rsidR="00A93C6E" w:rsidRPr="00EE4D52">
        <w:t xml:space="preserve"> ir 2022</w:t>
      </w:r>
      <w:r w:rsidR="00792EBB">
        <w:t>–</w:t>
      </w:r>
      <w:r w:rsidR="00A93C6E" w:rsidRPr="00EE4D52">
        <w:t>2024 metų strateginio veiklos plano tikslinimo“</w:t>
      </w:r>
      <w:r w:rsidR="00AB7B7B">
        <w:t>;</w:t>
      </w:r>
      <w:r w:rsidR="00A93C6E" w:rsidRPr="00A93C6E">
        <w:t xml:space="preserve"> </w:t>
      </w:r>
      <w:r w:rsidR="00A93C6E">
        <w:t>Plungės rajono savivaldybės</w:t>
      </w:r>
      <w:r w:rsidR="00A93C6E" w:rsidRPr="00EE4D52">
        <w:t xml:space="preserve"> kultūros centro 2022 m. </w:t>
      </w:r>
      <w:r w:rsidR="00A93C6E">
        <w:t>gruodžio</w:t>
      </w:r>
      <w:r w:rsidR="00A93C6E" w:rsidRPr="00EE4D52">
        <w:t xml:space="preserve"> </w:t>
      </w:r>
      <w:r w:rsidR="00A93C6E">
        <w:t>1 d. raštu Nr.</w:t>
      </w:r>
      <w:r w:rsidR="00792EBB">
        <w:t xml:space="preserve"> </w:t>
      </w:r>
      <w:r w:rsidR="00A93C6E">
        <w:t>V3-296</w:t>
      </w:r>
      <w:r w:rsidR="00A93C6E" w:rsidRPr="00EE4D52">
        <w:t xml:space="preserve"> „Dėl Plungės</w:t>
      </w:r>
      <w:r w:rsidR="00A93C6E">
        <w:t xml:space="preserve"> rajono</w:t>
      </w:r>
      <w:r w:rsidR="00A93C6E" w:rsidRPr="00EE4D52">
        <w:t xml:space="preserve"> savivaldybės </w:t>
      </w:r>
      <w:r w:rsidR="00A93C6E">
        <w:t>administ</w:t>
      </w:r>
      <w:r w:rsidR="00792EBB">
        <w:t>ra</w:t>
      </w:r>
      <w:r w:rsidR="00A93C6E">
        <w:t xml:space="preserve">cijos </w:t>
      </w:r>
      <w:r w:rsidR="00A93C6E" w:rsidRPr="00EE4D52">
        <w:t xml:space="preserve">2022–2024 metų strateginio veiklos plano </w:t>
      </w:r>
      <w:r w:rsidR="00A93C6E">
        <w:t>pa</w:t>
      </w:r>
      <w:r w:rsidR="00A93C6E" w:rsidRPr="00EE4D52">
        <w:t xml:space="preserve">tikslinimo </w:t>
      </w:r>
      <w:r w:rsidR="00A93C6E">
        <w:t xml:space="preserve">ir dėl </w:t>
      </w:r>
      <w:r w:rsidR="00A93C6E" w:rsidRPr="00EE4D52">
        <w:t xml:space="preserve">2022 m. </w:t>
      </w:r>
      <w:r w:rsidR="00A93C6E">
        <w:t>IV ketvirčio sąmatų pakeitimo“</w:t>
      </w:r>
      <w:r w:rsidR="00AB7B7B">
        <w:t>;</w:t>
      </w:r>
      <w:r w:rsidR="00302364" w:rsidRPr="00302364">
        <w:t xml:space="preserve"> </w:t>
      </w:r>
      <w:r w:rsidR="00302364">
        <w:t>Plungės rajono savivaldybės Kulių</w:t>
      </w:r>
      <w:r w:rsidR="00302364" w:rsidRPr="00EE4D52">
        <w:t xml:space="preserve"> kultūros centro 2022 m. </w:t>
      </w:r>
      <w:r w:rsidR="00302364">
        <w:t>gruodžio</w:t>
      </w:r>
      <w:r w:rsidR="00302364" w:rsidRPr="00EE4D52">
        <w:t xml:space="preserve"> </w:t>
      </w:r>
      <w:r w:rsidR="00302364">
        <w:t>5 d. raštu Nr.</w:t>
      </w:r>
      <w:r w:rsidR="00792EBB">
        <w:t xml:space="preserve"> </w:t>
      </w:r>
      <w:r w:rsidR="00302364">
        <w:t>S-39</w:t>
      </w:r>
      <w:r w:rsidR="00302364" w:rsidRPr="00EE4D52">
        <w:t xml:space="preserve"> „Dėl </w:t>
      </w:r>
      <w:r w:rsidR="00302364">
        <w:t xml:space="preserve">asignavimų sumų keitimo pagal ekonominę klasifikaciją ir </w:t>
      </w:r>
      <w:r w:rsidR="00302364" w:rsidRPr="00EE4D52">
        <w:t>Plungės</w:t>
      </w:r>
      <w:r w:rsidR="00302364">
        <w:t xml:space="preserve"> rajono</w:t>
      </w:r>
      <w:r w:rsidR="00302364" w:rsidRPr="00EE4D52">
        <w:t xml:space="preserve"> savivaldybės </w:t>
      </w:r>
      <w:r w:rsidR="00302364">
        <w:t>2022</w:t>
      </w:r>
      <w:r w:rsidR="00792EBB">
        <w:t>–</w:t>
      </w:r>
      <w:r w:rsidR="00302364" w:rsidRPr="00EE4D52">
        <w:t>2024 metų strateginio veiklos plano tikslinimo</w:t>
      </w:r>
      <w:r w:rsidR="00302364">
        <w:t>“</w:t>
      </w:r>
      <w:r w:rsidR="00AB7B7B">
        <w:t>;</w:t>
      </w:r>
      <w:r w:rsidR="00302364">
        <w:t xml:space="preserve"> BĮ Plungės turizmo informacijos centro </w:t>
      </w:r>
      <w:r w:rsidR="00302364" w:rsidRPr="00EE4D52">
        <w:t xml:space="preserve">2022 m. </w:t>
      </w:r>
      <w:r w:rsidR="00302364">
        <w:t>gruodžio 2 d. raštu Nr.</w:t>
      </w:r>
      <w:r w:rsidR="00792EBB">
        <w:t xml:space="preserve"> </w:t>
      </w:r>
      <w:r w:rsidR="00302364">
        <w:t>R-33</w:t>
      </w:r>
      <w:r w:rsidR="00302364" w:rsidRPr="00EE4D52">
        <w:t xml:space="preserve"> „Dėl Plungės</w:t>
      </w:r>
      <w:r w:rsidR="00302364">
        <w:t xml:space="preserve"> rajono</w:t>
      </w:r>
      <w:r w:rsidR="00302364" w:rsidRPr="00EE4D52">
        <w:t xml:space="preserve"> savivaldybės </w:t>
      </w:r>
      <w:r w:rsidR="00302364">
        <w:t>administr</w:t>
      </w:r>
      <w:r w:rsidR="00792EBB">
        <w:t>a</w:t>
      </w:r>
      <w:r w:rsidR="00302364">
        <w:t xml:space="preserve">cijos </w:t>
      </w:r>
      <w:r w:rsidR="00302364" w:rsidRPr="00EE4D52">
        <w:t xml:space="preserve">2022–2024 metų strateginio veiklos plano </w:t>
      </w:r>
      <w:r w:rsidR="00302364">
        <w:t>pa</w:t>
      </w:r>
      <w:r w:rsidR="00302364" w:rsidRPr="00EE4D52">
        <w:t xml:space="preserve">tikslinimo </w:t>
      </w:r>
      <w:r w:rsidR="00302364">
        <w:t>ir 2022 metų</w:t>
      </w:r>
      <w:r w:rsidR="00302364" w:rsidRPr="00EE4D52">
        <w:t xml:space="preserve"> </w:t>
      </w:r>
      <w:r w:rsidR="00302364">
        <w:t>biudžeto keitimo“</w:t>
      </w:r>
      <w:r w:rsidR="00AB7B7B">
        <w:t>;</w:t>
      </w:r>
      <w:r w:rsidR="00302364" w:rsidRPr="00302364">
        <w:t xml:space="preserve"> </w:t>
      </w:r>
      <w:r w:rsidR="00302364" w:rsidRPr="00EE4D52">
        <w:t xml:space="preserve">Žemaičių dailės muziejaus 2022 m. </w:t>
      </w:r>
      <w:r w:rsidR="00302364">
        <w:t>gruodžio 5</w:t>
      </w:r>
      <w:r w:rsidR="00302364" w:rsidRPr="00EE4D52">
        <w:t xml:space="preserve"> d. raštu Nr. 1-</w:t>
      </w:r>
      <w:r w:rsidR="00302364">
        <w:t>106</w:t>
      </w:r>
      <w:r w:rsidR="00302364" w:rsidRPr="00EE4D52">
        <w:t xml:space="preserve"> „Dėl Plungės rajono savivaldybės administracijos 2022–2024 metų strateginio plano patikslinimo ir 2022 metų biudžeto keitimo“</w:t>
      </w:r>
      <w:r w:rsidR="00AB7B7B">
        <w:t>;</w:t>
      </w:r>
      <w:r w:rsidR="00302364">
        <w:t xml:space="preserve"> Stalgėnų seniūnijos 2022 m. gruodžio 6 d. raštu Nr.</w:t>
      </w:r>
      <w:r w:rsidR="00792EBB">
        <w:t xml:space="preserve"> </w:t>
      </w:r>
      <w:r w:rsidR="00302364">
        <w:t>A20-3014 „</w:t>
      </w:r>
      <w:r w:rsidR="00302364" w:rsidRPr="00EE4D52">
        <w:t>Dėl Plungės raj</w:t>
      </w:r>
      <w:r w:rsidR="00302364">
        <w:t xml:space="preserve">ono savivaldybės </w:t>
      </w:r>
      <w:r w:rsidR="00302364" w:rsidRPr="00EE4D52">
        <w:t>2022–2024 metų strateginio plano patikslinimo</w:t>
      </w:r>
      <w:r w:rsidR="00302364">
        <w:t>“</w:t>
      </w:r>
      <w:r w:rsidR="00AB7B7B">
        <w:t>;</w:t>
      </w:r>
      <w:r w:rsidR="00302364" w:rsidRPr="00302364">
        <w:t xml:space="preserve"> </w:t>
      </w:r>
      <w:r w:rsidR="00302364">
        <w:t>Platelių seniūnijos 2022 m. lapkričio 23 d. raštu Nr.</w:t>
      </w:r>
      <w:r w:rsidR="00792EBB">
        <w:t xml:space="preserve"> </w:t>
      </w:r>
      <w:r w:rsidR="00302364">
        <w:t>A20-2865 „</w:t>
      </w:r>
      <w:r w:rsidR="00302364" w:rsidRPr="00EE4D52">
        <w:t>Dėl Plungės raj</w:t>
      </w:r>
      <w:r w:rsidR="00302364">
        <w:t xml:space="preserve">ono savivaldybės </w:t>
      </w:r>
      <w:r w:rsidR="00302364" w:rsidRPr="00EE4D52">
        <w:t>2022–2024 metų strateginio plano patikslinimo</w:t>
      </w:r>
      <w:r w:rsidR="00302364">
        <w:t>“</w:t>
      </w:r>
      <w:r w:rsidR="00AB7B7B">
        <w:t>;</w:t>
      </w:r>
      <w:r w:rsidR="00302364">
        <w:t xml:space="preserve"> </w:t>
      </w:r>
      <w:r w:rsidR="00A14893">
        <w:t xml:space="preserve">Plungės paslaugų ir švietimo pagalbos centro 2022 m. gruodžio 5 d. raštu </w:t>
      </w:r>
      <w:r w:rsidR="00A14893" w:rsidRPr="00EE4D52">
        <w:t>Nr.</w:t>
      </w:r>
      <w:r w:rsidR="00792EBB">
        <w:t xml:space="preserve"> </w:t>
      </w:r>
      <w:r w:rsidR="00A14893" w:rsidRPr="00EE4D52">
        <w:t>V4-3</w:t>
      </w:r>
      <w:r w:rsidR="00A14893">
        <w:t>736</w:t>
      </w:r>
      <w:r w:rsidR="00A14893" w:rsidRPr="00EE4D52">
        <w:t xml:space="preserve"> „Dėl 2022 metų sąmatų pakeitimo ir 2022</w:t>
      </w:r>
      <w:r w:rsidR="00792EBB">
        <w:t>–</w:t>
      </w:r>
      <w:r w:rsidR="00A14893" w:rsidRPr="00EE4D52">
        <w:t>2024 metų strateginio veiklos plano tikslinimo“</w:t>
      </w:r>
      <w:r w:rsidR="00A14893">
        <w:t>.</w:t>
      </w:r>
    </w:p>
    <w:p w:rsidR="001D34C3" w:rsidRDefault="001D34C3" w:rsidP="00864FB1">
      <w:pPr>
        <w:ind w:firstLine="720"/>
        <w:jc w:val="both"/>
      </w:pPr>
    </w:p>
    <w:p w:rsidR="00787B11" w:rsidRPr="00DF730D" w:rsidRDefault="00787B11" w:rsidP="00BB23C8">
      <w:pPr>
        <w:ind w:firstLine="720"/>
        <w:jc w:val="both"/>
      </w:pPr>
      <w:r w:rsidRPr="00DF730D">
        <w:rPr>
          <w:b/>
        </w:rPr>
        <w:lastRenderedPageBreak/>
        <w:t>9. Nurodyti, kuri sprendimo projekto ar pridedamos medžiagos dalis (remiantis teisės aktais) yra neskelbiama.</w:t>
      </w:r>
      <w:r w:rsidR="00E40A3A">
        <w:t xml:space="preserve"> </w:t>
      </w:r>
      <w:r w:rsidRPr="00DF730D">
        <w:t>Nėra.</w:t>
      </w:r>
    </w:p>
    <w:p w:rsidR="00787B11" w:rsidRDefault="00787B11">
      <w:pPr>
        <w:ind w:firstLine="720"/>
        <w:jc w:val="both"/>
      </w:pPr>
      <w:r w:rsidRPr="00DF730D">
        <w:rPr>
          <w:b/>
        </w:rPr>
        <w:t>10. Kam (institucijoms, skyriams, organizacijoms ir t. t.) patvirtintas sprendimas turi būti išsiųstas.</w:t>
      </w:r>
      <w:r w:rsidR="00577B67">
        <w:t xml:space="preserve"> </w:t>
      </w:r>
      <w:r w:rsidRPr="00DF730D">
        <w:t xml:space="preserve">Strateginio planavimo ir investicijų skyriui, </w:t>
      </w:r>
      <w:r w:rsidR="005F2915">
        <w:t>Plungės paslaugų ir švietimo pa</w:t>
      </w:r>
      <w:r w:rsidR="00577B67">
        <w:t>galbos centrui</w:t>
      </w:r>
      <w:r w:rsidR="004C05A7">
        <w:t>.</w:t>
      </w:r>
    </w:p>
    <w:p w:rsidR="00490132" w:rsidRDefault="00787B11">
      <w:pPr>
        <w:ind w:firstLine="720"/>
        <w:jc w:val="both"/>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E042E8" w:rsidRDefault="00AD0021" w:rsidP="00864FB1">
      <w:pPr>
        <w:ind w:firstLine="720"/>
        <w:jc w:val="both"/>
      </w:pPr>
      <w:r w:rsidRPr="009B3274">
        <w:t>Plungės akademiko Adolfo Jucio progimnazij</w:t>
      </w:r>
      <w:r w:rsidR="00792EBB">
        <w:t>a</w:t>
      </w:r>
      <w:r w:rsidRPr="009B3274">
        <w:t xml:space="preserve"> </w:t>
      </w:r>
      <w:r>
        <w:t xml:space="preserve">planuoja įsigyti ilgalaikio turto ir tikslinasi </w:t>
      </w:r>
      <w:r w:rsidR="00792EBB">
        <w:t>S</w:t>
      </w:r>
      <w:r>
        <w:t xml:space="preserve">avivaldybės ir valstybės biudžeto specialiosios tikslinės dotacijos lėšas; Plungės „Babrungo“ progimnazija taip pat planuoja įsigyti ilgalaikio turto iš valstybės biudžeto specialiosios tikslinės dotacijos lėšų; Plungės „Ryto“ pagrindinės mokykla mažinasi pajamas už prekes ir paslaugas, </w:t>
      </w:r>
      <w:r w:rsidR="00CC5C75">
        <w:t>ir</w:t>
      </w:r>
      <w:r w:rsidRPr="00AD0021">
        <w:t xml:space="preserve"> </w:t>
      </w:r>
      <w:r>
        <w:t>valstybės biudžeto specialiosios tikslinės do</w:t>
      </w:r>
      <w:r w:rsidR="00CC5C75">
        <w:t>tacijos lėšas ilgalaik</w:t>
      </w:r>
      <w:r w:rsidR="00447908">
        <w:t>iam</w:t>
      </w:r>
      <w:r w:rsidR="00CC5C75">
        <w:t xml:space="preserve"> turtui įsigyti persikelia į išlaidų straipsnį;</w:t>
      </w:r>
      <w:r w:rsidR="00CC5C75" w:rsidRPr="00CC5C75">
        <w:t xml:space="preserve"> </w:t>
      </w:r>
      <w:r w:rsidR="00CC5C75">
        <w:t>Plungės Senamiesčio mokykla dėl numatyto įsigyti ilgalaikio turto tik</w:t>
      </w:r>
      <w:r w:rsidR="00447908">
        <w:t>s</w:t>
      </w:r>
      <w:r w:rsidR="00CC5C75">
        <w:t>lina valstybės biudžeto specialiosios tikslinės dotacijos lėšas, dėl planuojamų didesnių pajamų didinasi pajamas u</w:t>
      </w:r>
      <w:r w:rsidR="00C20039">
        <w:t>ž prekes ir paslaugas,</w:t>
      </w:r>
      <w:r w:rsidR="00CC5C75">
        <w:t xml:space="preserve"> dėl numatytų pakeitimų biudžeto išlaidų sąmatose tikslinasi </w:t>
      </w:r>
      <w:r w:rsidR="00447908">
        <w:t>S</w:t>
      </w:r>
      <w:r w:rsidR="00CC5C75">
        <w:t xml:space="preserve">avivaldybės biudžeto lėšas; </w:t>
      </w:r>
      <w:r w:rsidR="00C20039">
        <w:t>Plungės r. Liepijų mokykla,</w:t>
      </w:r>
      <w:r w:rsidR="00C20039" w:rsidRPr="00C20039">
        <w:t xml:space="preserve"> </w:t>
      </w:r>
      <w:r w:rsidR="00C20039">
        <w:t>Plungės „Saulės“ gimnazija, Plungės r.</w:t>
      </w:r>
      <w:r w:rsidR="00447908">
        <w:t xml:space="preserve"> </w:t>
      </w:r>
      <w:r w:rsidR="00C20039">
        <w:t xml:space="preserve">Platelių meno mokykla, Plungės Mykolo Oginskio meno mokykla </w:t>
      </w:r>
      <w:r w:rsidR="00FA538E">
        <w:t>surinko</w:t>
      </w:r>
      <w:r w:rsidR="00C20039">
        <w:t xml:space="preserve"> mažiau negu planuota</w:t>
      </w:r>
      <w:r w:rsidR="00FA538E">
        <w:t xml:space="preserve"> įstaigos pajamų, todėl </w:t>
      </w:r>
      <w:r w:rsidR="00C20039">
        <w:t>mažinasi pajamas už prekes ir paslaugas;</w:t>
      </w:r>
      <w:r w:rsidR="00C20039" w:rsidRPr="00C20039">
        <w:t xml:space="preserve"> </w:t>
      </w:r>
      <w:r w:rsidR="00C20039" w:rsidRPr="00EE4D52">
        <w:t>Plungės r. Alsėdžių Sta</w:t>
      </w:r>
      <w:r w:rsidR="00C20039">
        <w:t>nislovo Narutavičiaus gimnazija dėl planuojamų surinkti didesnių pajamų didinasi pajamas už prekes ir paslaugas;</w:t>
      </w:r>
      <w:r w:rsidR="00C20039" w:rsidRPr="00C20039">
        <w:t xml:space="preserve"> </w:t>
      </w:r>
      <w:r w:rsidR="00C20039" w:rsidRPr="00EE4D52">
        <w:t>Plun</w:t>
      </w:r>
      <w:r w:rsidR="00C20039">
        <w:t>gės sporto ir rekreacijos centras</w:t>
      </w:r>
      <w:r w:rsidR="00C20039" w:rsidRPr="00EE4D52">
        <w:t xml:space="preserve"> </w:t>
      </w:r>
      <w:r w:rsidR="00FA538E">
        <w:t xml:space="preserve">surinko mažiau negu planavo įstaigos pajamų, todėl mažinasi pajamas už prekes ir paslaugas, didinasi </w:t>
      </w:r>
      <w:r w:rsidR="00447908">
        <w:t>S</w:t>
      </w:r>
      <w:r w:rsidR="00FA538E">
        <w:t>avivaldybės biudžeto lėšas</w:t>
      </w:r>
      <w:r w:rsidR="00447908">
        <w:t>,</w:t>
      </w:r>
      <w:r w:rsidR="00FA538E">
        <w:t xml:space="preserve"> skirtas papildomoms baseino išlaidoms; Plungės lopšeli</w:t>
      </w:r>
      <w:r w:rsidR="00447908">
        <w:t>ai-</w:t>
      </w:r>
      <w:r w:rsidR="00FA538E" w:rsidRPr="00EE4D52">
        <w:t>darželi</w:t>
      </w:r>
      <w:r w:rsidR="00447908">
        <w:t>ai</w:t>
      </w:r>
      <w:r w:rsidR="00FA538E" w:rsidRPr="00EE4D52">
        <w:t xml:space="preserve"> „Nykštukas“</w:t>
      </w:r>
      <w:r w:rsidR="00FA538E">
        <w:t xml:space="preserve">, </w:t>
      </w:r>
      <w:r w:rsidR="00FA538E" w:rsidRPr="00EE4D52">
        <w:t>„Rūtelė“</w:t>
      </w:r>
      <w:r w:rsidR="00D931E8">
        <w:t>,</w:t>
      </w:r>
      <w:r w:rsidR="00447908">
        <w:t xml:space="preserve"> </w:t>
      </w:r>
      <w:r w:rsidR="00D931E8" w:rsidRPr="00EE4D52">
        <w:t xml:space="preserve">„Vyturėlis“ </w:t>
      </w:r>
      <w:r w:rsidR="00FA538E">
        <w:t>surinko mažiau negu planuota įstaigos pajamų, todėl mažinasi pajamas už prekes ir paslaugas;</w:t>
      </w:r>
      <w:r w:rsidR="00FA538E" w:rsidRPr="00FA538E">
        <w:t xml:space="preserve"> </w:t>
      </w:r>
      <w:r w:rsidR="00FA538E" w:rsidRPr="00EE4D52">
        <w:t>Plungės lopšeli</w:t>
      </w:r>
      <w:r w:rsidR="00FA538E">
        <w:t>s</w:t>
      </w:r>
      <w:r w:rsidR="00447908">
        <w:t>-</w:t>
      </w:r>
      <w:r w:rsidR="00FA538E" w:rsidRPr="00EE4D52">
        <w:t>darželi</w:t>
      </w:r>
      <w:r w:rsidR="00FA538E">
        <w:t>s</w:t>
      </w:r>
      <w:r w:rsidR="00FA538E" w:rsidRPr="00EE4D52">
        <w:t xml:space="preserve"> „Pasaka“</w:t>
      </w:r>
      <w:r w:rsidR="00FA538E" w:rsidRPr="00FA538E">
        <w:t xml:space="preserve"> </w:t>
      </w:r>
      <w:r w:rsidR="00FA538E">
        <w:t>surinko mažiau negu planuota įstaigos pajamų, todėl mažinasi pajamas už prekes ir paslaugas</w:t>
      </w:r>
      <w:r w:rsidR="00447908">
        <w:t>,</w:t>
      </w:r>
      <w:r w:rsidR="00FA538E">
        <w:t xml:space="preserve"> o </w:t>
      </w:r>
      <w:r w:rsidR="00447908">
        <w:t>S</w:t>
      </w:r>
      <w:r w:rsidR="00FA538E">
        <w:t>avivaldybės biudžeto lėšas persikilnoja tarp str</w:t>
      </w:r>
      <w:r w:rsidR="00447908">
        <w:t>a</w:t>
      </w:r>
      <w:r w:rsidR="00FA538E">
        <w:t>ipsnių;</w:t>
      </w:r>
      <w:r w:rsidR="00FA538E" w:rsidRPr="00FA538E">
        <w:t xml:space="preserve"> </w:t>
      </w:r>
      <w:r w:rsidR="00FA538E" w:rsidRPr="00EE4D52">
        <w:t>Plungės lopšeli</w:t>
      </w:r>
      <w:r w:rsidR="00FA538E">
        <w:t>s</w:t>
      </w:r>
      <w:r w:rsidR="00447908">
        <w:t>-</w:t>
      </w:r>
      <w:r w:rsidR="00FA538E" w:rsidRPr="00EE4D52">
        <w:t>darželi</w:t>
      </w:r>
      <w:r w:rsidR="00FA538E">
        <w:t>s</w:t>
      </w:r>
      <w:r w:rsidR="00FA538E" w:rsidRPr="00EE4D52">
        <w:t xml:space="preserve"> „Raudonkepuraitė“</w:t>
      </w:r>
      <w:r w:rsidR="00FA538E">
        <w:t xml:space="preserve"> pl</w:t>
      </w:r>
      <w:r w:rsidR="00447908">
        <w:t>a</w:t>
      </w:r>
      <w:r w:rsidR="00FA538E">
        <w:t xml:space="preserve">nuoja iš </w:t>
      </w:r>
      <w:r w:rsidR="00447908">
        <w:t>S</w:t>
      </w:r>
      <w:r w:rsidR="00FA538E">
        <w:t xml:space="preserve">avivaldybės biudžeto lėšų, </w:t>
      </w:r>
      <w:r w:rsidR="00D931E8">
        <w:t>pajamų</w:t>
      </w:r>
      <w:r w:rsidR="00FA538E">
        <w:t xml:space="preserve"> už prekes ir paslaugas bei valstybės biudžeto specialiosios tikslinės dotacijos lėšas įsigyti ilgalaikio turto; </w:t>
      </w:r>
      <w:r w:rsidR="00D931E8" w:rsidRPr="00EE4D52">
        <w:t>Plungės lopšeli</w:t>
      </w:r>
      <w:r w:rsidR="00D931E8">
        <w:t>s</w:t>
      </w:r>
      <w:r w:rsidR="00447908">
        <w:t>-</w:t>
      </w:r>
      <w:r w:rsidR="00D931E8" w:rsidRPr="00EE4D52">
        <w:t>darželi</w:t>
      </w:r>
      <w:r w:rsidR="00D931E8">
        <w:t>s</w:t>
      </w:r>
      <w:r w:rsidR="00D931E8" w:rsidRPr="00EE4D52">
        <w:t xml:space="preserve"> „Saulutė“</w:t>
      </w:r>
      <w:r w:rsidR="00D931E8" w:rsidRPr="00D931E8">
        <w:t xml:space="preserve"> </w:t>
      </w:r>
      <w:r w:rsidR="00D931E8">
        <w:t xml:space="preserve">surinko mažiau negu planuota įstaigos pajamų, todėl mažinasi pajamas už prekes ir paslaugas ir didinasi papildomai skirtas </w:t>
      </w:r>
      <w:r w:rsidR="00447908">
        <w:t>S</w:t>
      </w:r>
      <w:r w:rsidR="00D931E8">
        <w:t>avivaldybės biudžeto lėšas;</w:t>
      </w:r>
      <w:r w:rsidR="00D931E8" w:rsidRPr="00D931E8">
        <w:t xml:space="preserve"> </w:t>
      </w:r>
      <w:r w:rsidR="00D931E8" w:rsidRPr="00EE4D52">
        <w:t>Strateginio p</w:t>
      </w:r>
      <w:r w:rsidR="00D931E8">
        <w:t xml:space="preserve">lanavimo ir investicijų skyrius mažinasi Europos Sąjungos paramos lėšas projektams: „Užterštos teritorijos Plungės m. Birutės g. </w:t>
      </w:r>
      <w:r w:rsidR="00447908">
        <w:t>g</w:t>
      </w:r>
      <w:r w:rsidR="00D931E8">
        <w:t>reta Gandingos HE tvenkinio, ir užterštos n</w:t>
      </w:r>
      <w:r w:rsidR="00447908">
        <w:t>a</w:t>
      </w:r>
      <w:r w:rsidR="00D931E8">
        <w:t>ftos produktais teritorijos Plungės r.</w:t>
      </w:r>
      <w:r w:rsidR="00447908">
        <w:t xml:space="preserve"> </w:t>
      </w:r>
      <w:r w:rsidR="00D931E8">
        <w:t>sav.,</w:t>
      </w:r>
      <w:r w:rsidR="00447908">
        <w:t xml:space="preserve"> </w:t>
      </w:r>
      <w:r w:rsidR="00D931E8">
        <w:t xml:space="preserve">Šateikių sen., Narvaišių k.“ dėl CPVA užsitęsusio mokėjimo prašymo vertinimo; projektui „Plungės rajono savivaldybės gatvių apšvietimo kokybės gerinimas II etapas“ dėl neparengto techninio projekto negalėjo nusipirkti rangos darbų; </w:t>
      </w:r>
      <w:r w:rsidR="00E042E8">
        <w:t xml:space="preserve">projektui „Bendruomeninių apgyvendinimo bei užimtumo paslaugų asmenims su proto ir psichikos negalia plėtra Plungės rajone“ dėl vėluojamų rangos darbų atlikimo, o </w:t>
      </w:r>
      <w:r w:rsidR="00447908">
        <w:t>S</w:t>
      </w:r>
      <w:r w:rsidR="00E042E8">
        <w:t>avivaldybės biudžeto nepanaudotas lėšas susimažina;</w:t>
      </w:r>
      <w:r w:rsidR="00E042E8" w:rsidRPr="00E042E8">
        <w:t xml:space="preserve"> </w:t>
      </w:r>
      <w:r w:rsidR="00E042E8" w:rsidRPr="00EE4D52">
        <w:t>Pl</w:t>
      </w:r>
      <w:r w:rsidR="00E042E8">
        <w:t>ungės specialiojo ugdymo centras dėl neparengto techninio proj</w:t>
      </w:r>
      <w:r w:rsidR="00447908">
        <w:t>e</w:t>
      </w:r>
      <w:r w:rsidR="00E042E8">
        <w:t>kto maži</w:t>
      </w:r>
      <w:r w:rsidR="00447908">
        <w:t>n</w:t>
      </w:r>
      <w:r w:rsidR="00E042E8">
        <w:t xml:space="preserve">asi Europos Sąjungos paramos ir </w:t>
      </w:r>
      <w:r w:rsidR="00447908">
        <w:t>S</w:t>
      </w:r>
      <w:r w:rsidR="00E042E8">
        <w:t>avivaldybės biudžeto lėšas</w:t>
      </w:r>
      <w:r w:rsidR="00E042E8" w:rsidRPr="00EE4D52">
        <w:t xml:space="preserve"> </w:t>
      </w:r>
      <w:r w:rsidR="00E042E8">
        <w:t>projektui „Paslaugų centro vaikams įkūrimas Plungės mieste“;</w:t>
      </w:r>
      <w:r w:rsidR="00E042E8" w:rsidRPr="00E042E8">
        <w:t xml:space="preserve"> </w:t>
      </w:r>
      <w:r w:rsidR="00E042E8">
        <w:t>Turto skyrius didinasi valstybės biudžeto specialiosios tikslinės dotacijos lėšas</w:t>
      </w:r>
      <w:r w:rsidR="00BB23C8">
        <w:t>,</w:t>
      </w:r>
      <w:r w:rsidR="00E042E8">
        <w:t xml:space="preserve"> skirtas kompensuoti savivaldybėms rinkoje numatyto nuomojamo būsto nuomos mokesčio daliai, aprūpinat asmenis ir šeimas socialiniu būstu, </w:t>
      </w:r>
      <w:r w:rsidR="00BB23C8">
        <w:t>S</w:t>
      </w:r>
      <w:r w:rsidR="00E042E8">
        <w:t xml:space="preserve">avivaldybės biudžeto lėšas dėl </w:t>
      </w:r>
      <w:r w:rsidR="00BB23C8">
        <w:t>S</w:t>
      </w:r>
      <w:r w:rsidR="00E042E8">
        <w:t>avivaldybės pastato kadastrinių bylų atnaujinimo;</w:t>
      </w:r>
      <w:r w:rsidR="00D273CC">
        <w:t xml:space="preserve"> </w:t>
      </w:r>
      <w:r w:rsidR="00DD3791">
        <w:t>Socialinės paramos skyrius</w:t>
      </w:r>
      <w:r w:rsidR="00BB23C8">
        <w:t>,</w:t>
      </w:r>
      <w:r w:rsidR="00DD3791">
        <w:t xml:space="preserve"> vadovaudamasis </w:t>
      </w:r>
      <w:r w:rsidR="00D273CC">
        <w:rPr>
          <w:rFonts w:eastAsia="Calibri"/>
        </w:rPr>
        <w:t xml:space="preserve">Socialinės apsaugos ir darbo ministerijos kanclerio 2022 m. gruodžio mėn. potvarkiais „Dėl valstybės biudžeto lėšų 2022 m. paskirstymo savivaldybių administracijoms vienkartinėms išmokoms įsikurti gyvenamojoje vietoje savivaldybės teritorijoje ir (ar) mėnesinėms kompensacijoms vaiko ugdymo pagal ikimokyklinio ar priešmokyklinio ugdymo programą išlaidoms finansuoti“ ir </w:t>
      </w:r>
      <w:r w:rsidR="00D273CC" w:rsidRPr="00F4059E">
        <w:rPr>
          <w:rFonts w:eastAsia="Calibri"/>
        </w:rPr>
        <w:t xml:space="preserve">,,Dėl valstybės biudžeto lėšų kompensacijoms už būsto suteikimą užsieniečiams, pasitraukusiems iš Ukrainos dėl Rusijos Federacijos karinių veiksmų Ukrainoje, finansuoti 2022 m. savivaldybių paskirstymo </w:t>
      </w:r>
      <w:r w:rsidR="00D273CC" w:rsidRPr="00F4059E">
        <w:rPr>
          <w:rFonts w:eastAsia="Calibri"/>
        </w:rPr>
        <w:lastRenderedPageBreak/>
        <w:t>savivaldybių administracijoms“</w:t>
      </w:r>
      <w:r w:rsidR="00D273CC">
        <w:rPr>
          <w:rFonts w:eastAsia="Calibri"/>
        </w:rPr>
        <w:t>, Lietuvos Respublikos Socialinės apsaugos ir darbo ministro 2022 m. spalio 7 d. įsakymu Nr. A1-672 ,,Dėl lėšų iš Lietuvos Respublikos vyriausybės rezervo paskirstymo savivaldybių administracijoms 2022 metais, siekiant kompensuoti iki 2022 m. rugpjūčio 31 d. patirtas išlaidas užsieniečiams, pasitraukusiems iš Ukrainos dėl Rusijos federacijos karinių veiksmų Ukrainoje, priimti ir pagalbai jiems teikti įgyvendinant LR piniginės socialinės paramos nepasiturintiems gyventojams įstatymą</w:t>
      </w:r>
      <w:r w:rsidR="00BB23C8">
        <w:rPr>
          <w:rFonts w:eastAsia="Calibri"/>
        </w:rPr>
        <w:t>“</w:t>
      </w:r>
      <w:r w:rsidR="00D273CC">
        <w:rPr>
          <w:rFonts w:eastAsia="Calibri"/>
        </w:rPr>
        <w:t xml:space="preserve"> ir Socialinės apsaugos ir darbo ministro 2022 m. lapkričio 18 d. įsakymu Nr. A1-758 ,,Dėl Lietuvos Respublikos Socialinės apsaugos ir darbo ministro 2021 m. gruodžio 23 d. įsakymo Nr. A1-968 ,,Dėl Lietuvos Respublikos valstybės biudžeto specialių tikslinių dotacijų savivaldybių biudžetams 2022 metais paskirstymo savivaldybių administracijoms ir vertinimo kriterijų patvirtinimo“ pakeitimo“ tikslinasi </w:t>
      </w:r>
      <w:r w:rsidR="00D273CC">
        <w:t xml:space="preserve">valstybės biudžeto specialiosios tikslinės dotacijos ir </w:t>
      </w:r>
      <w:r w:rsidR="00BB23C8">
        <w:t>S</w:t>
      </w:r>
      <w:r w:rsidR="00D273CC">
        <w:t xml:space="preserve">avivaldybės biudžeto lėšas priemonėse: </w:t>
      </w:r>
      <w:r w:rsidR="00D273CC" w:rsidRPr="00400889">
        <w:t>,,</w:t>
      </w:r>
      <w:r w:rsidR="00D273CC" w:rsidRPr="00E2325A">
        <w:t>Savivaldybės teikiamos paramos organizavimas</w:t>
      </w:r>
      <w:r w:rsidR="00D273CC">
        <w:t xml:space="preserve">”; </w:t>
      </w:r>
      <w:r w:rsidR="00D273CC" w:rsidRPr="00400889">
        <w:t>,,</w:t>
      </w:r>
      <w:r w:rsidR="00D273CC" w:rsidRPr="00F03EF1">
        <w:t>Socialinei paramai mokiniams</w:t>
      </w:r>
      <w:r w:rsidR="00D273CC">
        <w:t>“;</w:t>
      </w:r>
      <w:r w:rsidR="00D273CC" w:rsidRPr="00D273CC">
        <w:t xml:space="preserve"> </w:t>
      </w:r>
      <w:r w:rsidR="00D273CC" w:rsidRPr="00400889">
        <w:t>,,</w:t>
      </w:r>
      <w:r w:rsidR="00D273CC" w:rsidRPr="00C520A1">
        <w:t>Valstybės teikiamos paramos įgyvendinimas Plungės</w:t>
      </w:r>
      <w:r w:rsidR="00D273CC">
        <w:t xml:space="preserve"> rajono savivaldybėje“;</w:t>
      </w:r>
      <w:r w:rsidR="00D273CC" w:rsidRPr="00D273CC">
        <w:rPr>
          <w:rFonts w:eastAsia="Calibri"/>
          <w:spacing w:val="-5"/>
        </w:rPr>
        <w:t xml:space="preserve"> </w:t>
      </w:r>
      <w:r w:rsidR="00D273CC" w:rsidRPr="00C520A1">
        <w:rPr>
          <w:rFonts w:eastAsia="Calibri"/>
          <w:spacing w:val="-5"/>
        </w:rPr>
        <w:t>„Socialinėms pašalpoms ir kompensacijoms skaičiuoti ir mokėti</w:t>
      </w:r>
      <w:r w:rsidR="00BB23C8">
        <w:rPr>
          <w:rFonts w:eastAsia="Calibri"/>
          <w:spacing w:val="-5"/>
        </w:rPr>
        <w:t>“</w:t>
      </w:r>
      <w:r w:rsidR="00D273CC">
        <w:rPr>
          <w:rFonts w:eastAsia="Calibri"/>
          <w:spacing w:val="-5"/>
        </w:rPr>
        <w:t xml:space="preserve"> ir</w:t>
      </w:r>
      <w:r w:rsidR="00BB23C8">
        <w:rPr>
          <w:rFonts w:eastAsia="Calibri"/>
          <w:spacing w:val="-5"/>
        </w:rPr>
        <w:t>,</w:t>
      </w:r>
      <w:r w:rsidR="00D273CC">
        <w:rPr>
          <w:rFonts w:eastAsia="Calibri"/>
          <w:spacing w:val="-5"/>
        </w:rPr>
        <w:t xml:space="preserve"> atsižvelgiant į </w:t>
      </w:r>
      <w:r w:rsidR="00D273CC">
        <w:rPr>
          <w:rFonts w:eastAsia="Calibri"/>
        </w:rPr>
        <w:t>Neįgaliųjų reikalų departamento prie socialinės apsaugos ir darbo ministerijos direktoriaus 2022 m. lapkričio 21 d. įsakymu Nr. V-83 ,,Dėl Neįgaliųjų reikalų departamento prie Socialinės apsaugos ir darbo ministerijos direktoriaus 2022 m. vasario 1 d. įsakymo Nr. V-14 ,,Dėl valstybės biudžeto lėšų būstams pritaikyti neįgaliesiems paskirstymo 2022 metams“ pakeitimo“</w:t>
      </w:r>
      <w:r w:rsidR="00BB23C8">
        <w:rPr>
          <w:rFonts w:eastAsia="Calibri"/>
        </w:rPr>
        <w:t>,</w:t>
      </w:r>
      <w:r w:rsidR="00D273CC">
        <w:rPr>
          <w:rFonts w:eastAsia="Calibri"/>
        </w:rPr>
        <w:t xml:space="preserve"> tikslinamos priemonės „Socialinės</w:t>
      </w:r>
      <w:r w:rsidR="00D273CC" w:rsidRPr="00D273CC">
        <w:t xml:space="preserve"> </w:t>
      </w:r>
      <w:r w:rsidR="00D273CC">
        <w:t>reabilitacijos paslaugų neįgaliesiems bendruomenėje projektų rėmimas“</w:t>
      </w:r>
      <w:r w:rsidR="00BB23C8">
        <w:t>,</w:t>
      </w:r>
      <w:r w:rsidR="00C22544">
        <w:t xml:space="preserve"> mažinasi valstybės biudžeto specialiosios tikslinės dotacijos lėšas</w:t>
      </w:r>
      <w:r w:rsidR="00C22544">
        <w:rPr>
          <w:rFonts w:eastAsia="Calibri"/>
        </w:rPr>
        <w:t>;</w:t>
      </w:r>
      <w:r w:rsidR="00C22544" w:rsidRPr="00C22544">
        <w:t xml:space="preserve"> </w:t>
      </w:r>
      <w:r w:rsidR="00C22544" w:rsidRPr="00EE4D52">
        <w:t>Pl</w:t>
      </w:r>
      <w:r w:rsidR="00C22544">
        <w:t>ungės socialinių paslaugų centras</w:t>
      </w:r>
      <w:r w:rsidR="00BB23C8">
        <w:t>,</w:t>
      </w:r>
      <w:r w:rsidR="00C22544">
        <w:t xml:space="preserve"> vadovaudamasis LR Socialinės apsaugos ir darbo ministro 2022 m. lapkričio 25 d. įsakymu Nr.</w:t>
      </w:r>
      <w:r w:rsidR="00BB23C8">
        <w:t xml:space="preserve"> </w:t>
      </w:r>
      <w:r w:rsidR="00C22544">
        <w:t>A-791 „Dėl LR Valstybės biudžeto lėšų, skirtų integraliai pagalbai tekti nuo 2022 m. sausio 1 d. iki 2022 metų gruodžio 31 d. paskirstymo savivaldybių administracijom</w:t>
      </w:r>
      <w:r w:rsidR="00BB23C8">
        <w:t>s“</w:t>
      </w:r>
      <w:r w:rsidR="00C22544">
        <w:t xml:space="preserve"> tikslinasi valstybės biudžeto specialiosios tikslinės dotacijos ir </w:t>
      </w:r>
      <w:r w:rsidR="00BB23C8">
        <w:t>S</w:t>
      </w:r>
      <w:r w:rsidR="00C22544">
        <w:t>avivaldybės biudžeto lėšas; Plungės krizių centras</w:t>
      </w:r>
      <w:r w:rsidR="00BB23C8">
        <w:t>,</w:t>
      </w:r>
      <w:r w:rsidR="00C22544">
        <w:t xml:space="preserve"> papildomai gavus biudžeto lėšų</w:t>
      </w:r>
      <w:r w:rsidR="00BB23C8">
        <w:t>,</w:t>
      </w:r>
      <w:r w:rsidR="00C22544">
        <w:t xml:space="preserve"> jas didinasi; Vietos ūkio skyrius mažina </w:t>
      </w:r>
      <w:r w:rsidR="00BB23C8">
        <w:t>S</w:t>
      </w:r>
      <w:r w:rsidR="00C22544">
        <w:t>avivaldybės biudžeto lėšas už keleivių ir moksleivių pav</w:t>
      </w:r>
      <w:r w:rsidR="00BB23C8">
        <w:t>ė</w:t>
      </w:r>
      <w:r w:rsidR="00C22544">
        <w:t>žėjimą, nes nebuvo įvertinti autobusų maršrutų patikslinimai ir įkainių perindeksavimas kas kalendorinį ketvirtį</w:t>
      </w:r>
      <w:r w:rsidR="00BB23C8">
        <w:t>,</w:t>
      </w:r>
      <w:r w:rsidR="00C22544">
        <w:t xml:space="preserve"> o 08 programoje </w:t>
      </w:r>
      <w:r w:rsidR="00BB23C8">
        <w:t>S</w:t>
      </w:r>
      <w:r w:rsidR="00C22544">
        <w:t>avivaldybės biudžeto lėšos iškilnojamos ir tiks</w:t>
      </w:r>
      <w:r w:rsidR="00BB23C8">
        <w:t>l</w:t>
      </w:r>
      <w:r w:rsidR="00C22544">
        <w:t xml:space="preserve">inamos pagal poreikį tarp straipsnių ir priemonių; Visuomenės sveikatos biuras </w:t>
      </w:r>
      <w:r w:rsidR="00340E87">
        <w:t>surinko mažiau negu planuota įstaigos pajamų, todėl mažinasi pajamas už prekes ir paslaugas;</w:t>
      </w:r>
      <w:r w:rsidR="00340E87" w:rsidRPr="00C20039">
        <w:t xml:space="preserve"> </w:t>
      </w:r>
      <w:r w:rsidR="00340E87">
        <w:t xml:space="preserve">projektui „Ikimokyklinio ir mokyklinio ugdymo įstaigų sveikatos kabinetų aprūpinimas metodinėmis priemonėmis Plungės ir Tauragės savivaldybėse“ mažinasi Europos Sąjungos paramos bei tikslinasi valstybės biudžeto specialiosios tikslinės dotacijos lėšas, taip pat tikslinasi </w:t>
      </w:r>
      <w:r w:rsidR="00BB23C8">
        <w:t>S</w:t>
      </w:r>
      <w:r w:rsidR="00340E87">
        <w:t>avivaldybės biudžeto lėšas tarp straipsnių; Plungės rajono savivaldybės kultūros centras</w:t>
      </w:r>
      <w:r w:rsidR="00340E87" w:rsidRPr="00340E87">
        <w:t xml:space="preserve"> </w:t>
      </w:r>
      <w:r w:rsidR="00340E87">
        <w:t>surinko daugiau negu buvo suplanuota įstaigos pajamų, todėl didinasi pajamas už prekes ir paslaugas; Plungės rajono savivaldybės Kulių kultūros centras tikslina savivaldybės biudžeto lėšas dėl susidariusios darbo užmokesčio ekonomijos</w:t>
      </w:r>
      <w:r w:rsidR="00BB23C8">
        <w:t>,</w:t>
      </w:r>
      <w:r w:rsidR="00340E87">
        <w:t xml:space="preserve"> persikilnodamas lėšas tarp straipsnių;</w:t>
      </w:r>
      <w:r w:rsidR="00E53A6E" w:rsidRPr="00E53A6E">
        <w:t xml:space="preserve"> </w:t>
      </w:r>
      <w:r w:rsidR="00E53A6E">
        <w:t>BĮ Plungės turizmo informacijos centras</w:t>
      </w:r>
      <w:r w:rsidR="00E53A6E" w:rsidRPr="00E53A6E">
        <w:t xml:space="preserve"> </w:t>
      </w:r>
      <w:r w:rsidR="00E53A6E">
        <w:t>surinko daugiau negu buvo suplanuota įstaigos pajamų, todėl didinasi pajamas už prekes ir paslaugas</w:t>
      </w:r>
      <w:r w:rsidR="00BB23C8">
        <w:t>,</w:t>
      </w:r>
      <w:r w:rsidR="00E53A6E">
        <w:t xml:space="preserve"> o </w:t>
      </w:r>
      <w:r w:rsidR="00BB23C8">
        <w:t>S</w:t>
      </w:r>
      <w:r w:rsidR="00E53A6E">
        <w:t>avivaldybės biudžeto lėšas</w:t>
      </w:r>
      <w:r w:rsidR="00BF6A5F" w:rsidRPr="00BF6A5F">
        <w:t xml:space="preserve"> </w:t>
      </w:r>
      <w:r w:rsidR="00BF6A5F">
        <w:t>persikilnoja tarp straipsnių;</w:t>
      </w:r>
      <w:r w:rsidR="00BF6A5F" w:rsidRPr="00BF6A5F">
        <w:t xml:space="preserve"> </w:t>
      </w:r>
      <w:r w:rsidR="00BF6A5F">
        <w:t>Žemaičių dailės muziej</w:t>
      </w:r>
      <w:r w:rsidR="00BF6A5F" w:rsidRPr="00EE4D52">
        <w:t>u</w:t>
      </w:r>
      <w:r w:rsidR="00BF6A5F">
        <w:t>i</w:t>
      </w:r>
      <w:r w:rsidR="00BF6A5F" w:rsidRPr="00BF6A5F">
        <w:t xml:space="preserve"> </w:t>
      </w:r>
      <w:r w:rsidR="00BF6A5F">
        <w:t>surinkus mažiau negu planuota įstaigos pajamų, mažinasi pajamas už prekes ir paslaugas,</w:t>
      </w:r>
      <w:r w:rsidR="00BF6A5F" w:rsidRPr="00BF6A5F">
        <w:t xml:space="preserve"> </w:t>
      </w:r>
      <w:r w:rsidR="00BF6A5F">
        <w:t>Stalgėnų seniūnija, Platelių seniūnija persiki</w:t>
      </w:r>
      <w:r w:rsidR="00BB23C8">
        <w:t>l</w:t>
      </w:r>
      <w:r w:rsidR="00BF6A5F">
        <w:t>noja išlaidas tarp str</w:t>
      </w:r>
      <w:r w:rsidR="00BB23C8">
        <w:t>a</w:t>
      </w:r>
      <w:r w:rsidR="00BF6A5F">
        <w:t>ip</w:t>
      </w:r>
      <w:r w:rsidR="00BB23C8">
        <w:t>s</w:t>
      </w:r>
      <w:r w:rsidR="00BF6A5F">
        <w:t xml:space="preserve">nių; Plungės paslaugų ir švietimo pagalbos centras koreguojasi </w:t>
      </w:r>
      <w:r w:rsidR="00BB23C8">
        <w:t>S</w:t>
      </w:r>
      <w:r w:rsidR="00BF6A5F">
        <w:t>avivaldybės biudžeto lėšas tarp straipsnių.</w:t>
      </w:r>
    </w:p>
    <w:p w:rsidR="00787B11" w:rsidRPr="00C01550" w:rsidRDefault="00787B11" w:rsidP="00BB23C8">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787B11" w:rsidRPr="00C01550" w:rsidTr="003277F9">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3277F9">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643CF">
            <w:pPr>
              <w:widowControl w:val="0"/>
              <w:ind w:left="-108" w:right="-108" w:hanging="108"/>
              <w:rPr>
                <w:rFonts w:eastAsia="Lucida Sans Unicode"/>
                <w:i/>
                <w:kern w:val="1"/>
                <w:lang w:bidi="lo-LA"/>
              </w:rPr>
            </w:pPr>
            <w:r>
              <w:rPr>
                <w:rFonts w:eastAsia="Lucida Sans Unicode"/>
                <w:i/>
                <w:kern w:val="1"/>
                <w:lang w:bidi="lo-LA"/>
              </w:rPr>
              <w:t xml:space="preserve">  </w:t>
            </w:r>
            <w:r w:rsidR="00E643CF">
              <w:rPr>
                <w:rFonts w:eastAsia="Lucida Sans Unicode"/>
                <w:i/>
                <w:kern w:val="1"/>
                <w:lang w:bidi="lo-LA"/>
              </w:rPr>
              <w:t xml:space="preserve">Teisingas biudžeto lėšų </w:t>
            </w:r>
            <w:r w:rsidR="00787B11">
              <w:rPr>
                <w:rFonts w:eastAsia="Lucida Sans Unicode"/>
                <w:i/>
                <w:kern w:val="1"/>
                <w:lang w:bidi="lo-LA"/>
              </w:rPr>
              <w:t>panaudoji</w:t>
            </w:r>
            <w:r w:rsidR="00E643CF">
              <w:rPr>
                <w:rFonts w:eastAsia="Lucida Sans Unicode"/>
                <w:i/>
                <w:kern w:val="1"/>
                <w:lang w:bidi="lo-LA"/>
              </w:rPr>
              <w:t>mas</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lastRenderedPageBreak/>
              <w:t>Teisinei sistemai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bl>
    <w:p w:rsidR="00787B11" w:rsidRPr="00C01550" w:rsidRDefault="00787B11" w:rsidP="00787B11">
      <w:pPr>
        <w:widowControl w:val="0"/>
        <w:jc w:val="both"/>
        <w:rPr>
          <w:rFonts w:eastAsia="Lucida Sans Unicode"/>
          <w:kern w:val="1"/>
          <w:lang w:bidi="lo-LA"/>
        </w:rPr>
      </w:pPr>
    </w:p>
    <w:p w:rsidR="00E40A3A" w:rsidRDefault="00787B11" w:rsidP="003277F9">
      <w:pPr>
        <w:ind w:firstLine="720"/>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A5B" w:rsidRDefault="00884A5B" w:rsidP="00E643CF">
      <w:pPr>
        <w:jc w:val="both"/>
      </w:pPr>
    </w:p>
    <w:p w:rsidR="00884A5B" w:rsidRPr="00E643CF" w:rsidRDefault="00884A5B" w:rsidP="00E643CF">
      <w:pPr>
        <w:jc w:val="both"/>
      </w:pPr>
    </w:p>
    <w:p w:rsidR="00787B11" w:rsidRPr="00C01550" w:rsidRDefault="00787B11" w:rsidP="00787B11">
      <w:pPr>
        <w:widowControl w:val="0"/>
        <w:jc w:val="both"/>
        <w:rPr>
          <w:rFonts w:eastAsia="Lucida Sans Unicode"/>
          <w:kern w:val="2"/>
          <w:lang w:eastAsia="ar-SA"/>
        </w:rPr>
      </w:pPr>
      <w:r w:rsidRPr="00C01550">
        <w:rPr>
          <w:rFonts w:eastAsia="Lucida Sans Unicode"/>
          <w:kern w:val="2"/>
        </w:rPr>
        <w:t>Rengėja</w:t>
      </w:r>
      <w:r w:rsidRPr="00C01550">
        <w:rPr>
          <w:rFonts w:eastAsia="Lucida Sans Unicode"/>
          <w:kern w:val="2"/>
        </w:rPr>
        <w:tab/>
      </w:r>
      <w:r w:rsidRPr="00C01550">
        <w:rPr>
          <w:rFonts w:eastAsia="Lucida Sans Unicode"/>
          <w:kern w:val="2"/>
        </w:rPr>
        <w:tab/>
        <w:t xml:space="preserve">                                 </w:t>
      </w:r>
    </w:p>
    <w:p w:rsidR="00787B11" w:rsidRPr="007217B0" w:rsidRDefault="00787B11" w:rsidP="00787B11">
      <w:pPr>
        <w:widowControl w:val="0"/>
        <w:jc w:val="both"/>
        <w:rPr>
          <w:rFonts w:eastAsia="Lucida Sans Unicode" w:cs="Tahoma"/>
          <w:bCs/>
        </w:rPr>
      </w:pPr>
      <w:r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Pr="00C01550">
        <w:rPr>
          <w:rFonts w:eastAsia="Lucida Sans Unicode" w:cs="Tahoma"/>
          <w:b/>
          <w:bCs/>
        </w:rPr>
        <w:t xml:space="preserve">_________________       </w:t>
      </w:r>
      <w:r>
        <w:rPr>
          <w:rFonts w:eastAsia="Lucida Sans Unicode" w:cs="Tahoma"/>
          <w:b/>
          <w:bCs/>
        </w:rPr>
        <w:t xml:space="preserve">  </w:t>
      </w:r>
      <w:r w:rsidR="00E4531D">
        <w:rPr>
          <w:rFonts w:eastAsia="Lucida Sans Unicode" w:cs="Tahoma"/>
          <w:b/>
          <w:bCs/>
        </w:rPr>
        <w:t xml:space="preserve">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787B11" w:rsidP="00787B11">
      <w:pPr>
        <w:ind w:firstLine="720"/>
        <w:jc w:val="both"/>
      </w:pPr>
      <w:r w:rsidRPr="00C01550">
        <w:rPr>
          <w:rFonts w:eastAsia="Lucida Sans Unicode" w:cs="Tahoma"/>
          <w:b/>
          <w:bCs/>
        </w:rPr>
        <w:t xml:space="preserve">                      </w:t>
      </w:r>
      <w:r w:rsidRPr="00C01550">
        <w:rPr>
          <w:rFonts w:eastAsia="Lucida Sans Unicode" w:cs="Tahoma"/>
          <w:bCs/>
          <w:sz w:val="18"/>
          <w:szCs w:val="18"/>
        </w:rPr>
        <w:t xml:space="preserve">(pareigos)                                                             (parašas)                                     </w:t>
      </w:r>
    </w:p>
    <w:sectPr w:rsidR="001F4E01" w:rsidRPr="00BA5DB9" w:rsidSect="003277F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928" w:hanging="360"/>
      </w:pPr>
      <w:rPr>
        <w:rFonts w:hint="default"/>
        <w:b/>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2">
    <w:nsid w:val="1BA96286"/>
    <w:multiLevelType w:val="hybridMultilevel"/>
    <w:tmpl w:val="D5CEE792"/>
    <w:lvl w:ilvl="0" w:tplc="70F03B4A">
      <w:start w:val="2"/>
      <w:numFmt w:val="decimal"/>
      <w:lvlText w:val="%1."/>
      <w:lvlJc w:val="left"/>
      <w:pPr>
        <w:ind w:left="1495" w:hanging="360"/>
      </w:pPr>
      <w:rPr>
        <w:rFonts w:hint="default"/>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5">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4"/>
  </w:num>
  <w:num w:numId="3">
    <w:abstractNumId w:val="11"/>
  </w:num>
  <w:num w:numId="4">
    <w:abstractNumId w:val="6"/>
  </w:num>
  <w:num w:numId="5">
    <w:abstractNumId w:val="10"/>
  </w:num>
  <w:num w:numId="6">
    <w:abstractNumId w:val="5"/>
  </w:num>
  <w:num w:numId="7">
    <w:abstractNumId w:val="7"/>
  </w:num>
  <w:num w:numId="8">
    <w:abstractNumId w:val="0"/>
  </w:num>
  <w:num w:numId="9">
    <w:abstractNumId w:val="9"/>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2EF3"/>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50EBC"/>
    <w:rsid w:val="000525AB"/>
    <w:rsid w:val="000529A8"/>
    <w:rsid w:val="00056E48"/>
    <w:rsid w:val="00060766"/>
    <w:rsid w:val="00060CA1"/>
    <w:rsid w:val="0006292A"/>
    <w:rsid w:val="00064C85"/>
    <w:rsid w:val="00065FC6"/>
    <w:rsid w:val="000669AD"/>
    <w:rsid w:val="00073352"/>
    <w:rsid w:val="000737FD"/>
    <w:rsid w:val="00075097"/>
    <w:rsid w:val="000842CC"/>
    <w:rsid w:val="0008433F"/>
    <w:rsid w:val="00084973"/>
    <w:rsid w:val="00087CFB"/>
    <w:rsid w:val="00092EE5"/>
    <w:rsid w:val="0009416E"/>
    <w:rsid w:val="00097FDA"/>
    <w:rsid w:val="000A1ED5"/>
    <w:rsid w:val="000A2F8B"/>
    <w:rsid w:val="000A7D49"/>
    <w:rsid w:val="000B1FF9"/>
    <w:rsid w:val="000B2AF5"/>
    <w:rsid w:val="000B449A"/>
    <w:rsid w:val="000B67AD"/>
    <w:rsid w:val="000C4675"/>
    <w:rsid w:val="000C6E38"/>
    <w:rsid w:val="000C7962"/>
    <w:rsid w:val="000D58B6"/>
    <w:rsid w:val="000D5A1A"/>
    <w:rsid w:val="000E13C1"/>
    <w:rsid w:val="000E3005"/>
    <w:rsid w:val="000E4586"/>
    <w:rsid w:val="000E46B9"/>
    <w:rsid w:val="000E4C77"/>
    <w:rsid w:val="000E5733"/>
    <w:rsid w:val="000E690F"/>
    <w:rsid w:val="000F38D2"/>
    <w:rsid w:val="000F3C92"/>
    <w:rsid w:val="000F42C1"/>
    <w:rsid w:val="000F473B"/>
    <w:rsid w:val="000F7779"/>
    <w:rsid w:val="00106BF0"/>
    <w:rsid w:val="00106E71"/>
    <w:rsid w:val="001103CB"/>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5E77"/>
    <w:rsid w:val="00186EC1"/>
    <w:rsid w:val="001873F9"/>
    <w:rsid w:val="001904AC"/>
    <w:rsid w:val="00191E1F"/>
    <w:rsid w:val="00193CA3"/>
    <w:rsid w:val="00193FFF"/>
    <w:rsid w:val="00195135"/>
    <w:rsid w:val="00197B12"/>
    <w:rsid w:val="001A06F5"/>
    <w:rsid w:val="001A132C"/>
    <w:rsid w:val="001A63C7"/>
    <w:rsid w:val="001A65F0"/>
    <w:rsid w:val="001A6C33"/>
    <w:rsid w:val="001B0769"/>
    <w:rsid w:val="001B4184"/>
    <w:rsid w:val="001B5D43"/>
    <w:rsid w:val="001C0D3A"/>
    <w:rsid w:val="001C6ACC"/>
    <w:rsid w:val="001C7227"/>
    <w:rsid w:val="001D1965"/>
    <w:rsid w:val="001D2D0D"/>
    <w:rsid w:val="001D34C3"/>
    <w:rsid w:val="001D6F34"/>
    <w:rsid w:val="001E0D38"/>
    <w:rsid w:val="001E31A8"/>
    <w:rsid w:val="001E489B"/>
    <w:rsid w:val="001E58FB"/>
    <w:rsid w:val="001E5E64"/>
    <w:rsid w:val="001E64E8"/>
    <w:rsid w:val="001F25BF"/>
    <w:rsid w:val="001F33C0"/>
    <w:rsid w:val="001F3434"/>
    <w:rsid w:val="001F3786"/>
    <w:rsid w:val="001F3D16"/>
    <w:rsid w:val="001F4B9F"/>
    <w:rsid w:val="001F4E01"/>
    <w:rsid w:val="001F4FD4"/>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1E2A"/>
    <w:rsid w:val="002247AB"/>
    <w:rsid w:val="00230164"/>
    <w:rsid w:val="0023113E"/>
    <w:rsid w:val="00231DF6"/>
    <w:rsid w:val="00232A5B"/>
    <w:rsid w:val="002330F4"/>
    <w:rsid w:val="002409E9"/>
    <w:rsid w:val="00240D3F"/>
    <w:rsid w:val="0024271D"/>
    <w:rsid w:val="00246A9B"/>
    <w:rsid w:val="002470B2"/>
    <w:rsid w:val="00247E31"/>
    <w:rsid w:val="00252023"/>
    <w:rsid w:val="002533B3"/>
    <w:rsid w:val="00253CC6"/>
    <w:rsid w:val="00253F2C"/>
    <w:rsid w:val="002573F1"/>
    <w:rsid w:val="00257B5A"/>
    <w:rsid w:val="00262A4A"/>
    <w:rsid w:val="00267094"/>
    <w:rsid w:val="00285A20"/>
    <w:rsid w:val="00286E93"/>
    <w:rsid w:val="0028717C"/>
    <w:rsid w:val="00292A69"/>
    <w:rsid w:val="00294B39"/>
    <w:rsid w:val="00297CF2"/>
    <w:rsid w:val="002A19E4"/>
    <w:rsid w:val="002A23FD"/>
    <w:rsid w:val="002A4601"/>
    <w:rsid w:val="002A4F13"/>
    <w:rsid w:val="002A6670"/>
    <w:rsid w:val="002A6BAF"/>
    <w:rsid w:val="002B2108"/>
    <w:rsid w:val="002B2366"/>
    <w:rsid w:val="002B30F5"/>
    <w:rsid w:val="002B7A3B"/>
    <w:rsid w:val="002C08D1"/>
    <w:rsid w:val="002C1A7F"/>
    <w:rsid w:val="002C3182"/>
    <w:rsid w:val="002C3C4C"/>
    <w:rsid w:val="002C489C"/>
    <w:rsid w:val="002C5E18"/>
    <w:rsid w:val="002D3BDA"/>
    <w:rsid w:val="002D4EC1"/>
    <w:rsid w:val="002D70BB"/>
    <w:rsid w:val="002E01AA"/>
    <w:rsid w:val="002E0E78"/>
    <w:rsid w:val="002F27E6"/>
    <w:rsid w:val="002F2AB2"/>
    <w:rsid w:val="002F37E0"/>
    <w:rsid w:val="003015DB"/>
    <w:rsid w:val="00302364"/>
    <w:rsid w:val="00310239"/>
    <w:rsid w:val="003135EA"/>
    <w:rsid w:val="00315DE9"/>
    <w:rsid w:val="0031747E"/>
    <w:rsid w:val="00317FD9"/>
    <w:rsid w:val="003210FF"/>
    <w:rsid w:val="003221DC"/>
    <w:rsid w:val="003228F6"/>
    <w:rsid w:val="00326680"/>
    <w:rsid w:val="003277F9"/>
    <w:rsid w:val="0033080F"/>
    <w:rsid w:val="00331117"/>
    <w:rsid w:val="00331EBA"/>
    <w:rsid w:val="0033273D"/>
    <w:rsid w:val="003354ED"/>
    <w:rsid w:val="00335C4D"/>
    <w:rsid w:val="00340E87"/>
    <w:rsid w:val="0034264B"/>
    <w:rsid w:val="00344C33"/>
    <w:rsid w:val="00344EB8"/>
    <w:rsid w:val="003471FA"/>
    <w:rsid w:val="003475D4"/>
    <w:rsid w:val="0035327B"/>
    <w:rsid w:val="003536C9"/>
    <w:rsid w:val="00353A1D"/>
    <w:rsid w:val="00355BE2"/>
    <w:rsid w:val="003620FD"/>
    <w:rsid w:val="0036365E"/>
    <w:rsid w:val="003719CD"/>
    <w:rsid w:val="003743E9"/>
    <w:rsid w:val="0038040A"/>
    <w:rsid w:val="00382D64"/>
    <w:rsid w:val="00382E8D"/>
    <w:rsid w:val="00383E6F"/>
    <w:rsid w:val="00385546"/>
    <w:rsid w:val="00390A50"/>
    <w:rsid w:val="00390FAC"/>
    <w:rsid w:val="0039167D"/>
    <w:rsid w:val="00393C61"/>
    <w:rsid w:val="003942F6"/>
    <w:rsid w:val="0039494B"/>
    <w:rsid w:val="0039527B"/>
    <w:rsid w:val="003952BF"/>
    <w:rsid w:val="00397BF2"/>
    <w:rsid w:val="00397C25"/>
    <w:rsid w:val="003A0EF8"/>
    <w:rsid w:val="003A3603"/>
    <w:rsid w:val="003A471D"/>
    <w:rsid w:val="003A6CF1"/>
    <w:rsid w:val="003B0648"/>
    <w:rsid w:val="003B0F2A"/>
    <w:rsid w:val="003B14F0"/>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2C97"/>
    <w:rsid w:val="004052E8"/>
    <w:rsid w:val="004062A8"/>
    <w:rsid w:val="004079E6"/>
    <w:rsid w:val="00410BFB"/>
    <w:rsid w:val="004112C9"/>
    <w:rsid w:val="00412A92"/>
    <w:rsid w:val="00414F09"/>
    <w:rsid w:val="00415937"/>
    <w:rsid w:val="00417691"/>
    <w:rsid w:val="0042049F"/>
    <w:rsid w:val="00420D6D"/>
    <w:rsid w:val="00421471"/>
    <w:rsid w:val="00422403"/>
    <w:rsid w:val="004234A0"/>
    <w:rsid w:val="00423E92"/>
    <w:rsid w:val="004251C9"/>
    <w:rsid w:val="004254A2"/>
    <w:rsid w:val="00425B61"/>
    <w:rsid w:val="00430AF6"/>
    <w:rsid w:val="00432271"/>
    <w:rsid w:val="00435C03"/>
    <w:rsid w:val="004364C7"/>
    <w:rsid w:val="00437E15"/>
    <w:rsid w:val="0044024F"/>
    <w:rsid w:val="00442065"/>
    <w:rsid w:val="00444A4E"/>
    <w:rsid w:val="00446709"/>
    <w:rsid w:val="00447908"/>
    <w:rsid w:val="00456A77"/>
    <w:rsid w:val="00460A57"/>
    <w:rsid w:val="0046384A"/>
    <w:rsid w:val="00463B3F"/>
    <w:rsid w:val="004654B0"/>
    <w:rsid w:val="00470EB2"/>
    <w:rsid w:val="00474C8A"/>
    <w:rsid w:val="00475DB1"/>
    <w:rsid w:val="0048279F"/>
    <w:rsid w:val="00486E43"/>
    <w:rsid w:val="00490132"/>
    <w:rsid w:val="0049491B"/>
    <w:rsid w:val="00495053"/>
    <w:rsid w:val="00495647"/>
    <w:rsid w:val="004A5C95"/>
    <w:rsid w:val="004A5DC4"/>
    <w:rsid w:val="004A6D05"/>
    <w:rsid w:val="004B1EF6"/>
    <w:rsid w:val="004B4540"/>
    <w:rsid w:val="004C05A7"/>
    <w:rsid w:val="004C279F"/>
    <w:rsid w:val="004C339A"/>
    <w:rsid w:val="004C456A"/>
    <w:rsid w:val="004C5E48"/>
    <w:rsid w:val="004D54D2"/>
    <w:rsid w:val="004D551D"/>
    <w:rsid w:val="004E12C5"/>
    <w:rsid w:val="004E1C40"/>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3AEF"/>
    <w:rsid w:val="00534132"/>
    <w:rsid w:val="0053479D"/>
    <w:rsid w:val="00536095"/>
    <w:rsid w:val="00541A8A"/>
    <w:rsid w:val="00541A97"/>
    <w:rsid w:val="00544D6D"/>
    <w:rsid w:val="00544FFD"/>
    <w:rsid w:val="0054641E"/>
    <w:rsid w:val="0054740B"/>
    <w:rsid w:val="005519D2"/>
    <w:rsid w:val="00551A4C"/>
    <w:rsid w:val="0055211E"/>
    <w:rsid w:val="00556975"/>
    <w:rsid w:val="00557D66"/>
    <w:rsid w:val="005639F0"/>
    <w:rsid w:val="005672FB"/>
    <w:rsid w:val="00571A1B"/>
    <w:rsid w:val="0057255B"/>
    <w:rsid w:val="005740E0"/>
    <w:rsid w:val="00577B67"/>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C67D0"/>
    <w:rsid w:val="005D12D4"/>
    <w:rsid w:val="005D3F3A"/>
    <w:rsid w:val="005D5E8E"/>
    <w:rsid w:val="005D6D0A"/>
    <w:rsid w:val="005E2893"/>
    <w:rsid w:val="005E5263"/>
    <w:rsid w:val="005E5707"/>
    <w:rsid w:val="005E6CC4"/>
    <w:rsid w:val="005E7C54"/>
    <w:rsid w:val="005F0334"/>
    <w:rsid w:val="005F07F7"/>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778"/>
    <w:rsid w:val="00645C4D"/>
    <w:rsid w:val="0064764A"/>
    <w:rsid w:val="00654FE1"/>
    <w:rsid w:val="0065596B"/>
    <w:rsid w:val="006718DD"/>
    <w:rsid w:val="00672F6B"/>
    <w:rsid w:val="00673C8B"/>
    <w:rsid w:val="00674CBE"/>
    <w:rsid w:val="006920F4"/>
    <w:rsid w:val="006963F1"/>
    <w:rsid w:val="006A5AD8"/>
    <w:rsid w:val="006A6012"/>
    <w:rsid w:val="006A7510"/>
    <w:rsid w:val="006B6161"/>
    <w:rsid w:val="006B7678"/>
    <w:rsid w:val="006C0AB9"/>
    <w:rsid w:val="006C33BC"/>
    <w:rsid w:val="006C431E"/>
    <w:rsid w:val="006C5122"/>
    <w:rsid w:val="006C519B"/>
    <w:rsid w:val="006C7B9A"/>
    <w:rsid w:val="006D1421"/>
    <w:rsid w:val="006D1A16"/>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1DD1"/>
    <w:rsid w:val="00703319"/>
    <w:rsid w:val="007042BB"/>
    <w:rsid w:val="007068F5"/>
    <w:rsid w:val="00707CCF"/>
    <w:rsid w:val="007128D6"/>
    <w:rsid w:val="00713DE9"/>
    <w:rsid w:val="00716BA8"/>
    <w:rsid w:val="00721706"/>
    <w:rsid w:val="00722F73"/>
    <w:rsid w:val="00723806"/>
    <w:rsid w:val="00727FF2"/>
    <w:rsid w:val="00735C88"/>
    <w:rsid w:val="00737C47"/>
    <w:rsid w:val="00744458"/>
    <w:rsid w:val="00753E0F"/>
    <w:rsid w:val="007623AD"/>
    <w:rsid w:val="007623C0"/>
    <w:rsid w:val="00763BF7"/>
    <w:rsid w:val="0076570A"/>
    <w:rsid w:val="00771E7C"/>
    <w:rsid w:val="00772A89"/>
    <w:rsid w:val="0077464E"/>
    <w:rsid w:val="007746E4"/>
    <w:rsid w:val="00775D8D"/>
    <w:rsid w:val="007779FB"/>
    <w:rsid w:val="00777B86"/>
    <w:rsid w:val="00777BCF"/>
    <w:rsid w:val="007806BB"/>
    <w:rsid w:val="007815F1"/>
    <w:rsid w:val="007819F9"/>
    <w:rsid w:val="007852A9"/>
    <w:rsid w:val="00787B11"/>
    <w:rsid w:val="0079013D"/>
    <w:rsid w:val="00790726"/>
    <w:rsid w:val="00792EBB"/>
    <w:rsid w:val="00793D38"/>
    <w:rsid w:val="00796B61"/>
    <w:rsid w:val="00797D5E"/>
    <w:rsid w:val="007A11DC"/>
    <w:rsid w:val="007A5247"/>
    <w:rsid w:val="007B0EBD"/>
    <w:rsid w:val="007B2942"/>
    <w:rsid w:val="007B2E23"/>
    <w:rsid w:val="007B4C12"/>
    <w:rsid w:val="007B5E58"/>
    <w:rsid w:val="007B7F3A"/>
    <w:rsid w:val="007C0512"/>
    <w:rsid w:val="007C119A"/>
    <w:rsid w:val="007C4635"/>
    <w:rsid w:val="007C4A19"/>
    <w:rsid w:val="007C72EA"/>
    <w:rsid w:val="007D13AD"/>
    <w:rsid w:val="007D28E0"/>
    <w:rsid w:val="007E1CB6"/>
    <w:rsid w:val="007E46D8"/>
    <w:rsid w:val="007E79FC"/>
    <w:rsid w:val="007F4E45"/>
    <w:rsid w:val="00806058"/>
    <w:rsid w:val="00806FD6"/>
    <w:rsid w:val="00807DD4"/>
    <w:rsid w:val="00812CFA"/>
    <w:rsid w:val="00815FCC"/>
    <w:rsid w:val="00816533"/>
    <w:rsid w:val="00816F88"/>
    <w:rsid w:val="00817243"/>
    <w:rsid w:val="0081754D"/>
    <w:rsid w:val="008218C4"/>
    <w:rsid w:val="00824BBB"/>
    <w:rsid w:val="008329A8"/>
    <w:rsid w:val="00833F32"/>
    <w:rsid w:val="00837CE3"/>
    <w:rsid w:val="00853C24"/>
    <w:rsid w:val="008546CA"/>
    <w:rsid w:val="00856692"/>
    <w:rsid w:val="00861E68"/>
    <w:rsid w:val="008623F4"/>
    <w:rsid w:val="00863496"/>
    <w:rsid w:val="008638FB"/>
    <w:rsid w:val="00864FB1"/>
    <w:rsid w:val="008701D9"/>
    <w:rsid w:val="008706A6"/>
    <w:rsid w:val="00875221"/>
    <w:rsid w:val="00884A5B"/>
    <w:rsid w:val="00885FBC"/>
    <w:rsid w:val="00886B85"/>
    <w:rsid w:val="00890A13"/>
    <w:rsid w:val="008923A7"/>
    <w:rsid w:val="008937D1"/>
    <w:rsid w:val="00893B72"/>
    <w:rsid w:val="0089401D"/>
    <w:rsid w:val="00894EC7"/>
    <w:rsid w:val="008962C7"/>
    <w:rsid w:val="008A272A"/>
    <w:rsid w:val="008A62EE"/>
    <w:rsid w:val="008A6C35"/>
    <w:rsid w:val="008A7E39"/>
    <w:rsid w:val="008B4E9E"/>
    <w:rsid w:val="008B70B6"/>
    <w:rsid w:val="008B7CA1"/>
    <w:rsid w:val="008C3203"/>
    <w:rsid w:val="008C41E2"/>
    <w:rsid w:val="008C510A"/>
    <w:rsid w:val="008C584E"/>
    <w:rsid w:val="008C7271"/>
    <w:rsid w:val="008C78D8"/>
    <w:rsid w:val="008D0059"/>
    <w:rsid w:val="008D099B"/>
    <w:rsid w:val="008D10A0"/>
    <w:rsid w:val="008D1D4C"/>
    <w:rsid w:val="008D2D6F"/>
    <w:rsid w:val="008D38F5"/>
    <w:rsid w:val="008E081E"/>
    <w:rsid w:val="008E180D"/>
    <w:rsid w:val="008E1F3D"/>
    <w:rsid w:val="008E532E"/>
    <w:rsid w:val="008F19F7"/>
    <w:rsid w:val="00902B4A"/>
    <w:rsid w:val="00904241"/>
    <w:rsid w:val="00905574"/>
    <w:rsid w:val="009067B0"/>
    <w:rsid w:val="00912796"/>
    <w:rsid w:val="00913FCE"/>
    <w:rsid w:val="00917F90"/>
    <w:rsid w:val="00920884"/>
    <w:rsid w:val="009220C8"/>
    <w:rsid w:val="00922E0D"/>
    <w:rsid w:val="00923602"/>
    <w:rsid w:val="009248C2"/>
    <w:rsid w:val="00924F8E"/>
    <w:rsid w:val="0092549A"/>
    <w:rsid w:val="00925722"/>
    <w:rsid w:val="00930D0D"/>
    <w:rsid w:val="00935D34"/>
    <w:rsid w:val="00935EBA"/>
    <w:rsid w:val="0093605C"/>
    <w:rsid w:val="00940CAD"/>
    <w:rsid w:val="00940E08"/>
    <w:rsid w:val="00943EBD"/>
    <w:rsid w:val="009473D5"/>
    <w:rsid w:val="009507CF"/>
    <w:rsid w:val="0095175D"/>
    <w:rsid w:val="00951886"/>
    <w:rsid w:val="00952BF4"/>
    <w:rsid w:val="00953424"/>
    <w:rsid w:val="00953727"/>
    <w:rsid w:val="00956618"/>
    <w:rsid w:val="00956949"/>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3A69"/>
    <w:rsid w:val="009A49B2"/>
    <w:rsid w:val="009A56FD"/>
    <w:rsid w:val="009A734F"/>
    <w:rsid w:val="009B0721"/>
    <w:rsid w:val="009B1592"/>
    <w:rsid w:val="009B15AA"/>
    <w:rsid w:val="009B1C01"/>
    <w:rsid w:val="009B3274"/>
    <w:rsid w:val="009B48BE"/>
    <w:rsid w:val="009B63D4"/>
    <w:rsid w:val="009B7B19"/>
    <w:rsid w:val="009C0C45"/>
    <w:rsid w:val="009C2E76"/>
    <w:rsid w:val="009C4AF8"/>
    <w:rsid w:val="009C5A53"/>
    <w:rsid w:val="009C7F45"/>
    <w:rsid w:val="009D0092"/>
    <w:rsid w:val="009D7B50"/>
    <w:rsid w:val="009E1008"/>
    <w:rsid w:val="009E1515"/>
    <w:rsid w:val="009E3EC3"/>
    <w:rsid w:val="009E4287"/>
    <w:rsid w:val="009F0A04"/>
    <w:rsid w:val="009F0D8E"/>
    <w:rsid w:val="009F0FDB"/>
    <w:rsid w:val="009F2D95"/>
    <w:rsid w:val="009F3375"/>
    <w:rsid w:val="009F6DB6"/>
    <w:rsid w:val="009F788E"/>
    <w:rsid w:val="009F7E2C"/>
    <w:rsid w:val="00A0111A"/>
    <w:rsid w:val="00A02AEE"/>
    <w:rsid w:val="00A11356"/>
    <w:rsid w:val="00A11557"/>
    <w:rsid w:val="00A119F0"/>
    <w:rsid w:val="00A13381"/>
    <w:rsid w:val="00A1431C"/>
    <w:rsid w:val="00A14893"/>
    <w:rsid w:val="00A154F2"/>
    <w:rsid w:val="00A156EC"/>
    <w:rsid w:val="00A15FF0"/>
    <w:rsid w:val="00A172B4"/>
    <w:rsid w:val="00A21EAD"/>
    <w:rsid w:val="00A221FC"/>
    <w:rsid w:val="00A2227C"/>
    <w:rsid w:val="00A23458"/>
    <w:rsid w:val="00A237D0"/>
    <w:rsid w:val="00A31626"/>
    <w:rsid w:val="00A3277D"/>
    <w:rsid w:val="00A34633"/>
    <w:rsid w:val="00A402BB"/>
    <w:rsid w:val="00A41DE4"/>
    <w:rsid w:val="00A46323"/>
    <w:rsid w:val="00A46D7C"/>
    <w:rsid w:val="00A47F2C"/>
    <w:rsid w:val="00A558BA"/>
    <w:rsid w:val="00A55D34"/>
    <w:rsid w:val="00A56866"/>
    <w:rsid w:val="00A61C3B"/>
    <w:rsid w:val="00A6674F"/>
    <w:rsid w:val="00A71776"/>
    <w:rsid w:val="00A74D7E"/>
    <w:rsid w:val="00A74DE7"/>
    <w:rsid w:val="00A76958"/>
    <w:rsid w:val="00A773DB"/>
    <w:rsid w:val="00A77880"/>
    <w:rsid w:val="00A80F64"/>
    <w:rsid w:val="00A82625"/>
    <w:rsid w:val="00A82996"/>
    <w:rsid w:val="00A85A0F"/>
    <w:rsid w:val="00A86547"/>
    <w:rsid w:val="00A868DA"/>
    <w:rsid w:val="00A9253D"/>
    <w:rsid w:val="00A93C6E"/>
    <w:rsid w:val="00A9494F"/>
    <w:rsid w:val="00A95D28"/>
    <w:rsid w:val="00AB0EDA"/>
    <w:rsid w:val="00AB6B0B"/>
    <w:rsid w:val="00AB7B7B"/>
    <w:rsid w:val="00AC0DDF"/>
    <w:rsid w:val="00AC1ED6"/>
    <w:rsid w:val="00AC293A"/>
    <w:rsid w:val="00AC3B31"/>
    <w:rsid w:val="00AD0021"/>
    <w:rsid w:val="00AD1264"/>
    <w:rsid w:val="00AD28D3"/>
    <w:rsid w:val="00AD44C1"/>
    <w:rsid w:val="00AD4C92"/>
    <w:rsid w:val="00AD6FA7"/>
    <w:rsid w:val="00AD73D1"/>
    <w:rsid w:val="00AE09CD"/>
    <w:rsid w:val="00AE3199"/>
    <w:rsid w:val="00AE5FEB"/>
    <w:rsid w:val="00AF026D"/>
    <w:rsid w:val="00AF0E22"/>
    <w:rsid w:val="00AF17F4"/>
    <w:rsid w:val="00AF61D0"/>
    <w:rsid w:val="00B013A8"/>
    <w:rsid w:val="00B077CA"/>
    <w:rsid w:val="00B07EF6"/>
    <w:rsid w:val="00B14956"/>
    <w:rsid w:val="00B1510A"/>
    <w:rsid w:val="00B1670A"/>
    <w:rsid w:val="00B173E9"/>
    <w:rsid w:val="00B24186"/>
    <w:rsid w:val="00B24E3B"/>
    <w:rsid w:val="00B2600A"/>
    <w:rsid w:val="00B324F7"/>
    <w:rsid w:val="00B3397A"/>
    <w:rsid w:val="00B360C0"/>
    <w:rsid w:val="00B36744"/>
    <w:rsid w:val="00B37DD6"/>
    <w:rsid w:val="00B40FF1"/>
    <w:rsid w:val="00B45A90"/>
    <w:rsid w:val="00B50E56"/>
    <w:rsid w:val="00B50E75"/>
    <w:rsid w:val="00B53867"/>
    <w:rsid w:val="00B55F93"/>
    <w:rsid w:val="00B56F0A"/>
    <w:rsid w:val="00B629D1"/>
    <w:rsid w:val="00B63D99"/>
    <w:rsid w:val="00B67B79"/>
    <w:rsid w:val="00B757AB"/>
    <w:rsid w:val="00B75F5F"/>
    <w:rsid w:val="00B82439"/>
    <w:rsid w:val="00B82CEE"/>
    <w:rsid w:val="00B8327E"/>
    <w:rsid w:val="00B970A4"/>
    <w:rsid w:val="00BA2589"/>
    <w:rsid w:val="00BA32CD"/>
    <w:rsid w:val="00BA35C2"/>
    <w:rsid w:val="00BA56BB"/>
    <w:rsid w:val="00BA5DB9"/>
    <w:rsid w:val="00BA69F6"/>
    <w:rsid w:val="00BB13A1"/>
    <w:rsid w:val="00BB1D1D"/>
    <w:rsid w:val="00BB23C8"/>
    <w:rsid w:val="00BB24CC"/>
    <w:rsid w:val="00BB3EDE"/>
    <w:rsid w:val="00BB404A"/>
    <w:rsid w:val="00BB6922"/>
    <w:rsid w:val="00BC2238"/>
    <w:rsid w:val="00BC6763"/>
    <w:rsid w:val="00BD00D5"/>
    <w:rsid w:val="00BD2ECE"/>
    <w:rsid w:val="00BD6CE2"/>
    <w:rsid w:val="00BE166A"/>
    <w:rsid w:val="00BE1FA3"/>
    <w:rsid w:val="00BE2D9A"/>
    <w:rsid w:val="00BE3AF6"/>
    <w:rsid w:val="00BE42EF"/>
    <w:rsid w:val="00BE562B"/>
    <w:rsid w:val="00BE76AC"/>
    <w:rsid w:val="00BE7C88"/>
    <w:rsid w:val="00BF0B09"/>
    <w:rsid w:val="00BF5696"/>
    <w:rsid w:val="00BF6A5F"/>
    <w:rsid w:val="00C0196B"/>
    <w:rsid w:val="00C01F1E"/>
    <w:rsid w:val="00C02176"/>
    <w:rsid w:val="00C02D85"/>
    <w:rsid w:val="00C05C66"/>
    <w:rsid w:val="00C104BF"/>
    <w:rsid w:val="00C124DC"/>
    <w:rsid w:val="00C17DE0"/>
    <w:rsid w:val="00C20039"/>
    <w:rsid w:val="00C22544"/>
    <w:rsid w:val="00C2489C"/>
    <w:rsid w:val="00C24BEA"/>
    <w:rsid w:val="00C251E0"/>
    <w:rsid w:val="00C25565"/>
    <w:rsid w:val="00C257A4"/>
    <w:rsid w:val="00C26735"/>
    <w:rsid w:val="00C26749"/>
    <w:rsid w:val="00C31A5F"/>
    <w:rsid w:val="00C31CBA"/>
    <w:rsid w:val="00C31CE6"/>
    <w:rsid w:val="00C3454E"/>
    <w:rsid w:val="00C349FB"/>
    <w:rsid w:val="00C37FF0"/>
    <w:rsid w:val="00C4017D"/>
    <w:rsid w:val="00C42627"/>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A7291"/>
    <w:rsid w:val="00CB07C1"/>
    <w:rsid w:val="00CB0C43"/>
    <w:rsid w:val="00CB0DC2"/>
    <w:rsid w:val="00CB2270"/>
    <w:rsid w:val="00CB22CF"/>
    <w:rsid w:val="00CB30EE"/>
    <w:rsid w:val="00CB6233"/>
    <w:rsid w:val="00CC0C41"/>
    <w:rsid w:val="00CC275B"/>
    <w:rsid w:val="00CC2AD2"/>
    <w:rsid w:val="00CC2EF4"/>
    <w:rsid w:val="00CC3909"/>
    <w:rsid w:val="00CC5C75"/>
    <w:rsid w:val="00CC6A0D"/>
    <w:rsid w:val="00CC7B88"/>
    <w:rsid w:val="00CD3509"/>
    <w:rsid w:val="00CD425A"/>
    <w:rsid w:val="00CD4EE7"/>
    <w:rsid w:val="00CD5EAB"/>
    <w:rsid w:val="00CE49C8"/>
    <w:rsid w:val="00CE5C26"/>
    <w:rsid w:val="00CF39B0"/>
    <w:rsid w:val="00CF709D"/>
    <w:rsid w:val="00D006D1"/>
    <w:rsid w:val="00D053C1"/>
    <w:rsid w:val="00D1008A"/>
    <w:rsid w:val="00D12070"/>
    <w:rsid w:val="00D12C5C"/>
    <w:rsid w:val="00D17D31"/>
    <w:rsid w:val="00D215AE"/>
    <w:rsid w:val="00D227E2"/>
    <w:rsid w:val="00D2288C"/>
    <w:rsid w:val="00D22EEC"/>
    <w:rsid w:val="00D23529"/>
    <w:rsid w:val="00D273CC"/>
    <w:rsid w:val="00D279D3"/>
    <w:rsid w:val="00D327CF"/>
    <w:rsid w:val="00D336CD"/>
    <w:rsid w:val="00D34536"/>
    <w:rsid w:val="00D37313"/>
    <w:rsid w:val="00D4244E"/>
    <w:rsid w:val="00D500CA"/>
    <w:rsid w:val="00D51735"/>
    <w:rsid w:val="00D51B4A"/>
    <w:rsid w:val="00D63566"/>
    <w:rsid w:val="00D63F70"/>
    <w:rsid w:val="00D64035"/>
    <w:rsid w:val="00D64920"/>
    <w:rsid w:val="00D65EFE"/>
    <w:rsid w:val="00D729DC"/>
    <w:rsid w:val="00D73D0D"/>
    <w:rsid w:val="00D805E7"/>
    <w:rsid w:val="00D84C2C"/>
    <w:rsid w:val="00D861D1"/>
    <w:rsid w:val="00D866A6"/>
    <w:rsid w:val="00D87DA5"/>
    <w:rsid w:val="00D931E8"/>
    <w:rsid w:val="00D94916"/>
    <w:rsid w:val="00D9557D"/>
    <w:rsid w:val="00D96AF2"/>
    <w:rsid w:val="00DA1184"/>
    <w:rsid w:val="00DA4CC2"/>
    <w:rsid w:val="00DA4F71"/>
    <w:rsid w:val="00DA544A"/>
    <w:rsid w:val="00DB0EFA"/>
    <w:rsid w:val="00DB578E"/>
    <w:rsid w:val="00DC11A9"/>
    <w:rsid w:val="00DC2134"/>
    <w:rsid w:val="00DC2D5D"/>
    <w:rsid w:val="00DC5F62"/>
    <w:rsid w:val="00DD07F0"/>
    <w:rsid w:val="00DD1787"/>
    <w:rsid w:val="00DD3791"/>
    <w:rsid w:val="00DD3D46"/>
    <w:rsid w:val="00DD4317"/>
    <w:rsid w:val="00DD4603"/>
    <w:rsid w:val="00DD4684"/>
    <w:rsid w:val="00DD5F9B"/>
    <w:rsid w:val="00DD6042"/>
    <w:rsid w:val="00DE08E5"/>
    <w:rsid w:val="00DE6AA3"/>
    <w:rsid w:val="00DF7771"/>
    <w:rsid w:val="00E00019"/>
    <w:rsid w:val="00E042E8"/>
    <w:rsid w:val="00E10243"/>
    <w:rsid w:val="00E14591"/>
    <w:rsid w:val="00E147A1"/>
    <w:rsid w:val="00E22B3C"/>
    <w:rsid w:val="00E231A0"/>
    <w:rsid w:val="00E2473D"/>
    <w:rsid w:val="00E265E2"/>
    <w:rsid w:val="00E26A99"/>
    <w:rsid w:val="00E31DE1"/>
    <w:rsid w:val="00E330B9"/>
    <w:rsid w:val="00E3520B"/>
    <w:rsid w:val="00E3595C"/>
    <w:rsid w:val="00E40A3A"/>
    <w:rsid w:val="00E446BD"/>
    <w:rsid w:val="00E4531D"/>
    <w:rsid w:val="00E45A6C"/>
    <w:rsid w:val="00E45B68"/>
    <w:rsid w:val="00E45CAA"/>
    <w:rsid w:val="00E52B50"/>
    <w:rsid w:val="00E530C0"/>
    <w:rsid w:val="00E532D6"/>
    <w:rsid w:val="00E539C2"/>
    <w:rsid w:val="00E53A6E"/>
    <w:rsid w:val="00E601C4"/>
    <w:rsid w:val="00E61A4A"/>
    <w:rsid w:val="00E61CFC"/>
    <w:rsid w:val="00E643CF"/>
    <w:rsid w:val="00E64944"/>
    <w:rsid w:val="00E64B4F"/>
    <w:rsid w:val="00E64F83"/>
    <w:rsid w:val="00E70C31"/>
    <w:rsid w:val="00E724AC"/>
    <w:rsid w:val="00E7313A"/>
    <w:rsid w:val="00E749A4"/>
    <w:rsid w:val="00E8204C"/>
    <w:rsid w:val="00E847FB"/>
    <w:rsid w:val="00E86714"/>
    <w:rsid w:val="00E921AF"/>
    <w:rsid w:val="00E926D7"/>
    <w:rsid w:val="00E92BA1"/>
    <w:rsid w:val="00E93A96"/>
    <w:rsid w:val="00EA0B54"/>
    <w:rsid w:val="00EA4CCC"/>
    <w:rsid w:val="00EB2ADA"/>
    <w:rsid w:val="00EB480E"/>
    <w:rsid w:val="00EB5B30"/>
    <w:rsid w:val="00EB5F7C"/>
    <w:rsid w:val="00EB6173"/>
    <w:rsid w:val="00EB7BFA"/>
    <w:rsid w:val="00EB7E25"/>
    <w:rsid w:val="00EC0FAD"/>
    <w:rsid w:val="00EC4024"/>
    <w:rsid w:val="00EC7314"/>
    <w:rsid w:val="00ED38DA"/>
    <w:rsid w:val="00ED3D4F"/>
    <w:rsid w:val="00ED577A"/>
    <w:rsid w:val="00ED7CD6"/>
    <w:rsid w:val="00EE1B52"/>
    <w:rsid w:val="00EE1DB4"/>
    <w:rsid w:val="00EE2351"/>
    <w:rsid w:val="00EE3B72"/>
    <w:rsid w:val="00EE4350"/>
    <w:rsid w:val="00EE4D52"/>
    <w:rsid w:val="00EE67C1"/>
    <w:rsid w:val="00EF09E4"/>
    <w:rsid w:val="00EF2D2A"/>
    <w:rsid w:val="00EF38DD"/>
    <w:rsid w:val="00EF39FC"/>
    <w:rsid w:val="00F02E51"/>
    <w:rsid w:val="00F031C2"/>
    <w:rsid w:val="00F067F0"/>
    <w:rsid w:val="00F06B06"/>
    <w:rsid w:val="00F07E54"/>
    <w:rsid w:val="00F117A7"/>
    <w:rsid w:val="00F20733"/>
    <w:rsid w:val="00F21227"/>
    <w:rsid w:val="00F26896"/>
    <w:rsid w:val="00F27585"/>
    <w:rsid w:val="00F33DFD"/>
    <w:rsid w:val="00F353AA"/>
    <w:rsid w:val="00F36DC9"/>
    <w:rsid w:val="00F36FF9"/>
    <w:rsid w:val="00F40AB4"/>
    <w:rsid w:val="00F42938"/>
    <w:rsid w:val="00F446D6"/>
    <w:rsid w:val="00F47313"/>
    <w:rsid w:val="00F53EC3"/>
    <w:rsid w:val="00F55565"/>
    <w:rsid w:val="00F55BAC"/>
    <w:rsid w:val="00F6131F"/>
    <w:rsid w:val="00F654D1"/>
    <w:rsid w:val="00F668F7"/>
    <w:rsid w:val="00F70148"/>
    <w:rsid w:val="00F726E0"/>
    <w:rsid w:val="00F8072F"/>
    <w:rsid w:val="00F820B5"/>
    <w:rsid w:val="00F86AD7"/>
    <w:rsid w:val="00F86ED9"/>
    <w:rsid w:val="00F90B31"/>
    <w:rsid w:val="00F92B12"/>
    <w:rsid w:val="00F936F3"/>
    <w:rsid w:val="00F95386"/>
    <w:rsid w:val="00F9776B"/>
    <w:rsid w:val="00F97BFC"/>
    <w:rsid w:val="00FA538E"/>
    <w:rsid w:val="00FA7D15"/>
    <w:rsid w:val="00FB0531"/>
    <w:rsid w:val="00FB2FAD"/>
    <w:rsid w:val="00FB6FE7"/>
    <w:rsid w:val="00FC00B3"/>
    <w:rsid w:val="00FC2695"/>
    <w:rsid w:val="00FD5901"/>
    <w:rsid w:val="00FD66BB"/>
    <w:rsid w:val="00FD7E77"/>
    <w:rsid w:val="00FE0A95"/>
    <w:rsid w:val="00FE294E"/>
    <w:rsid w:val="00FE3B19"/>
    <w:rsid w:val="00FE600A"/>
    <w:rsid w:val="00FF108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1EF6"/>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1EF6"/>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08937-016B-42DD-A711-C0C875F2B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75FF7EE5</Template>
  <TotalTime>0</TotalTime>
  <Pages>6</Pages>
  <Words>13268</Words>
  <Characters>7564</Characters>
  <Application>Microsoft Office Word</Application>
  <DocSecurity>0</DocSecurity>
  <Lines>63</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20791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2</cp:revision>
  <cp:lastPrinted>2022-03-09T06:21:00Z</cp:lastPrinted>
  <dcterms:created xsi:type="dcterms:W3CDTF">2022-12-07T13:04:00Z</dcterms:created>
  <dcterms:modified xsi:type="dcterms:W3CDTF">2022-12-07T13:04:00Z</dcterms:modified>
</cp:coreProperties>
</file>