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31E" w:rsidRPr="0042431E" w:rsidRDefault="0042431E" w:rsidP="0042431E">
      <w:pPr>
        <w:ind w:firstLine="0"/>
        <w:jc w:val="right"/>
        <w:rPr>
          <w:b/>
          <w:szCs w:val="24"/>
        </w:rPr>
      </w:pPr>
      <w:r>
        <w:rPr>
          <w:b/>
          <w:szCs w:val="24"/>
        </w:rPr>
        <w:t>Projektas</w:t>
      </w:r>
    </w:p>
    <w:p w:rsidR="009210C8" w:rsidRDefault="001E4CC2" w:rsidP="00E42B79">
      <w:pPr>
        <w:ind w:firstLine="0"/>
        <w:jc w:val="center"/>
        <w:rPr>
          <w:b/>
          <w:sz w:val="28"/>
        </w:rPr>
      </w:pPr>
      <w:r w:rsidRPr="001E4CC2">
        <w:rPr>
          <w:b/>
          <w:sz w:val="28"/>
        </w:rPr>
        <w:t xml:space="preserve">PLUNGĖS RAJONO SAVIVALDYBĖS </w:t>
      </w:r>
      <w:r w:rsidRPr="001E4CC2">
        <w:rPr>
          <w:b/>
          <w:sz w:val="28"/>
        </w:rPr>
        <w:br/>
        <w:t>TARYBA</w:t>
      </w:r>
    </w:p>
    <w:p w:rsidR="0042431E" w:rsidRPr="001E4CC2" w:rsidRDefault="0042431E" w:rsidP="00E42B79">
      <w:pPr>
        <w:ind w:firstLine="0"/>
        <w:jc w:val="center"/>
        <w:rPr>
          <w:b/>
        </w:rPr>
      </w:pPr>
    </w:p>
    <w:p w:rsidR="001E4CC2" w:rsidRDefault="001E4CC2" w:rsidP="00E42B79">
      <w:pPr>
        <w:ind w:firstLine="0"/>
        <w:jc w:val="center"/>
        <w:rPr>
          <w:rStyle w:val="Komentaronuoroda"/>
          <w:b/>
          <w:sz w:val="28"/>
        </w:rPr>
      </w:pPr>
      <w:r>
        <w:rPr>
          <w:rStyle w:val="Komentaronuoroda"/>
          <w:b/>
          <w:sz w:val="28"/>
        </w:rPr>
        <w:t>SPRENDIMAS</w:t>
      </w:r>
    </w:p>
    <w:p w:rsidR="00E42B79" w:rsidRDefault="00E42B79" w:rsidP="00E42B79">
      <w:pPr>
        <w:ind w:firstLine="0"/>
        <w:jc w:val="center"/>
        <w:rPr>
          <w:rStyle w:val="Komentaronuoroda"/>
          <w:b/>
          <w:sz w:val="28"/>
        </w:rPr>
      </w:pPr>
      <w:r>
        <w:rPr>
          <w:rStyle w:val="Komentaronuoroda"/>
          <w:b/>
          <w:sz w:val="28"/>
        </w:rPr>
        <w:t>DĖL</w:t>
      </w:r>
      <w:r w:rsidR="00DB75AE">
        <w:rPr>
          <w:rStyle w:val="Komentaronuoroda"/>
          <w:b/>
          <w:sz w:val="28"/>
        </w:rPr>
        <w:t xml:space="preserve"> PRITARIMO TEIKIAMAI KANDIDATŪRAI Į</w:t>
      </w:r>
      <w:r>
        <w:rPr>
          <w:rStyle w:val="Komentaronuoroda"/>
          <w:b/>
          <w:sz w:val="28"/>
        </w:rPr>
        <w:t xml:space="preserve"> PLUNGĖS RAJONO SAVIVALDYBĖS </w:t>
      </w:r>
      <w:r w:rsidR="00CB299B">
        <w:rPr>
          <w:rStyle w:val="Komentaronuoroda"/>
          <w:b/>
          <w:sz w:val="28"/>
        </w:rPr>
        <w:t>VICEMERO</w:t>
      </w:r>
      <w:r>
        <w:rPr>
          <w:rStyle w:val="Komentaronuoroda"/>
          <w:b/>
          <w:sz w:val="28"/>
        </w:rPr>
        <w:t xml:space="preserve"> </w:t>
      </w:r>
      <w:r w:rsidR="00DB75AE">
        <w:rPr>
          <w:rStyle w:val="Komentaronuoroda"/>
          <w:b/>
          <w:sz w:val="28"/>
        </w:rPr>
        <w:t>PAREIGAS</w:t>
      </w:r>
    </w:p>
    <w:p w:rsidR="001E4CC2" w:rsidRDefault="001E4CC2" w:rsidP="00E42B79">
      <w:pPr>
        <w:ind w:firstLine="0"/>
        <w:jc w:val="center"/>
        <w:rPr>
          <w:rStyle w:val="Komentaronuoroda"/>
          <w:b/>
          <w:sz w:val="28"/>
        </w:rPr>
      </w:pPr>
    </w:p>
    <w:p w:rsidR="001E4CC2" w:rsidRDefault="00CB299B" w:rsidP="00E42B79">
      <w:pPr>
        <w:ind w:firstLine="0"/>
        <w:jc w:val="center"/>
        <w:rPr>
          <w:rStyle w:val="Komentaronuoroda"/>
          <w:b/>
          <w:sz w:val="28"/>
        </w:rPr>
      </w:pPr>
      <w:r>
        <w:rPr>
          <w:rStyle w:val="Komentaronuoroda"/>
          <w:sz w:val="24"/>
          <w:szCs w:val="24"/>
        </w:rPr>
        <w:t>2023</w:t>
      </w:r>
      <w:r w:rsidR="0042431E">
        <w:rPr>
          <w:rStyle w:val="Komentaronuoroda"/>
          <w:sz w:val="24"/>
          <w:szCs w:val="24"/>
        </w:rPr>
        <w:t xml:space="preserve"> m. balandžio </w:t>
      </w:r>
      <w:r w:rsidR="0042431E" w:rsidRPr="006E17FB">
        <w:rPr>
          <w:rStyle w:val="Komentaronuoroda"/>
          <w:sz w:val="24"/>
          <w:szCs w:val="24"/>
        </w:rPr>
        <w:t>11</w:t>
      </w:r>
      <w:r w:rsidR="00725A54" w:rsidRPr="00725A54">
        <w:rPr>
          <w:rStyle w:val="Komentaronuoroda"/>
          <w:sz w:val="24"/>
          <w:szCs w:val="24"/>
        </w:rPr>
        <w:t xml:space="preserve"> d. Nr.</w:t>
      </w:r>
      <w:r w:rsidR="0042431E">
        <w:rPr>
          <w:rStyle w:val="Komentaronuoroda"/>
          <w:sz w:val="24"/>
          <w:szCs w:val="24"/>
        </w:rPr>
        <w:t xml:space="preserve"> T1-</w:t>
      </w:r>
    </w:p>
    <w:p w:rsidR="001E4CC2" w:rsidRDefault="001E4CC2" w:rsidP="00E42B79">
      <w:pPr>
        <w:ind w:firstLine="0"/>
        <w:jc w:val="center"/>
        <w:rPr>
          <w:rStyle w:val="Komentaronuoroda"/>
          <w:sz w:val="24"/>
        </w:rPr>
      </w:pPr>
      <w:r>
        <w:rPr>
          <w:rStyle w:val="Komentaronuoroda"/>
          <w:sz w:val="24"/>
        </w:rPr>
        <w:t>Plungė</w:t>
      </w:r>
    </w:p>
    <w:p w:rsidR="00725A54" w:rsidRDefault="00725A54" w:rsidP="00725A54">
      <w:pPr>
        <w:ind w:firstLine="737"/>
      </w:pPr>
    </w:p>
    <w:p w:rsidR="00CB299B" w:rsidRPr="005202BD" w:rsidRDefault="00CB299B" w:rsidP="00CB299B">
      <w:r>
        <w:t xml:space="preserve">Vadovaudamasi </w:t>
      </w:r>
      <w:r>
        <w:rPr>
          <w:rFonts w:cs="Arial Unicode MS"/>
          <w:szCs w:val="24"/>
          <w:lang w:eastAsia="lt-LT" w:bidi="lo-LA"/>
        </w:rPr>
        <w:t xml:space="preserve">Lietuvos Respublikos </w:t>
      </w:r>
      <w:r w:rsidRPr="00EA1AE0">
        <w:rPr>
          <w:rFonts w:cs="Arial Unicode MS"/>
          <w:szCs w:val="24"/>
          <w:lang w:eastAsia="lt-LT" w:bidi="lo-LA"/>
        </w:rPr>
        <w:t>vietos savivaldos įstatymo</w:t>
      </w:r>
      <w:r w:rsidRPr="004E6FB7">
        <w:rPr>
          <w:rFonts w:cs="Arial Unicode MS"/>
          <w:color w:val="FF0000"/>
          <w:szCs w:val="24"/>
          <w:lang w:eastAsia="lt-LT" w:bidi="lo-LA"/>
        </w:rPr>
        <w:t xml:space="preserve"> </w:t>
      </w:r>
      <w:r w:rsidR="00AC7F30">
        <w:rPr>
          <w:rFonts w:cs="Arial Unicode MS"/>
          <w:szCs w:val="24"/>
          <w:lang w:eastAsia="lt-LT" w:bidi="lo-LA"/>
        </w:rPr>
        <w:t xml:space="preserve">17 straipsnio 5 dalies 3 punktu, </w:t>
      </w:r>
      <w:r>
        <w:rPr>
          <w:szCs w:val="24"/>
        </w:rPr>
        <w:t xml:space="preserve">25 straipsnio 2 dalimi, 27 straipsnio 2 dalies 20 punktu, 32 straipsnio 1, 2 ir 3 dalimis bei </w:t>
      </w:r>
      <w:r w:rsidRPr="005202BD">
        <w:t xml:space="preserve">Plungės rajono savivaldybės tarybos veiklos reglamento, patvirtinto </w:t>
      </w:r>
      <w:r w:rsidRPr="005202BD">
        <w:rPr>
          <w:szCs w:val="24"/>
        </w:rPr>
        <w:t>Plungės rajono savivald</w:t>
      </w:r>
      <w:r>
        <w:rPr>
          <w:szCs w:val="24"/>
        </w:rPr>
        <w:t>ybės tarybos 2023 m. kovo 30</w:t>
      </w:r>
      <w:r w:rsidRPr="005202BD">
        <w:rPr>
          <w:szCs w:val="24"/>
        </w:rPr>
        <w:t xml:space="preserve"> </w:t>
      </w:r>
      <w:r>
        <w:rPr>
          <w:szCs w:val="24"/>
        </w:rPr>
        <w:t>d. sprendimu Nr</w:t>
      </w:r>
      <w:r w:rsidR="001B39D0">
        <w:rPr>
          <w:szCs w:val="24"/>
        </w:rPr>
        <w:t>. T1-71</w:t>
      </w:r>
      <w:r>
        <w:rPr>
          <w:szCs w:val="24"/>
        </w:rPr>
        <w:t xml:space="preserve"> „Dėl</w:t>
      </w:r>
      <w:r w:rsidRPr="00AB7C68">
        <w:t xml:space="preserve"> </w:t>
      </w:r>
      <w:r w:rsidRPr="005202BD">
        <w:t>Plungės rajono savivald</w:t>
      </w:r>
      <w:r>
        <w:t>ybės tarybos veiklos reglamento patvirtinimo“</w:t>
      </w:r>
      <w:r>
        <w:rPr>
          <w:szCs w:val="24"/>
        </w:rPr>
        <w:t xml:space="preserve"> </w:t>
      </w:r>
      <w:r w:rsidR="00AC7F30">
        <w:rPr>
          <w:szCs w:val="24"/>
        </w:rPr>
        <w:t xml:space="preserve">V skyriaus 30.3 papunkčiu, </w:t>
      </w:r>
      <w:r w:rsidRPr="00C12AE8">
        <w:rPr>
          <w:szCs w:val="24"/>
        </w:rPr>
        <w:t>X</w:t>
      </w:r>
      <w:r w:rsidR="006D18B2">
        <w:rPr>
          <w:szCs w:val="24"/>
        </w:rPr>
        <w:t>VIII</w:t>
      </w:r>
      <w:r w:rsidRPr="00C12AE8">
        <w:rPr>
          <w:szCs w:val="24"/>
        </w:rPr>
        <w:t xml:space="preserve"> </w:t>
      </w:r>
      <w:r w:rsidRPr="00C12AE8">
        <w:t xml:space="preserve">skyriaus </w:t>
      </w:r>
      <w:r w:rsidR="005D536E">
        <w:t>278 punktu</w:t>
      </w:r>
      <w:r w:rsidRPr="00C12AE8">
        <w:t>,</w:t>
      </w:r>
      <w:r w:rsidR="00F97A89">
        <w:t xml:space="preserve"> ir atsižvelgdama</w:t>
      </w:r>
      <w:r w:rsidR="006D18B2">
        <w:t xml:space="preserve"> į </w:t>
      </w:r>
      <w:r w:rsidR="006D18B2" w:rsidRPr="0047501C">
        <w:t xml:space="preserve">2023 m. balandžio </w:t>
      </w:r>
      <w:r w:rsidR="00F97A89" w:rsidRPr="0047501C">
        <w:t>11</w:t>
      </w:r>
      <w:r w:rsidR="006D18B2" w:rsidRPr="0047501C">
        <w:t xml:space="preserve"> d. Savivaldybės mero potvarkį Nr. PP-  „Dėl .............“, </w:t>
      </w:r>
      <w:r w:rsidRPr="005202BD">
        <w:t>Plu</w:t>
      </w:r>
      <w:r w:rsidR="00EA1AE0">
        <w:t xml:space="preserve">ngės rajono savivaldybės taryba </w:t>
      </w:r>
      <w:r w:rsidR="00AC7F30">
        <w:t xml:space="preserve"> </w:t>
      </w:r>
      <w:r w:rsidRPr="005202BD">
        <w:t>n u s p r e n d ž i a:</w:t>
      </w:r>
    </w:p>
    <w:p w:rsidR="006D18B2" w:rsidRPr="00E932B2" w:rsidRDefault="00DB75AE" w:rsidP="006D18B2">
      <w:r>
        <w:t xml:space="preserve">Pritarti Plungės rajono savivaldybės mero teikiamai ______________ kandidatūrai į </w:t>
      </w:r>
      <w:r w:rsidR="006D18B2" w:rsidRPr="00E932B2">
        <w:t xml:space="preserve">Plungės rajono savivaldybės </w:t>
      </w:r>
      <w:r>
        <w:t>vicemero (-ės) pareigas.</w:t>
      </w:r>
    </w:p>
    <w:p w:rsidR="0042431E" w:rsidRDefault="0042431E" w:rsidP="00725A54"/>
    <w:p w:rsidR="00C02085" w:rsidRDefault="00C02085" w:rsidP="00725A54"/>
    <w:p w:rsidR="00B85508" w:rsidRDefault="00725A54" w:rsidP="00725A54">
      <w:pPr>
        <w:ind w:firstLine="0"/>
      </w:pPr>
      <w:r>
        <w:t>Savivaldybės meras</w:t>
      </w: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r>
        <w:t>SUDERINTA:</w:t>
      </w:r>
    </w:p>
    <w:p w:rsidR="00B940DF" w:rsidRDefault="00B940DF" w:rsidP="00B940DF">
      <w:pPr>
        <w:ind w:firstLine="0"/>
      </w:pPr>
      <w:r>
        <w:t>Administracijos direktorius Mindaugas Kaunas</w:t>
      </w:r>
    </w:p>
    <w:p w:rsidR="00B940DF" w:rsidRPr="00677D8B" w:rsidRDefault="00B940DF" w:rsidP="00B940DF">
      <w:pPr>
        <w:ind w:firstLine="0"/>
        <w:rPr>
          <w:szCs w:val="24"/>
        </w:rPr>
      </w:pPr>
      <w:r w:rsidRPr="00677D8B">
        <w:rPr>
          <w:szCs w:val="24"/>
        </w:rPr>
        <w:t>Juridinio ir personalo administravimo skyriaus vedėjas Vytautas Tumas</w:t>
      </w:r>
    </w:p>
    <w:p w:rsidR="00B940DF" w:rsidRPr="005F6F60" w:rsidRDefault="00B940DF" w:rsidP="00B940DF">
      <w:pPr>
        <w:ind w:firstLine="0"/>
        <w:rPr>
          <w:szCs w:val="24"/>
        </w:rPr>
      </w:pPr>
      <w:r>
        <w:rPr>
          <w:szCs w:val="24"/>
        </w:rPr>
        <w:t>Protokolo skyriaus kalbos tvarkytoja</w:t>
      </w:r>
      <w:r w:rsidRPr="00677D8B">
        <w:rPr>
          <w:szCs w:val="24"/>
        </w:rPr>
        <w:t xml:space="preserve"> </w:t>
      </w:r>
      <w:r>
        <w:rPr>
          <w:szCs w:val="24"/>
        </w:rPr>
        <w:t>Simona Grigalauskaitė</w:t>
      </w:r>
    </w:p>
    <w:p w:rsidR="00B940DF" w:rsidRDefault="00B940DF" w:rsidP="00B940DF">
      <w:pPr>
        <w:tabs>
          <w:tab w:val="left" w:pos="7938"/>
        </w:tabs>
        <w:ind w:firstLine="0"/>
      </w:pPr>
      <w:r>
        <w:tab/>
      </w:r>
      <w:r>
        <w:tab/>
      </w:r>
    </w:p>
    <w:p w:rsidR="00B940DF" w:rsidRDefault="00B940DF" w:rsidP="00B940DF">
      <w:pPr>
        <w:ind w:firstLine="0"/>
      </w:pPr>
      <w:r>
        <w:t>Sprendimą rengė Protokolo skyriaus vedėja Jovita Šumskienė</w:t>
      </w:r>
    </w:p>
    <w:p w:rsidR="00B940DF" w:rsidRDefault="00B940DF" w:rsidP="00B940DF">
      <w:pPr>
        <w:ind w:left="5760"/>
        <w:rPr>
          <w:szCs w:val="24"/>
        </w:rPr>
      </w:pPr>
      <w:r>
        <w:br w:type="page"/>
      </w:r>
      <w:r>
        <w:rPr>
          <w:szCs w:val="24"/>
        </w:rPr>
        <w:lastRenderedPageBreak/>
        <w:t>Plungės rajono savivaldybės</w:t>
      </w:r>
    </w:p>
    <w:p w:rsidR="00B940DF" w:rsidRDefault="00B940DF" w:rsidP="00B940DF">
      <w:pPr>
        <w:ind w:firstLine="6480"/>
        <w:rPr>
          <w:szCs w:val="24"/>
        </w:rPr>
      </w:pPr>
      <w:r>
        <w:rPr>
          <w:szCs w:val="24"/>
        </w:rPr>
        <w:t>tarybos veiklos reglamento</w:t>
      </w:r>
    </w:p>
    <w:p w:rsidR="00B940DF" w:rsidRDefault="00B940DF" w:rsidP="00B940DF">
      <w:pPr>
        <w:ind w:firstLine="6480"/>
        <w:rPr>
          <w:szCs w:val="24"/>
        </w:rPr>
      </w:pPr>
      <w:r>
        <w:rPr>
          <w:szCs w:val="24"/>
        </w:rPr>
        <w:t>1 priedas</w:t>
      </w:r>
    </w:p>
    <w:p w:rsidR="00B940DF" w:rsidRDefault="00B940DF" w:rsidP="00B940DF">
      <w:pPr>
        <w:ind w:firstLine="6480"/>
      </w:pPr>
    </w:p>
    <w:p w:rsidR="00B940DF" w:rsidRPr="00CB63DC" w:rsidRDefault="00B940DF" w:rsidP="00B940DF">
      <w:pPr>
        <w:ind w:firstLine="0"/>
        <w:jc w:val="center"/>
        <w:rPr>
          <w:b/>
          <w:szCs w:val="24"/>
          <w:lang w:eastAsia="my-MM" w:bidi="my-MM"/>
        </w:rPr>
      </w:pPr>
      <w:r w:rsidRPr="004D13B4">
        <w:rPr>
          <w:b/>
          <w:szCs w:val="24"/>
          <w:lang w:eastAsia="my-MM" w:bidi="my-MM"/>
        </w:rPr>
        <w:t>PR</w:t>
      </w:r>
      <w:r w:rsidRPr="00CB63DC">
        <w:rPr>
          <w:b/>
          <w:szCs w:val="24"/>
          <w:lang w:eastAsia="my-MM" w:bidi="my-MM"/>
        </w:rPr>
        <w:t>OTOKOLO SKYRIUS</w:t>
      </w:r>
    </w:p>
    <w:p w:rsidR="00B940DF" w:rsidRPr="006975E2" w:rsidRDefault="00B940DF" w:rsidP="00B940DF">
      <w:pPr>
        <w:ind w:firstLine="0"/>
        <w:jc w:val="center"/>
        <w:rPr>
          <w:b/>
        </w:rPr>
      </w:pPr>
    </w:p>
    <w:p w:rsidR="00B940DF" w:rsidRPr="006975E2" w:rsidRDefault="00B940DF" w:rsidP="00B940DF">
      <w:pPr>
        <w:ind w:firstLine="0"/>
        <w:jc w:val="center"/>
        <w:rPr>
          <w:b/>
        </w:rPr>
      </w:pPr>
      <w:r w:rsidRPr="006975E2">
        <w:rPr>
          <w:b/>
        </w:rPr>
        <w:t>AIŠKINAMASIS RAŠTAS</w:t>
      </w:r>
    </w:p>
    <w:p w:rsidR="00B940DF" w:rsidRPr="006975E2" w:rsidRDefault="00B940DF" w:rsidP="00B940DF">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B940DF" w:rsidRPr="006975E2" w:rsidTr="00946610">
        <w:tc>
          <w:tcPr>
            <w:tcW w:w="9854" w:type="dxa"/>
            <w:shd w:val="clear" w:color="auto" w:fill="auto"/>
          </w:tcPr>
          <w:p w:rsidR="00B940DF" w:rsidRPr="002356F5" w:rsidRDefault="00B940DF" w:rsidP="00946610">
            <w:pPr>
              <w:ind w:firstLine="0"/>
              <w:jc w:val="center"/>
              <w:rPr>
                <w:b/>
                <w:caps/>
              </w:rPr>
            </w:pPr>
            <w:r>
              <w:rPr>
                <w:b/>
                <w:caps/>
              </w:rPr>
              <w:t>„</w:t>
            </w:r>
            <w:r w:rsidRPr="00B940DF">
              <w:rPr>
                <w:rStyle w:val="Komentaronuoroda"/>
                <w:b/>
                <w:sz w:val="24"/>
                <w:szCs w:val="24"/>
              </w:rPr>
              <w:t xml:space="preserve">DĖL </w:t>
            </w:r>
            <w:r w:rsidR="002806C4" w:rsidRPr="002806C4">
              <w:rPr>
                <w:rStyle w:val="Komentaronuoroda"/>
                <w:b/>
                <w:sz w:val="24"/>
                <w:szCs w:val="24"/>
              </w:rPr>
              <w:t>PRITARIMO TEIKIAMAI KANDIDATŪRAI Į PLUNGĖS RAJONO SAVIVALDYBĖS VICEMERO PAREIGAS</w:t>
            </w:r>
            <w:r w:rsidRPr="002806C4">
              <w:rPr>
                <w:b/>
                <w:caps/>
                <w:szCs w:val="24"/>
              </w:rPr>
              <w:t>“</w:t>
            </w:r>
          </w:p>
          <w:p w:rsidR="00B940DF" w:rsidRPr="006975E2" w:rsidRDefault="00B940DF" w:rsidP="00946610">
            <w:pPr>
              <w:ind w:firstLine="0"/>
              <w:jc w:val="center"/>
              <w:rPr>
                <w:b/>
                <w:caps/>
              </w:rPr>
            </w:pPr>
          </w:p>
        </w:tc>
      </w:tr>
      <w:tr w:rsidR="00B940DF" w:rsidRPr="002E25C0" w:rsidTr="00946610">
        <w:tc>
          <w:tcPr>
            <w:tcW w:w="9854" w:type="dxa"/>
            <w:shd w:val="clear" w:color="auto" w:fill="auto"/>
          </w:tcPr>
          <w:p w:rsidR="00B940DF" w:rsidRDefault="00B940DF" w:rsidP="00946610">
            <w:pPr>
              <w:ind w:firstLine="0"/>
              <w:jc w:val="center"/>
            </w:pPr>
            <w:r>
              <w:t xml:space="preserve">2023 m. </w:t>
            </w:r>
            <w:r w:rsidR="00B5665F">
              <w:t>kovo</w:t>
            </w:r>
            <w:r>
              <w:t xml:space="preserve"> </w:t>
            </w:r>
            <w:r w:rsidR="00EA1AE0">
              <w:t>29</w:t>
            </w:r>
            <w:r w:rsidRPr="005A7B4D">
              <w:t xml:space="preserve"> </w:t>
            </w:r>
            <w:r>
              <w:t>d.</w:t>
            </w:r>
            <w:r w:rsidRPr="002E25C0">
              <w:t xml:space="preserve"> </w:t>
            </w:r>
          </w:p>
          <w:p w:rsidR="00B940DF" w:rsidRPr="002E25C0" w:rsidRDefault="00B940DF" w:rsidP="00946610">
            <w:pPr>
              <w:ind w:firstLine="0"/>
              <w:jc w:val="center"/>
            </w:pPr>
            <w:r w:rsidRPr="002E25C0">
              <w:t>Plungė</w:t>
            </w:r>
          </w:p>
        </w:tc>
      </w:tr>
    </w:tbl>
    <w:p w:rsidR="00B940DF" w:rsidRDefault="00B940DF" w:rsidP="00E71877"/>
    <w:p w:rsidR="00E71877" w:rsidRDefault="00B940DF" w:rsidP="00E71877">
      <w:pPr>
        <w:rPr>
          <w:szCs w:val="24"/>
          <w:lang w:eastAsia="lt-LT"/>
        </w:rPr>
      </w:pPr>
      <w:r>
        <w:rPr>
          <w:b/>
        </w:rPr>
        <w:t xml:space="preserve">1. </w:t>
      </w:r>
      <w:r w:rsidRPr="00DD2DFD">
        <w:rPr>
          <w:b/>
        </w:rPr>
        <w:t>Parengto sprendimo projekto tikslai, uždaviniai.</w:t>
      </w:r>
      <w:r>
        <w:rPr>
          <w:b/>
        </w:rPr>
        <w:t xml:space="preserve"> </w:t>
      </w:r>
      <w:r w:rsidR="00BA18A1" w:rsidRPr="007E2055">
        <w:t>Sprendimo projekto tikslas</w:t>
      </w:r>
      <w:r w:rsidR="00BA18A1">
        <w:t xml:space="preserve"> bei uždavinys – p</w:t>
      </w:r>
      <w:r w:rsidR="002806C4" w:rsidRPr="002806C4">
        <w:t>ritarti</w:t>
      </w:r>
      <w:r w:rsidR="002806C4">
        <w:rPr>
          <w:b/>
        </w:rPr>
        <w:t xml:space="preserve"> </w:t>
      </w:r>
      <w:r w:rsidR="002806C4">
        <w:t xml:space="preserve">Plungės rajono savivaldybės mero teikiamai ______________ kandidatūrai į </w:t>
      </w:r>
      <w:r w:rsidR="002806C4" w:rsidRPr="00E932B2">
        <w:t xml:space="preserve">Plungės rajono savivaldybės </w:t>
      </w:r>
      <w:r w:rsidR="002806C4">
        <w:t>vicemero (-ės) pareigas</w:t>
      </w:r>
      <w:r w:rsidR="00392252">
        <w:t xml:space="preserve"> ir </w:t>
      </w:r>
      <w:r w:rsidR="00E71877" w:rsidRPr="00E71877">
        <w:rPr>
          <w:szCs w:val="24"/>
          <w:lang w:eastAsia="lt-LT"/>
        </w:rPr>
        <w:t>įgyvendinti naujos redakcijos Lietuvos Respublikos vietos savivaldos įstatymo (toliau – Įstatymas) nuostatas dėl Savivaldybės tarybos veiklos r</w:t>
      </w:r>
      <w:r w:rsidR="00E71877" w:rsidRPr="00E71877">
        <w:rPr>
          <w:bCs/>
          <w:szCs w:val="24"/>
          <w:lang w:eastAsia="lt-LT"/>
        </w:rPr>
        <w:t xml:space="preserve">eglamento nustatyta tvarka </w:t>
      </w:r>
      <w:r w:rsidR="00E71877" w:rsidRPr="00E71877">
        <w:rPr>
          <w:szCs w:val="24"/>
          <w:lang w:eastAsia="lt-LT"/>
        </w:rPr>
        <w:t xml:space="preserve">Savivaldybės mero teikimo </w:t>
      </w:r>
      <w:r w:rsidR="00E71877" w:rsidRPr="00E006BA">
        <w:rPr>
          <w:szCs w:val="24"/>
          <w:lang w:eastAsia="lt-LT"/>
        </w:rPr>
        <w:t>tarybai vicemero (-ų) kandidatūrą (-</w:t>
      </w:r>
      <w:proofErr w:type="spellStart"/>
      <w:r w:rsidR="00E71877" w:rsidRPr="00E006BA">
        <w:rPr>
          <w:szCs w:val="24"/>
          <w:lang w:eastAsia="lt-LT"/>
        </w:rPr>
        <w:t>as</w:t>
      </w:r>
      <w:proofErr w:type="spellEnd"/>
      <w:r w:rsidR="00E71877" w:rsidRPr="00E006BA">
        <w:rPr>
          <w:szCs w:val="24"/>
          <w:lang w:eastAsia="lt-LT"/>
        </w:rPr>
        <w:t>).</w:t>
      </w:r>
    </w:p>
    <w:p w:rsidR="001A7BA0" w:rsidRDefault="00B940DF" w:rsidP="001A7BA0">
      <w:pPr>
        <w:autoSpaceDE w:val="0"/>
        <w:autoSpaceDN w:val="0"/>
        <w:adjustRightInd w:val="0"/>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1A7BA0">
        <w:t xml:space="preserve">Vadovaudamasi </w:t>
      </w:r>
      <w:r w:rsidR="001A7BA0">
        <w:rPr>
          <w:rFonts w:cs="Arial Unicode MS"/>
          <w:szCs w:val="24"/>
          <w:lang w:eastAsia="lt-LT" w:bidi="lo-LA"/>
        </w:rPr>
        <w:t xml:space="preserve">Lietuvos Respublikos vietos savivaldos </w:t>
      </w:r>
      <w:r w:rsidR="001A7BA0" w:rsidRPr="00EA1AE0">
        <w:rPr>
          <w:rFonts w:cs="Arial Unicode MS"/>
          <w:szCs w:val="24"/>
          <w:lang w:eastAsia="lt-LT" w:bidi="lo-LA"/>
        </w:rPr>
        <w:t>įstatymo</w:t>
      </w:r>
      <w:r w:rsidR="001A7BA0" w:rsidRPr="003261EC">
        <w:rPr>
          <w:rFonts w:cs="Arial Unicode MS"/>
          <w:color w:val="FF0000"/>
          <w:szCs w:val="24"/>
          <w:lang w:eastAsia="lt-LT" w:bidi="lo-LA"/>
        </w:rPr>
        <w:t xml:space="preserve"> </w:t>
      </w:r>
      <w:r w:rsidR="001A7BA0">
        <w:rPr>
          <w:rFonts w:cs="Arial Unicode MS"/>
          <w:szCs w:val="24"/>
          <w:lang w:eastAsia="lt-LT" w:bidi="lo-LA"/>
        </w:rPr>
        <w:t xml:space="preserve">17 straipsnio 5 dalies 3 punktu, </w:t>
      </w:r>
      <w:r w:rsidR="001A7BA0">
        <w:rPr>
          <w:szCs w:val="24"/>
        </w:rPr>
        <w:t xml:space="preserve">25 straipsnio 2 dalimi, 27 straipsnio 2 dalies 20 punktu, 32 straipsnio 1, 2 ir 3 dalimis bei </w:t>
      </w:r>
      <w:r w:rsidR="001A7BA0" w:rsidRPr="005202BD">
        <w:t xml:space="preserve">Plungės rajono savivaldybės tarybos veiklos reglamento, patvirtinto </w:t>
      </w:r>
      <w:r w:rsidR="001A7BA0" w:rsidRPr="005202BD">
        <w:rPr>
          <w:szCs w:val="24"/>
        </w:rPr>
        <w:t>Plungės rajono savivald</w:t>
      </w:r>
      <w:r w:rsidR="001A7BA0">
        <w:rPr>
          <w:szCs w:val="24"/>
        </w:rPr>
        <w:t xml:space="preserve">ybės tarybos </w:t>
      </w:r>
      <w:r w:rsidR="001A7BA0" w:rsidRPr="005A7B4D">
        <w:rPr>
          <w:szCs w:val="24"/>
        </w:rPr>
        <w:t>2023 m. kovo 30 d. sprendimu Nr. T1-</w:t>
      </w:r>
      <w:r w:rsidR="001B39D0">
        <w:rPr>
          <w:szCs w:val="24"/>
        </w:rPr>
        <w:t>71</w:t>
      </w:r>
      <w:bookmarkStart w:id="0" w:name="_GoBack"/>
      <w:bookmarkEnd w:id="0"/>
      <w:r w:rsidR="001A7BA0" w:rsidRPr="005A7B4D">
        <w:rPr>
          <w:szCs w:val="24"/>
        </w:rPr>
        <w:t xml:space="preserve"> „</w:t>
      </w:r>
      <w:r w:rsidR="001A7BA0">
        <w:rPr>
          <w:szCs w:val="24"/>
        </w:rPr>
        <w:t>Dėl</w:t>
      </w:r>
      <w:r w:rsidR="001A7BA0" w:rsidRPr="00AB7C68">
        <w:t xml:space="preserve"> </w:t>
      </w:r>
      <w:r w:rsidR="001A7BA0" w:rsidRPr="005202BD">
        <w:t>Plungės rajono savivald</w:t>
      </w:r>
      <w:r w:rsidR="001A7BA0">
        <w:t>ybės tarybos veiklos reglamento patvirtinimo“</w:t>
      </w:r>
      <w:r w:rsidR="001A7BA0">
        <w:rPr>
          <w:szCs w:val="24"/>
        </w:rPr>
        <w:t xml:space="preserve"> V skyriaus 30.3 papunkčiu, </w:t>
      </w:r>
      <w:r w:rsidR="001A7BA0" w:rsidRPr="00C12AE8">
        <w:rPr>
          <w:szCs w:val="24"/>
        </w:rPr>
        <w:t>X</w:t>
      </w:r>
      <w:r w:rsidR="001A7BA0">
        <w:rPr>
          <w:szCs w:val="24"/>
        </w:rPr>
        <w:t>VIII</w:t>
      </w:r>
      <w:r w:rsidR="001A7BA0" w:rsidRPr="00C12AE8">
        <w:rPr>
          <w:szCs w:val="24"/>
        </w:rPr>
        <w:t xml:space="preserve"> </w:t>
      </w:r>
      <w:r w:rsidR="001A7BA0" w:rsidRPr="00C12AE8">
        <w:t xml:space="preserve">skyriaus </w:t>
      </w:r>
      <w:r w:rsidR="005D536E">
        <w:t>278 punktu</w:t>
      </w:r>
      <w:r w:rsidR="001A7BA0">
        <w:t>.</w:t>
      </w:r>
    </w:p>
    <w:p w:rsidR="00B940DF" w:rsidRPr="001A7BA0" w:rsidRDefault="00B940DF" w:rsidP="001A7BA0">
      <w:pPr>
        <w:autoSpaceDE w:val="0"/>
        <w:autoSpaceDN w:val="0"/>
        <w:adjustRightInd w:val="0"/>
        <w:rPr>
          <w:rFonts w:eastAsia="HG Mincho Light J"/>
          <w:szCs w:val="24"/>
          <w:lang w:eastAsia="ar-SA"/>
        </w:rPr>
      </w:pPr>
      <w:r w:rsidRPr="001A7BA0">
        <w:rPr>
          <w:rFonts w:eastAsia="TimesNewRomanPSMT"/>
          <w:szCs w:val="24"/>
        </w:rPr>
        <w:t xml:space="preserve">Šiuo metu vadovaujamasi </w:t>
      </w:r>
      <w:r w:rsidRPr="001A7BA0">
        <w:rPr>
          <w:rFonts w:eastAsia="HG Mincho Light J"/>
          <w:szCs w:val="24"/>
          <w:lang w:eastAsia="ar-SA"/>
        </w:rPr>
        <w:t xml:space="preserve">Įstatymo 16 straipsnio </w:t>
      </w:r>
      <w:r w:rsidR="001A7BA0" w:rsidRPr="001A7BA0">
        <w:t xml:space="preserve">2 dalies 3 punkto </w:t>
      </w:r>
      <w:r w:rsidRPr="001A7BA0">
        <w:rPr>
          <w:rFonts w:eastAsia="HG Mincho Light J"/>
          <w:szCs w:val="24"/>
          <w:lang w:eastAsia="ar-SA"/>
        </w:rPr>
        <w:t>nuostatomis.</w:t>
      </w:r>
    </w:p>
    <w:p w:rsidR="001A7BA0" w:rsidRPr="001A7BA0" w:rsidRDefault="00B940DF" w:rsidP="00B940DF">
      <w:pPr>
        <w:rPr>
          <w:szCs w:val="24"/>
          <w:lang w:eastAsia="lt-LT"/>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Pr="001A7BA0">
        <w:rPr>
          <w:szCs w:val="24"/>
          <w:lang w:eastAsia="lt-LT"/>
        </w:rPr>
        <w:t xml:space="preserve">Patvirtinus sprendimą </w:t>
      </w:r>
      <w:r w:rsidRPr="001A7BA0">
        <w:t xml:space="preserve">bus įgyvendintos </w:t>
      </w:r>
      <w:r w:rsidRPr="001A7BA0">
        <w:rPr>
          <w:rFonts w:cs="Arial Unicode MS"/>
          <w:szCs w:val="24"/>
          <w:lang w:eastAsia="lt-LT" w:bidi="lo-LA"/>
        </w:rPr>
        <w:t>Lietuvos Respublikos v</w:t>
      </w:r>
      <w:r w:rsidRPr="001A7BA0">
        <w:t xml:space="preserve">ietos savivaldos </w:t>
      </w:r>
      <w:r w:rsidRPr="00EA1AE0">
        <w:t>įstatymo</w:t>
      </w:r>
      <w:r w:rsidRPr="003261EC">
        <w:rPr>
          <w:color w:val="FF0000"/>
        </w:rPr>
        <w:t xml:space="preserve"> </w:t>
      </w:r>
      <w:r w:rsidRPr="001A7BA0">
        <w:t xml:space="preserve">nuostatos. </w:t>
      </w:r>
      <w:r w:rsidRPr="001A7BA0">
        <w:rPr>
          <w:szCs w:val="24"/>
          <w:lang w:eastAsia="lt-LT"/>
        </w:rPr>
        <w:t xml:space="preserve">Savivaldybės mero </w:t>
      </w:r>
      <w:r w:rsidR="00392252">
        <w:rPr>
          <w:szCs w:val="24"/>
          <w:lang w:eastAsia="lt-LT"/>
        </w:rPr>
        <w:t>teikimu</w:t>
      </w:r>
      <w:r w:rsidRPr="001A7BA0">
        <w:rPr>
          <w:szCs w:val="24"/>
          <w:lang w:eastAsia="lt-LT"/>
        </w:rPr>
        <w:t xml:space="preserve"> bus </w:t>
      </w:r>
      <w:r w:rsidR="001A7BA0" w:rsidRPr="001A7BA0">
        <w:rPr>
          <w:szCs w:val="24"/>
          <w:lang w:eastAsia="lt-LT"/>
        </w:rPr>
        <w:t>paskirtas vicemeras (-ė).</w:t>
      </w:r>
    </w:p>
    <w:p w:rsidR="001A7BA0" w:rsidRPr="001A7BA0" w:rsidRDefault="00B940DF" w:rsidP="00B940DF">
      <w:pPr>
        <w:rPr>
          <w:szCs w:val="24"/>
        </w:rPr>
      </w:pPr>
      <w:r w:rsidRPr="001A7BA0">
        <w:rPr>
          <w:szCs w:val="24"/>
          <w:lang w:eastAsia="lt-LT"/>
        </w:rPr>
        <w:t xml:space="preserve">Įstatymo 32 straipsnis nustato, kad savivaldybės meras savo įgaliojimų laikui skiria vieną ar kelis vicemerus. Vicemeras yra politinio (asmeninio) pasitikėjimo valstybės tarnautojas. Vicemeras atlieka mero nustatytas funkcijas ir pavedimus. Didžiausias galimas savivaldybės vicemerų skaičius nustatomas atsižvelgiant į Savivaldybės tarybos narių skaičių. </w:t>
      </w:r>
      <w:r w:rsidRPr="001A7BA0">
        <w:rPr>
          <w:szCs w:val="24"/>
        </w:rPr>
        <w:t xml:space="preserve">Savivaldybėje, kurios tarybą sudaro 41 ir daugiau tarybos narių, gali būti steigiamos ne daugiau kaip keturios vicemero pareigybės; savivaldybėje, kurios tarybą sudaro 27–31 tarybos narys, gali būti steigiamos ne daugiau kaip trys vicemero pareigybės; kitose savivaldybėse gali būti steigiamos ne daugiau kaip dvi vicemero pareigybės. </w:t>
      </w:r>
    </w:p>
    <w:p w:rsidR="00B940DF" w:rsidRPr="001A7BA0" w:rsidRDefault="00B940DF" w:rsidP="00B940DF">
      <w:pPr>
        <w:rPr>
          <w:b/>
        </w:rPr>
      </w:pPr>
      <w:r>
        <w:rPr>
          <w:rFonts w:eastAsia="TimesNewRomanPSMT"/>
          <w:b/>
          <w:szCs w:val="24"/>
        </w:rPr>
        <w:t xml:space="preserve">4. </w:t>
      </w:r>
      <w:r>
        <w:rPr>
          <w:b/>
        </w:rPr>
        <w:t>Lėšų poreikis ir finansavimo šaltiniai</w:t>
      </w:r>
      <w:r w:rsidRPr="00A035DD">
        <w:rPr>
          <w:b/>
        </w:rPr>
        <w:t>.</w:t>
      </w:r>
      <w:r>
        <w:rPr>
          <w:b/>
        </w:rPr>
        <w:t xml:space="preserve"> </w:t>
      </w:r>
      <w:r w:rsidRPr="001A7BA0">
        <w:rPr>
          <w:szCs w:val="24"/>
          <w:lang w:eastAsia="lt-LT"/>
        </w:rPr>
        <w:t xml:space="preserve">Savivaldybės mero politinio (asmeninio) pasitikėjimo valstybės tarnautojų darbo užmokestį nustato Lietuvos Respublikos valstybės tarnybos įstatymas. </w:t>
      </w:r>
    </w:p>
    <w:p w:rsidR="00B940DF" w:rsidRPr="009D7522" w:rsidRDefault="00B940DF" w:rsidP="00B940DF">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B940DF" w:rsidRPr="009D7522" w:rsidRDefault="00B940DF" w:rsidP="00B940DF">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B940DF" w:rsidRPr="00650E8C" w:rsidRDefault="00B940DF" w:rsidP="00B940DF">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B940DF" w:rsidRPr="004D2198" w:rsidRDefault="00B940DF" w:rsidP="00B940DF">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B940DF" w:rsidRPr="004D2198" w:rsidRDefault="00B940DF" w:rsidP="00B940DF">
      <w:pPr>
        <w:tabs>
          <w:tab w:val="left" w:pos="720"/>
        </w:tabs>
      </w:pPr>
      <w:r>
        <w:rPr>
          <w:b/>
        </w:rPr>
        <w:lastRenderedPageBreak/>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B940DF" w:rsidRDefault="00B940DF" w:rsidP="00B940DF">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B940DF" w:rsidRDefault="00B940DF" w:rsidP="00B940DF">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B940DF" w:rsidRPr="006B0A1C" w:rsidRDefault="00B940DF" w:rsidP="00B940DF">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940DF" w:rsidRPr="007D4B69" w:rsidTr="0094661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940DF" w:rsidRPr="007D4B69" w:rsidRDefault="00B940DF" w:rsidP="00946610">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940DF" w:rsidRPr="007D4B69" w:rsidRDefault="00B940DF" w:rsidP="00946610">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B940DF" w:rsidRPr="007D4B69" w:rsidTr="0094661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940DF" w:rsidRPr="007D4B69" w:rsidRDefault="00B940DF" w:rsidP="0094661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940DF" w:rsidRPr="007D4B69" w:rsidRDefault="00B940DF" w:rsidP="00946610">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940DF" w:rsidRPr="007D4B69" w:rsidRDefault="00B940DF" w:rsidP="00946610">
            <w:pPr>
              <w:widowControl w:val="0"/>
              <w:ind w:firstLine="0"/>
              <w:rPr>
                <w:rFonts w:eastAsia="Lucida Sans Unicode"/>
                <w:b/>
                <w:kern w:val="1"/>
                <w:lang w:bidi="lo-LA"/>
              </w:rPr>
            </w:pPr>
            <w:r w:rsidRPr="007D4B69">
              <w:rPr>
                <w:rFonts w:eastAsia="Lucida Sans Unicode"/>
                <w:b/>
                <w:kern w:val="1"/>
              </w:rPr>
              <w:t>Neigiamas poveikis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B940DF" w:rsidRDefault="00B940DF" w:rsidP="00B940DF">
      <w:pPr>
        <w:widowControl w:val="0"/>
        <w:rPr>
          <w:rFonts w:eastAsia="Lucida Sans Unicode"/>
          <w:kern w:val="1"/>
          <w:lang w:bidi="lo-LA"/>
        </w:rPr>
      </w:pPr>
    </w:p>
    <w:p w:rsidR="00B940DF" w:rsidRDefault="00B940DF" w:rsidP="00B940DF">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940DF" w:rsidRDefault="00B940DF" w:rsidP="00B940DF">
      <w:pPr>
        <w:widowControl w:val="0"/>
        <w:rPr>
          <w:rFonts w:eastAsia="Lucida Sans Unicode"/>
          <w:kern w:val="2"/>
        </w:rPr>
      </w:pPr>
    </w:p>
    <w:p w:rsidR="00B940DF" w:rsidRDefault="00B940DF" w:rsidP="00B940DF">
      <w:pPr>
        <w:widowControl w:val="0"/>
        <w:rPr>
          <w:rFonts w:eastAsia="Lucida Sans Unicode"/>
          <w:kern w:val="2"/>
        </w:rPr>
      </w:pPr>
    </w:p>
    <w:p w:rsidR="00B940DF" w:rsidRPr="004D13B4" w:rsidRDefault="00B940DF" w:rsidP="00B940DF">
      <w:pPr>
        <w:widowControl w:val="0"/>
        <w:ind w:firstLine="0"/>
        <w:rPr>
          <w:rFonts w:eastAsia="Lucida Sans Unicode"/>
          <w:kern w:val="2"/>
          <w:lang w:eastAsia="ar-SA"/>
        </w:rPr>
      </w:pPr>
      <w:r>
        <w:rPr>
          <w:rFonts w:eastAsia="Lucida Sans Unicode"/>
          <w:kern w:val="2"/>
        </w:rPr>
        <w:t xml:space="preserve">Rengėja </w:t>
      </w: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B940DF" w:rsidRDefault="00B940DF" w:rsidP="00B940DF">
      <w:pPr>
        <w:widowControl w:val="0"/>
      </w:pPr>
    </w:p>
    <w:p w:rsidR="00B940DF" w:rsidRDefault="00B940DF" w:rsidP="00B940DF">
      <w:pPr>
        <w:ind w:firstLine="0"/>
      </w:pPr>
    </w:p>
    <w:p w:rsidR="00B85508" w:rsidRDefault="00B85508" w:rsidP="00725A54">
      <w:pPr>
        <w:ind w:firstLine="0"/>
      </w:pPr>
    </w:p>
    <w:p w:rsidR="00725A54" w:rsidRPr="00B85508" w:rsidRDefault="00725A54" w:rsidP="00725A54">
      <w:pPr>
        <w:ind w:firstLine="0"/>
        <w:rPr>
          <w:szCs w:val="24"/>
        </w:rPr>
      </w:pPr>
      <w:r>
        <w:tab/>
        <w:t xml:space="preserve">   </w:t>
      </w:r>
      <w:r>
        <w:tab/>
      </w:r>
      <w:r>
        <w:tab/>
      </w:r>
      <w:r>
        <w:tab/>
        <w:t xml:space="preserve">          </w:t>
      </w:r>
      <w:r>
        <w:tab/>
      </w:r>
      <w:r>
        <w:tab/>
      </w:r>
    </w:p>
    <w:p w:rsidR="00725A54" w:rsidRDefault="00725A54" w:rsidP="001E4CC2">
      <w:pPr>
        <w:ind w:firstLine="0"/>
        <w:jc w:val="center"/>
      </w:pPr>
    </w:p>
    <w:sectPr w:rsidR="00725A54">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60A" w:rsidRDefault="003D560A">
      <w:r>
        <w:separator/>
      </w:r>
    </w:p>
  </w:endnote>
  <w:endnote w:type="continuationSeparator" w:id="0">
    <w:p w:rsidR="003D560A" w:rsidRDefault="003D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HG Mincho Light J">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60A" w:rsidRDefault="003D560A">
      <w:r>
        <w:separator/>
      </w:r>
    </w:p>
  </w:footnote>
  <w:footnote w:type="continuationSeparator" w:id="0">
    <w:p w:rsidR="003D560A" w:rsidRDefault="003D56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1296"/>
  <w:hyphenationZone w:val="396"/>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9C7"/>
    <w:rsid w:val="001A7BA0"/>
    <w:rsid w:val="001B20DA"/>
    <w:rsid w:val="001B39D0"/>
    <w:rsid w:val="001E4CC2"/>
    <w:rsid w:val="00250A73"/>
    <w:rsid w:val="002806C4"/>
    <w:rsid w:val="002E0FF0"/>
    <w:rsid w:val="003261EC"/>
    <w:rsid w:val="00362BB5"/>
    <w:rsid w:val="00372D89"/>
    <w:rsid w:val="00392252"/>
    <w:rsid w:val="003B47FC"/>
    <w:rsid w:val="003D560A"/>
    <w:rsid w:val="004172F8"/>
    <w:rsid w:val="0042431E"/>
    <w:rsid w:val="0047501C"/>
    <w:rsid w:val="004E6FB7"/>
    <w:rsid w:val="00570732"/>
    <w:rsid w:val="005A7B4D"/>
    <w:rsid w:val="005D536E"/>
    <w:rsid w:val="00624929"/>
    <w:rsid w:val="006D18B2"/>
    <w:rsid w:val="006E17FB"/>
    <w:rsid w:val="0070406B"/>
    <w:rsid w:val="00725A54"/>
    <w:rsid w:val="00764971"/>
    <w:rsid w:val="008043BA"/>
    <w:rsid w:val="0084622B"/>
    <w:rsid w:val="008F75C3"/>
    <w:rsid w:val="00910B3A"/>
    <w:rsid w:val="009210C8"/>
    <w:rsid w:val="00927CCC"/>
    <w:rsid w:val="00941910"/>
    <w:rsid w:val="00946610"/>
    <w:rsid w:val="009E4292"/>
    <w:rsid w:val="00A42E14"/>
    <w:rsid w:val="00A503D7"/>
    <w:rsid w:val="00AC7F30"/>
    <w:rsid w:val="00AD0149"/>
    <w:rsid w:val="00AD4537"/>
    <w:rsid w:val="00B22A44"/>
    <w:rsid w:val="00B5665F"/>
    <w:rsid w:val="00B6648E"/>
    <w:rsid w:val="00B74F90"/>
    <w:rsid w:val="00B85508"/>
    <w:rsid w:val="00B940DF"/>
    <w:rsid w:val="00BA18A1"/>
    <w:rsid w:val="00BC586F"/>
    <w:rsid w:val="00C02085"/>
    <w:rsid w:val="00C368F7"/>
    <w:rsid w:val="00C413A7"/>
    <w:rsid w:val="00CB299B"/>
    <w:rsid w:val="00D730E7"/>
    <w:rsid w:val="00DB75AE"/>
    <w:rsid w:val="00E006BA"/>
    <w:rsid w:val="00E32A33"/>
    <w:rsid w:val="00E32D12"/>
    <w:rsid w:val="00E42B79"/>
    <w:rsid w:val="00E66E21"/>
    <w:rsid w:val="00E71877"/>
    <w:rsid w:val="00E932B2"/>
    <w:rsid w:val="00EA1AE0"/>
    <w:rsid w:val="00F07996"/>
    <w:rsid w:val="00F64F0E"/>
    <w:rsid w:val="00F97A89"/>
    <w:rsid w:val="00FA29C7"/>
    <w:rsid w:val="00FB4B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
    <w:name w:val="Diagrama Diagrama Char Char"/>
    <w:basedOn w:val="prastasis"/>
    <w:rsid w:val="00725A54"/>
    <w:pPr>
      <w:spacing w:after="160" w:line="240" w:lineRule="exact"/>
      <w:ind w:firstLine="0"/>
      <w:jc w:val="left"/>
    </w:pPr>
    <w:rPr>
      <w:rFonts w:ascii="Tahoma" w:hAnsi="Tahoma"/>
      <w:sz w:val="20"/>
      <w:lang w:val="en-US"/>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42431E"/>
    <w:pPr>
      <w:spacing w:after="160" w:line="240" w:lineRule="exact"/>
      <w:ind w:firstLine="0"/>
      <w:jc w:val="left"/>
    </w:pPr>
    <w:rPr>
      <w:rFonts w:ascii="Tahoma" w:hAnsi="Tahoma"/>
      <w:sz w:val="20"/>
      <w:lang w:val="en-US"/>
    </w:rPr>
  </w:style>
  <w:style w:type="paragraph" w:styleId="Debesliotekstas">
    <w:name w:val="Balloon Text"/>
    <w:basedOn w:val="prastasis"/>
    <w:link w:val="DebesliotekstasDiagrama"/>
    <w:uiPriority w:val="99"/>
    <w:semiHidden/>
    <w:unhideWhenUsed/>
    <w:rsid w:val="00927CCC"/>
    <w:rPr>
      <w:rFonts w:ascii="Tahoma" w:hAnsi="Tahoma" w:cs="Tahoma"/>
      <w:sz w:val="16"/>
      <w:szCs w:val="16"/>
    </w:rPr>
  </w:style>
  <w:style w:type="character" w:customStyle="1" w:styleId="DebesliotekstasDiagrama">
    <w:name w:val="Debesėlio tekstas Diagrama"/>
    <w:link w:val="Debesliotekstas"/>
    <w:uiPriority w:val="99"/>
    <w:semiHidden/>
    <w:rsid w:val="00927CCC"/>
    <w:rPr>
      <w:rFonts w:ascii="Tahoma" w:hAnsi="Tahoma" w:cs="Tahoma"/>
      <w:sz w:val="16"/>
      <w:szCs w:val="16"/>
      <w:lang w:eastAsia="en-US"/>
    </w:rPr>
  </w:style>
  <w:style w:type="character" w:styleId="Hipersaitas">
    <w:name w:val="Hyperlink"/>
    <w:unhideWhenUsed/>
    <w:rsid w:val="00B940D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4688E-83CC-49B5-A845-8303A663B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E6481A5B</Template>
  <TotalTime>28</TotalTime>
  <Pages>3</Pages>
  <Words>4071</Words>
  <Characters>2321</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6380</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Jovita Šumskienė</cp:lastModifiedBy>
  <cp:revision>14</cp:revision>
  <cp:lastPrinted>2001-05-28T12:53:00Z</cp:lastPrinted>
  <dcterms:created xsi:type="dcterms:W3CDTF">2023-03-24T13:29:00Z</dcterms:created>
  <dcterms:modified xsi:type="dcterms:W3CDTF">2023-03-30T14:14:00Z</dcterms:modified>
</cp:coreProperties>
</file>